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F1" w:rsidRPr="00BE2D70" w:rsidRDefault="00B65F6A" w:rsidP="00494AE6">
      <w:pPr>
        <w:jc w:val="both"/>
        <w:rPr>
          <w:rFonts w:ascii="Arial" w:hAnsi="Arial" w:cs="Arial"/>
          <w:bCs/>
          <w:sz w:val="20"/>
          <w:szCs w:val="20"/>
        </w:rPr>
      </w:pPr>
      <w:r w:rsidRPr="00BE2D70">
        <w:rPr>
          <w:rFonts w:ascii="Arial" w:hAnsi="Arial" w:cs="Arial"/>
          <w:bCs/>
          <w:sz w:val="20"/>
          <w:szCs w:val="20"/>
        </w:rPr>
        <w:t xml:space="preserve">Příloha č. </w:t>
      </w:r>
      <w:r w:rsidR="00803AC0" w:rsidRPr="00BE2D70">
        <w:rPr>
          <w:rFonts w:ascii="Arial" w:hAnsi="Arial" w:cs="Arial"/>
          <w:bCs/>
          <w:sz w:val="20"/>
          <w:szCs w:val="20"/>
        </w:rPr>
        <w:t>2</w:t>
      </w:r>
      <w:r w:rsidR="009E58E6" w:rsidRPr="00BE2D70">
        <w:rPr>
          <w:rFonts w:ascii="Arial" w:hAnsi="Arial" w:cs="Arial"/>
          <w:bCs/>
          <w:sz w:val="20"/>
          <w:szCs w:val="20"/>
        </w:rPr>
        <w:t xml:space="preserve"> ZD</w:t>
      </w: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4B2974" w:rsidRPr="003C1DD9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011DC0" w:rsidRDefault="00011DC0" w:rsidP="00011DC0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CB2E5A">
        <w:rPr>
          <w:rFonts w:ascii="Arial" w:hAnsi="Arial" w:cs="Arial"/>
          <w:b/>
          <w:sz w:val="22"/>
          <w:szCs w:val="22"/>
        </w:rPr>
        <w:t>„Zaji</w:t>
      </w:r>
      <w:r>
        <w:rPr>
          <w:rFonts w:ascii="Arial" w:hAnsi="Arial" w:cs="Arial"/>
          <w:b/>
          <w:sz w:val="22"/>
          <w:szCs w:val="22"/>
        </w:rPr>
        <w:t>štění softwarových licencí EES“</w:t>
      </w:r>
    </w:p>
    <w:p w:rsidR="004B2974" w:rsidRPr="004B2974" w:rsidRDefault="004B2974" w:rsidP="000B48CC">
      <w:pPr>
        <w:jc w:val="center"/>
        <w:rPr>
          <w:rFonts w:ascii="Arial" w:hAnsi="Arial" w:cs="Arial"/>
          <w:sz w:val="22"/>
          <w:szCs w:val="22"/>
        </w:rPr>
      </w:pP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</w:t>
      </w:r>
      <w:r w:rsidR="004B2974">
        <w:rPr>
          <w:rFonts w:ascii="Arial" w:eastAsiaTheme="minorHAnsi" w:hAnsi="Arial" w:cs="Arial"/>
          <w:sz w:val="20"/>
          <w:szCs w:val="20"/>
          <w:lang w:eastAsia="en-US"/>
        </w:rPr>
        <w:t xml:space="preserve">ajetek byl zcela nepostačující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nebo</w:t>
      </w:r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lastRenderedPageBreak/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  <w:r w:rsidR="00A80981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A80981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Podpis(y) </w:t>
      </w:r>
      <w:r w:rsidR="00D81B27" w:rsidRPr="003C1DD9">
        <w:rPr>
          <w:rFonts w:ascii="Arial" w:hAnsi="Arial" w:cs="Arial"/>
          <w:sz w:val="20"/>
          <w:szCs w:val="20"/>
        </w:rPr>
        <w:t>dodavatele v souladu s výpisem z Obchodním rejstříku nebo jiné obdobné evidence či osob/y oprávněné/ných jednat za dodavatele (vč. uvedení jména, příjmení a funkce podepisujícího/podepisujících)</w:t>
      </w:r>
      <w:bookmarkStart w:id="0" w:name="_GoBack"/>
      <w:bookmarkEnd w:id="0"/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5" w:rsidRDefault="00A822E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A80981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5" w:rsidRDefault="00A822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5" w:rsidRDefault="00A822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5" w:rsidRDefault="00A822E5" w:rsidP="00144E21">
    <w:pPr>
      <w:pStyle w:val="Zhlav"/>
    </w:pPr>
  </w:p>
  <w:p w:rsidR="00710D0A" w:rsidRDefault="002525B1" w:rsidP="00144E21">
    <w:pPr>
      <w:pStyle w:val="Zhlav"/>
    </w:pPr>
    <w:r w:rsidRPr="001A746D">
      <w:rPr>
        <w:noProof/>
      </w:rPr>
      <w:drawing>
        <wp:inline distT="0" distB="0" distL="0" distR="0">
          <wp:extent cx="2466975" cy="6096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E5" w:rsidRDefault="00A82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11DC0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25B1"/>
    <w:rsid w:val="002558A7"/>
    <w:rsid w:val="002565D3"/>
    <w:rsid w:val="002E1E41"/>
    <w:rsid w:val="002F2045"/>
    <w:rsid w:val="003467F7"/>
    <w:rsid w:val="00351811"/>
    <w:rsid w:val="003601DC"/>
    <w:rsid w:val="0039262F"/>
    <w:rsid w:val="003C1DD9"/>
    <w:rsid w:val="003D1F3E"/>
    <w:rsid w:val="003F2B10"/>
    <w:rsid w:val="00446D24"/>
    <w:rsid w:val="00486B98"/>
    <w:rsid w:val="0049018E"/>
    <w:rsid w:val="00494AE6"/>
    <w:rsid w:val="004B2974"/>
    <w:rsid w:val="004D0A4C"/>
    <w:rsid w:val="004F262D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7E5CAB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80981"/>
    <w:rsid w:val="00A822E5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BE2D70"/>
    <w:rsid w:val="00C001D3"/>
    <w:rsid w:val="00C350C6"/>
    <w:rsid w:val="00C46F36"/>
    <w:rsid w:val="00C73C58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46AEB1FF-C742-40FD-AD2C-56A306D2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93F4-B7CB-4728-9FCB-5DA93BB3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91939EF9</Template>
  <TotalTime>12</TotalTime>
  <Pages>2</Pages>
  <Words>719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BALOUNOVÁ Lucie Ing.</cp:lastModifiedBy>
  <cp:revision>19</cp:revision>
  <cp:lastPrinted>2013-02-22T07:10:00Z</cp:lastPrinted>
  <dcterms:created xsi:type="dcterms:W3CDTF">2014-03-25T10:53:00Z</dcterms:created>
  <dcterms:modified xsi:type="dcterms:W3CDTF">2015-01-30T06:58:00Z</dcterms:modified>
</cp:coreProperties>
</file>