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vanish/>
          <w:sz w:val="20"/>
          <w:lang w:val="cs"/>
        </w:rPr>
      </w:pPr>
      <w:r>
        <w:fldChar w:fldCharType="begin"/>
      </w:r>
      <w:r>
        <w:instrText xml:space="preserve"> SEQ CHAPTER \h \r 1</w:instrText>
      </w:r>
      <w:r>
        <w:fldChar w:fldCharType="end"/>
      </w:r>
      <w:r>
        <w:rPr>
          <w:noProof/>
        </w:rPr>
        <mc:AlternateContent>
          <mc:Choice Requires="wps">
            <w:drawing>
              <wp:anchor distT="0" distB="0" distL="0" distR="0" simplePos="0" relativeHeight="251659264" behindDoc="0" locked="0" layoutInCell="0" allowOverlap="1" wp14:anchorId="1E3A6C19" wp14:editId="4251B71A">
                <wp:simplePos x="0" y="0"/>
                <wp:positionH relativeFrom="page">
                  <wp:posOffset>4231005</wp:posOffset>
                </wp:positionH>
                <wp:positionV relativeFrom="margin">
                  <wp:posOffset>0</wp:posOffset>
                </wp:positionV>
                <wp:extent cx="2519680" cy="1457960"/>
                <wp:effectExtent l="1905" t="0" r="2540" b="0"/>
                <wp:wrapTopAndBottom/>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5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33.15pt;margin-top:0;width:198.4pt;height:114.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" o:allowincell="f" stroked="f">
                <v:textbox inset="0,0,0,0">
                  <w:txbxContent>
                    <w:p w:rsidR="00F759ED" w:rsidRPr="00B56BF8"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sz w:val="16"/>
                          <w:lang w:val="cs"/>
                        </w:rPr>
                      </w:pPr>
                    </w:p>
                    <w:p w:rsidR="00F759ED" w:rsidRDefault="00F759ED"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Clara Sans" w:hAnsi="Clara Sans"/>
                          <w:color w:val="000000"/>
                          <w:sz w:val="20"/>
                          <w:lang w:val="cs"/>
                        </w:rPr>
                      </w:pPr>
                    </w:p>
                  </w:txbxContent>
                </v:textbox>
                <w10:wrap type="topAndBottom" anchorx="page" anchory="margin"/>
              </v:shape>
            </w:pict>
          </mc:Fallback>
        </mc:AlternateContent>
      </w:r>
      <w:r>
        <w:rPr>
          <w:noProof/>
        </w:rPr>
        <w:drawing>
          <wp:anchor distT="152400" distB="152400" distL="152400" distR="152400" simplePos="0" relativeHeight="251660288" behindDoc="0" locked="0" layoutInCell="0" allowOverlap="1" wp14:anchorId="53EA26E1" wp14:editId="58E255B0">
            <wp:simplePos x="0" y="0"/>
            <wp:positionH relativeFrom="page">
              <wp:posOffset>486410</wp:posOffset>
            </wp:positionH>
            <wp:positionV relativeFrom="page">
              <wp:posOffset>466090</wp:posOffset>
            </wp:positionV>
            <wp:extent cx="3665220" cy="561340"/>
            <wp:effectExtent l="0" t="0" r="0" b="0"/>
            <wp:wrapSquare wrapText="largest"/>
            <wp:docPr id="1" name="Obrázek 1" descr="ZJEDM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JEDM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65220" cy="56134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C06844"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Pr>
                <w:rFonts w:ascii="Clara Sans" w:hAnsi="Clara Sans"/>
                <w:b/>
                <w:sz w:val="36"/>
                <w:lang w:val="cs"/>
              </w:rPr>
              <w:t xml:space="preserve">Návrh - </w:t>
            </w:r>
            <w:r w:rsidR="00EE56D6" w:rsidRPr="001A4618">
              <w:rPr>
                <w:rFonts w:ascii="Clara Sans" w:hAnsi="Clara Sans"/>
                <w:b/>
                <w:sz w:val="36"/>
                <w:lang w:val="cs"/>
              </w:rPr>
              <w:t>SMLOUVA</w:t>
            </w:r>
            <w:r w:rsidR="002E7A92">
              <w:rPr>
                <w:rFonts w:ascii="Clara Sans" w:hAnsi="Clara Sans"/>
                <w:b/>
                <w:sz w:val="36"/>
                <w:lang w:val="cs"/>
              </w:rPr>
              <w:t xml:space="preserve"> O DODÁVKÁCH</w:t>
            </w:r>
          </w:p>
          <w:p w:rsidR="00C06844" w:rsidRDefault="00C06844" w:rsidP="00E37C72">
            <w:pPr>
              <w:pStyle w:val="Bezmezer"/>
              <w:rPr>
                <w:rFonts w:ascii="Clara Sans" w:hAnsi="Clara Sans"/>
                <w:b/>
                <w:sz w:val="36"/>
                <w:lang w:val="cs"/>
              </w:rPr>
            </w:pPr>
            <w:r>
              <w:rPr>
                <w:rFonts w:ascii="Clara Sans" w:hAnsi="Clara Sans"/>
                <w:b/>
                <w:sz w:val="36"/>
                <w:lang w:val="cs"/>
              </w:rPr>
              <w:t xml:space="preserve">Veřejná zakázka – </w:t>
            </w:r>
            <w:r w:rsidR="00E37C72" w:rsidRPr="00E37C72">
              <w:t>VZ-tvITa-14/03</w:t>
            </w:r>
            <w:r w:rsidR="00AB084A" w:rsidRPr="00E37C72">
              <w:t xml:space="preserve"> / Příloha ZD č. 4</w:t>
            </w:r>
          </w:p>
          <w:p w:rsidR="00EE56D6" w:rsidRPr="00EF44E2" w:rsidRDefault="00EF44E2"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Číslo smlouvy Objednatele (</w:t>
            </w:r>
            <w:proofErr w:type="gramStart"/>
            <w:r w:rsidRPr="00EF44E2">
              <w:rPr>
                <w:rFonts w:ascii="Clara Sans" w:hAnsi="Clara Sans"/>
                <w:b/>
                <w:sz w:val="24"/>
                <w:szCs w:val="24"/>
                <w:lang w:val="cs"/>
              </w:rPr>
              <w:t>iFIS):</w:t>
            </w:r>
            <w:r>
              <w:rPr>
                <w:rFonts w:ascii="Clara Sans" w:hAnsi="Clara Sans"/>
                <w:b/>
                <w:sz w:val="24"/>
                <w:szCs w:val="24"/>
                <w:lang w:val="cs"/>
              </w:rPr>
              <w:t xml:space="preserve">    .......................................</w:t>
            </w:r>
            <w:proofErr w:type="gramEnd"/>
          </w:p>
          <w:p w:rsidR="00EF44E2" w:rsidRPr="00EF44E2" w:rsidRDefault="00EF44E2" w:rsidP="00EF44E2">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24"/>
                <w:szCs w:val="24"/>
                <w:lang w:val="cs"/>
              </w:rPr>
            </w:pPr>
            <w:r w:rsidRPr="00EF44E2">
              <w:rPr>
                <w:rFonts w:ascii="Clara Sans" w:hAnsi="Clara Sans"/>
                <w:b/>
                <w:sz w:val="24"/>
                <w:szCs w:val="24"/>
                <w:lang w:val="cs"/>
              </w:rPr>
              <w:t xml:space="preserve">Číslo smlouvy </w:t>
            </w:r>
            <w:proofErr w:type="gramStart"/>
            <w:r w:rsidRPr="00EF44E2">
              <w:rPr>
                <w:rFonts w:ascii="Clara Sans" w:hAnsi="Clara Sans"/>
                <w:b/>
                <w:sz w:val="24"/>
                <w:szCs w:val="24"/>
                <w:lang w:val="cs"/>
              </w:rPr>
              <w:t>Dodavatele:</w:t>
            </w:r>
            <w:r>
              <w:rPr>
                <w:rFonts w:ascii="Clara Sans" w:hAnsi="Clara Sans"/>
                <w:b/>
                <w:sz w:val="24"/>
                <w:szCs w:val="24"/>
                <w:lang w:val="cs"/>
              </w:rPr>
              <w:t xml:space="preserve">                 .......................................</w:t>
            </w:r>
            <w:proofErr w:type="gramEnd"/>
          </w:p>
          <w:p w:rsidR="00EE56D6" w:rsidRPr="00624B58" w:rsidRDefault="00624B58" w:rsidP="00E37C72">
            <w:pPr>
              <w:pStyle w:val="Bezmezer"/>
              <w:rPr>
                <w:rFonts w:ascii="Clara Sans" w:hAnsi="Clara Sans"/>
                <w:b/>
                <w:sz w:val="24"/>
                <w:szCs w:val="24"/>
                <w:lang w:val="cs"/>
              </w:rPr>
            </w:pPr>
            <w:r>
              <w:rPr>
                <w:rFonts w:ascii="Clara Sans" w:hAnsi="Clara Sans"/>
                <w:b/>
                <w:sz w:val="24"/>
                <w:szCs w:val="24"/>
                <w:lang w:val="cs"/>
              </w:rPr>
              <w:t xml:space="preserve">Předmět:   </w:t>
            </w:r>
            <w:r w:rsidRPr="00E37C72">
              <w:t xml:space="preserve">Obměna a unifikace IT a AVT v učebnách ZSF JU - </w:t>
            </w:r>
            <w:r w:rsidR="00E37C72" w:rsidRPr="00E37C72">
              <w:t xml:space="preserve"> pult pro umístění techniky</w:t>
            </w:r>
          </w:p>
          <w:p w:rsidR="00EE56D6" w:rsidRPr="00624B5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4"/>
                <w:szCs w:val="24"/>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pStyle w:val="SML-lnek"/>
      </w:pPr>
      <w:r>
        <w:t>Smluvní strany</w:t>
      </w:r>
    </w:p>
    <w:p w:rsidR="00770641" w:rsidRPr="00292358" w:rsidRDefault="00770641" w:rsidP="00770641">
      <w:pPr>
        <w:pStyle w:val="SML-odstavec"/>
        <w:spacing w:line="240" w:lineRule="auto"/>
        <w:rPr>
          <w:b/>
        </w:rPr>
      </w:pPr>
      <w:r w:rsidRPr="00292358">
        <w:rPr>
          <w:b/>
        </w:rPr>
        <w:t>Jihočeská univerzita v Českých Budějovicích, Zdravotně sociální fakulta</w:t>
      </w:r>
    </w:p>
    <w:p w:rsidR="00770641" w:rsidRDefault="00770641" w:rsidP="00770641">
      <w:pPr>
        <w:spacing w:after="0"/>
      </w:pPr>
      <w:r w:rsidRPr="003419AD">
        <w:rPr>
          <w:rStyle w:val="Zdraznnjemn"/>
        </w:rPr>
        <w:t>Sídlo:</w:t>
      </w:r>
      <w:r w:rsidRPr="003419AD">
        <w:rPr>
          <w:rStyle w:val="Zdraznnjemn"/>
        </w:rPr>
        <w:tab/>
      </w:r>
      <w:r>
        <w:rPr>
          <w:rStyle w:val="Zdraznnjemn"/>
        </w:rPr>
        <w:tab/>
      </w:r>
      <w:r>
        <w:rPr>
          <w:rStyle w:val="Zdraznnjemn"/>
        </w:rPr>
        <w:tab/>
      </w:r>
      <w:r>
        <w:t>Jírovcova 24, 370 04 České Budějovice</w:t>
      </w:r>
    </w:p>
    <w:p w:rsidR="00770641" w:rsidRDefault="00770641" w:rsidP="00770641">
      <w:pPr>
        <w:spacing w:after="0"/>
      </w:pPr>
      <w:r>
        <w:rPr>
          <w:rStyle w:val="Zdraznnjemn"/>
        </w:rPr>
        <w:t>IČ / DIČ:</w:t>
      </w:r>
      <w:r w:rsidRPr="003419AD">
        <w:rPr>
          <w:rStyle w:val="Zdraznnjemn"/>
        </w:rPr>
        <w:t>:</w:t>
      </w:r>
      <w:r w:rsidRPr="003419AD">
        <w:rPr>
          <w:rStyle w:val="Zdraznnjemn"/>
        </w:rPr>
        <w:tab/>
      </w:r>
      <w:r>
        <w:rPr>
          <w:rStyle w:val="Zdraznnjemn"/>
        </w:rPr>
        <w:tab/>
      </w:r>
      <w:r>
        <w:t>60076658 / CZ60076658</w:t>
      </w:r>
    </w:p>
    <w:p w:rsidR="00770641" w:rsidRDefault="00770641" w:rsidP="00770641">
      <w:pPr>
        <w:spacing w:after="0"/>
      </w:pPr>
      <w:r>
        <w:rPr>
          <w:rStyle w:val="Zdraznnjemn"/>
        </w:rPr>
        <w:t>Bankovní spojení</w:t>
      </w:r>
      <w:r w:rsidRPr="003419AD">
        <w:rPr>
          <w:rStyle w:val="Zdraznnjemn"/>
        </w:rPr>
        <w:t>:</w:t>
      </w:r>
      <w:r w:rsidRPr="003419AD">
        <w:rPr>
          <w:rStyle w:val="Zdraznnjemn"/>
        </w:rPr>
        <w:tab/>
      </w:r>
      <w:r w:rsidRPr="00292358">
        <w:t>číslo účtu: 104725778/0300</w:t>
      </w:r>
    </w:p>
    <w:p w:rsidR="00770641" w:rsidRDefault="00770641" w:rsidP="00770641">
      <w:pPr>
        <w:spacing w:after="0"/>
      </w:pPr>
      <w:r>
        <w:rPr>
          <w:rStyle w:val="Zdraznnjemn"/>
        </w:rPr>
        <w:t>Registrace</w:t>
      </w:r>
      <w:r w:rsidRPr="003419AD">
        <w:rPr>
          <w:rStyle w:val="Zdraznnjemn"/>
        </w:rPr>
        <w:t>:</w:t>
      </w:r>
      <w:r w:rsidRPr="003419AD">
        <w:rPr>
          <w:rStyle w:val="Zdraznnjemn"/>
        </w:rPr>
        <w:tab/>
      </w:r>
      <w:r>
        <w:rPr>
          <w:rStyle w:val="Zdraznnjemn"/>
        </w:rPr>
        <w:tab/>
      </w:r>
      <w:r>
        <w:t>Veřejná vysoká škola</w:t>
      </w:r>
    </w:p>
    <w:p w:rsidR="00770641" w:rsidRDefault="00770641" w:rsidP="00770641">
      <w:pPr>
        <w:spacing w:after="0"/>
      </w:pPr>
      <w:r>
        <w:rPr>
          <w:rStyle w:val="Zdraznnjemn"/>
        </w:rPr>
        <w:t>Zastoupená</w:t>
      </w:r>
      <w:r w:rsidRPr="003419AD">
        <w:rPr>
          <w:rStyle w:val="Zdraznnjemn"/>
        </w:rPr>
        <w:t>:</w:t>
      </w:r>
      <w:r w:rsidRPr="003419AD">
        <w:rPr>
          <w:rStyle w:val="Zdraznnjemn"/>
        </w:rPr>
        <w:tab/>
      </w:r>
      <w:r>
        <w:rPr>
          <w:rStyle w:val="Zdraznnjemn"/>
        </w:rPr>
        <w:tab/>
      </w:r>
      <w:r>
        <w:t>prof. PhDr. Valérií Tóthovou, Ph.D., děkankou fakulty</w:t>
      </w:r>
    </w:p>
    <w:p w:rsidR="00EE56D6" w:rsidRDefault="00770641" w:rsidP="00EE56D6">
      <w:r w:rsidRPr="00292358" w:rsidDel="00770641">
        <w:rPr>
          <w:b/>
        </w:rPr>
        <w:t xml:space="preserve"> </w:t>
      </w:r>
      <w:r w:rsidR="00EE56D6">
        <w:t xml:space="preserve">(dále jen </w:t>
      </w:r>
      <w:r w:rsidR="00EE56D6" w:rsidRPr="00292358">
        <w:rPr>
          <w:b/>
        </w:rPr>
        <w:t>Objednatel</w:t>
      </w:r>
      <w:r w:rsidR="00EE56D6">
        <w:t>)</w:t>
      </w:r>
    </w:p>
    <w:p w:rsidR="00EE56D6" w:rsidRPr="0060587A" w:rsidRDefault="00EE56D6" w:rsidP="00EE56D6">
      <w:pPr>
        <w:pStyle w:val="SML-odstavec"/>
        <w:numPr>
          <w:ilvl w:val="0"/>
          <w:numId w:val="0"/>
        </w:numPr>
        <w:spacing w:line="240" w:lineRule="auto"/>
        <w:ind w:left="284"/>
        <w:rPr>
          <w:b/>
        </w:rPr>
      </w:pPr>
      <w:r w:rsidRPr="0060587A">
        <w:rPr>
          <w:b/>
        </w:rPr>
        <w:t>a</w:t>
      </w:r>
    </w:p>
    <w:p w:rsidR="00EE56D6" w:rsidRPr="00243DE5" w:rsidRDefault="00BE613F" w:rsidP="00243DE5">
      <w:pPr>
        <w:pStyle w:val="SML-odstavec"/>
        <w:rPr>
          <w:b/>
        </w:rPr>
      </w:pPr>
      <w:sdt>
        <w:sdtPr>
          <w:rPr>
            <w:b/>
            <w:highlight w:val="yellow"/>
          </w:rPr>
          <w:id w:val="797195837"/>
          <w:placeholder>
            <w:docPart w:val="A47CA45324844D1EBB272509B9D80DD8"/>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sidRPr="003419AD">
        <w:rPr>
          <w:rStyle w:val="Zdraznnjemn"/>
        </w:rPr>
        <w:t>Sídlo:</w:t>
      </w:r>
      <w:r w:rsidRPr="003419AD">
        <w:rPr>
          <w:rStyle w:val="Zdraznnjemn"/>
        </w:rPr>
        <w:tab/>
      </w:r>
      <w:r>
        <w:rPr>
          <w:rStyle w:val="Zdraznnjemn"/>
        </w:rPr>
        <w:tab/>
      </w:r>
      <w:r>
        <w:rPr>
          <w:rStyle w:val="Zdraznnjemn"/>
        </w:rPr>
        <w:tab/>
      </w:r>
      <w:sdt>
        <w:sdtPr>
          <w:rPr>
            <w:b/>
            <w:highlight w:val="yellow"/>
          </w:rPr>
          <w:id w:val="1794406937"/>
          <w:placeholder>
            <w:docPart w:val="81A5A65FAE084BD8ACBCAB3B9D5E43BB"/>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IČ / DIČ:</w:t>
      </w:r>
      <w:r w:rsidRPr="003419AD">
        <w:rPr>
          <w:rStyle w:val="Zdraznnjemn"/>
        </w:rPr>
        <w:t>:</w:t>
      </w:r>
      <w:r w:rsidRPr="003419AD">
        <w:rPr>
          <w:rStyle w:val="Zdraznnjemn"/>
        </w:rPr>
        <w:tab/>
      </w:r>
      <w:r>
        <w:rPr>
          <w:rStyle w:val="Zdraznnjemn"/>
        </w:rPr>
        <w:tab/>
      </w:r>
      <w:sdt>
        <w:sdtPr>
          <w:rPr>
            <w:b/>
            <w:highlight w:val="yellow"/>
          </w:rPr>
          <w:id w:val="-161541499"/>
          <w:placeholder>
            <w:docPart w:val="5EC8D261799045DB858E3FF03FEB69D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Bankovní spojení</w:t>
      </w:r>
      <w:r w:rsidRPr="003419AD">
        <w:rPr>
          <w:rStyle w:val="Zdraznnjemn"/>
        </w:rPr>
        <w:t>:</w:t>
      </w:r>
      <w:r w:rsidRPr="003419AD">
        <w:rPr>
          <w:rStyle w:val="Zdraznnjemn"/>
        </w:rPr>
        <w:tab/>
      </w:r>
      <w:sdt>
        <w:sdtPr>
          <w:rPr>
            <w:b/>
            <w:highlight w:val="yellow"/>
          </w:rPr>
          <w:id w:val="-2015988884"/>
          <w:placeholder>
            <w:docPart w:val="14E9E467AFDF45A38A7D94DA0E346865"/>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Registrace</w:t>
      </w:r>
      <w:r w:rsidRPr="003419AD">
        <w:rPr>
          <w:rStyle w:val="Zdraznnjemn"/>
        </w:rPr>
        <w:t>:</w:t>
      </w:r>
      <w:r w:rsidRPr="003419AD">
        <w:rPr>
          <w:rStyle w:val="Zdraznnjemn"/>
        </w:rPr>
        <w:tab/>
      </w:r>
      <w:r>
        <w:rPr>
          <w:rStyle w:val="Zdraznnjemn"/>
        </w:rPr>
        <w:tab/>
      </w:r>
      <w:sdt>
        <w:sdtPr>
          <w:rPr>
            <w:b/>
            <w:highlight w:val="yellow"/>
          </w:rPr>
          <w:id w:val="-913232419"/>
          <w:placeholder>
            <w:docPart w:val="1DF8F5C0A9B64C8D8D3601DBF50DD591"/>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290C7E">
      <w:pPr>
        <w:spacing w:after="0"/>
      </w:pPr>
      <w:r>
        <w:rPr>
          <w:rStyle w:val="Zdraznnjemn"/>
        </w:rPr>
        <w:t>Zastoupená</w:t>
      </w:r>
      <w:r w:rsidRPr="003419AD">
        <w:rPr>
          <w:rStyle w:val="Zdraznnjemn"/>
        </w:rPr>
        <w:t>:</w:t>
      </w:r>
      <w:r w:rsidRPr="003419AD">
        <w:rPr>
          <w:rStyle w:val="Zdraznnjemn"/>
        </w:rPr>
        <w:tab/>
      </w:r>
      <w:r>
        <w:rPr>
          <w:rStyle w:val="Zdraznnjemn"/>
        </w:rPr>
        <w:tab/>
      </w:r>
      <w:sdt>
        <w:sdtPr>
          <w:rPr>
            <w:b/>
            <w:highlight w:val="yellow"/>
          </w:rPr>
          <w:id w:val="1036163396"/>
          <w:placeholder>
            <w:docPart w:val="73B78E30CD2B45E28147C62525EC3642"/>
          </w:placeholder>
          <w:text/>
        </w:sdtPr>
        <w:sdtEndPr/>
        <w:sdtContent>
          <w:r w:rsidR="0022453C">
            <w:rPr>
              <w:b/>
              <w:highlight w:val="yellow"/>
            </w:rPr>
            <w:t>……………………………………………………………………………………</w:t>
          </w:r>
          <w:proofErr w:type="gramStart"/>
          <w:r w:rsidR="0022453C">
            <w:rPr>
              <w:b/>
              <w:highlight w:val="yellow"/>
            </w:rPr>
            <w:t>…..</w:t>
          </w:r>
        </w:sdtContent>
      </w:sdt>
      <w:proofErr w:type="gramEnd"/>
    </w:p>
    <w:p w:rsidR="00EE56D6" w:rsidRDefault="00EE56D6" w:rsidP="00EE56D6">
      <w:r>
        <w:t xml:space="preserve">(dále jen </w:t>
      </w:r>
      <w:r w:rsidR="00170D26">
        <w:rPr>
          <w:b/>
        </w:rPr>
        <w:t>Dodavatel</w:t>
      </w:r>
      <w:r>
        <w:t>)</w:t>
      </w:r>
    </w:p>
    <w:p w:rsidR="00F93E3F" w:rsidRDefault="00F93E3F" w:rsidP="00F93E3F">
      <w:pPr>
        <w:pStyle w:val="SML-lnek"/>
      </w:pPr>
      <w:r>
        <w:t>Preambule</w:t>
      </w:r>
    </w:p>
    <w:p w:rsidR="00F93E3F" w:rsidRDefault="00F93E3F" w:rsidP="00E37C72">
      <w:pPr>
        <w:pStyle w:val="Bezmezer"/>
      </w:pPr>
      <w:r>
        <w:t xml:space="preserve">Smlouva je uzavřena na základě zadávacího řízení k veřejné zakázce </w:t>
      </w:r>
      <w:r w:rsidR="00770641">
        <w:t xml:space="preserve">malého rozsahu </w:t>
      </w:r>
      <w:r w:rsidR="00624B58">
        <w:t>„</w:t>
      </w:r>
      <w:r w:rsidR="00624B58" w:rsidRPr="00E37C72">
        <w:t xml:space="preserve">VZ-tvITa-14/01 - Obměna a unifikace IT a AVT v učebnách ZSF </w:t>
      </w:r>
      <w:proofErr w:type="gramStart"/>
      <w:r w:rsidR="00624B58" w:rsidRPr="00E37C72">
        <w:t xml:space="preserve">JU – </w:t>
      </w:r>
      <w:r w:rsidR="00E37C72" w:rsidRPr="00E37C72">
        <w:t xml:space="preserve"> pult</w:t>
      </w:r>
      <w:proofErr w:type="gramEnd"/>
      <w:r w:rsidR="00E37C72" w:rsidRPr="00E37C72">
        <w:t xml:space="preserve"> pro umístění techniky</w:t>
      </w:r>
      <w:r w:rsidR="00624B58">
        <w:t>“</w:t>
      </w:r>
      <w:r w:rsidR="00624B58" w:rsidRPr="00624B58">
        <w:t xml:space="preserve"> </w:t>
      </w:r>
      <w:r>
        <w:t xml:space="preserve">(dále jen </w:t>
      </w:r>
      <w:r w:rsidRPr="00F93E3F">
        <w:rPr>
          <w:b/>
        </w:rPr>
        <w:t>Zadávací řízení</w:t>
      </w:r>
      <w:r>
        <w:t>).</w:t>
      </w:r>
    </w:p>
    <w:p w:rsidR="00F44BDF" w:rsidRDefault="00F44BDF" w:rsidP="00EE56D6">
      <w:pPr>
        <w:pStyle w:val="SML-lnek"/>
        <w:sectPr w:rsidR="00F44BDF" w:rsidSect="003A5407">
          <w:footerReference w:type="default" r:id="rId10"/>
          <w:pgSz w:w="11905" w:h="16837"/>
          <w:pgMar w:top="737" w:right="1274" w:bottom="679" w:left="1955" w:header="720" w:footer="720" w:gutter="0"/>
          <w:cols w:space="708"/>
          <w:docGrid w:linePitch="326"/>
        </w:sectPr>
      </w:pPr>
    </w:p>
    <w:p w:rsidR="00182AE6" w:rsidRDefault="00182AE6" w:rsidP="00182AE6">
      <w:pPr>
        <w:pStyle w:val="SML-odstavec"/>
      </w:pPr>
      <w:r w:rsidRPr="00182AE6">
        <w:lastRenderedPageBreak/>
        <w:t xml:space="preserve">Tato smlouva vymezuje podmínky týkající se dílčích veřejných zakázek na pořízení opakujících se dodávek a postup při uzavírání následných Kupních smluv. Kupní </w:t>
      </w:r>
      <w:proofErr w:type="gramStart"/>
      <w:r w:rsidRPr="00182AE6">
        <w:t>sml</w:t>
      </w:r>
      <w:r>
        <w:t>o</w:t>
      </w:r>
      <w:r w:rsidRPr="00182AE6">
        <w:t>uv</w:t>
      </w:r>
      <w:r>
        <w:t>a</w:t>
      </w:r>
      <w:proofErr w:type="gramEnd"/>
      <w:r w:rsidRPr="00182AE6">
        <w:t xml:space="preserve"> se rozumí </w:t>
      </w:r>
      <w:proofErr w:type="gramStart"/>
      <w:r w:rsidRPr="00182AE6">
        <w:t>smlouva</w:t>
      </w:r>
      <w:proofErr w:type="gramEnd"/>
      <w:r w:rsidRPr="00182AE6">
        <w:t xml:space="preserve"> mezi Dodavatelem a Objednatelem uzavřená postupem dle </w:t>
      </w:r>
      <w:r w:rsidR="00624B58">
        <w:t>této</w:t>
      </w:r>
      <w:r w:rsidRPr="00182AE6">
        <w:t xml:space="preserve"> smlouvy, na jejímž základě Dodavatel poskytne dodávku zboží Objednateli (dále jen </w:t>
      </w:r>
      <w:r w:rsidRPr="00182AE6">
        <w:rPr>
          <w:b/>
        </w:rPr>
        <w:t>Kupní smlouva</w:t>
      </w:r>
      <w:r w:rsidR="00624B58">
        <w:t>). Tato</w:t>
      </w:r>
      <w:r w:rsidRPr="00182AE6">
        <w:t xml:space="preserve"> smlouva dále vymezuje základní smluvní podmínky Kupních smluv</w:t>
      </w:r>
      <w:r w:rsidR="00C7164F">
        <w:t>.</w:t>
      </w:r>
    </w:p>
    <w:p w:rsidR="002E7A92" w:rsidRDefault="002E7A92" w:rsidP="002E7A92">
      <w:pPr>
        <w:pStyle w:val="SML-lnek"/>
      </w:pPr>
      <w:r>
        <w:t>Předmět smlouvy, závazky smluvních stran</w:t>
      </w:r>
    </w:p>
    <w:p w:rsidR="00EE56D6" w:rsidRDefault="00EE56D6" w:rsidP="00624B58">
      <w:pPr>
        <w:pStyle w:val="SML-odstavec"/>
      </w:pPr>
      <w:r>
        <w:t xml:space="preserve">Předmětem smlouvy je </w:t>
      </w:r>
      <w:r w:rsidR="00624B58" w:rsidRPr="00E37C72">
        <w:t xml:space="preserve">Obměna a unifikace IT a AVT v učebnách ZSF JU - </w:t>
      </w:r>
      <w:r w:rsidR="00D81A5A" w:rsidRPr="00E37C72">
        <w:t xml:space="preserve">postupná </w:t>
      </w:r>
      <w:r w:rsidR="00170D26" w:rsidRPr="00E37C72">
        <w:t xml:space="preserve">dodávka a </w:t>
      </w:r>
      <w:r w:rsidR="00624B58" w:rsidRPr="00E37C72">
        <w:t>reinstalace</w:t>
      </w:r>
      <w:r w:rsidR="00E37C72" w:rsidRPr="00E37C72">
        <w:t xml:space="preserve"> </w:t>
      </w:r>
      <w:r w:rsidR="00917C22" w:rsidRPr="00E37C72">
        <w:t>přednáškových pultů-skříněk pro uložení techniky</w:t>
      </w:r>
      <w:r w:rsidR="00A255CD">
        <w:t xml:space="preserve"> (dále jen </w:t>
      </w:r>
      <w:r w:rsidR="00A255CD" w:rsidRPr="00006A5A">
        <w:rPr>
          <w:b/>
        </w:rPr>
        <w:t>Zboží</w:t>
      </w:r>
      <w:r w:rsidR="00A255CD">
        <w:t>).</w:t>
      </w:r>
    </w:p>
    <w:p w:rsidR="00555864" w:rsidRDefault="00555864" w:rsidP="00EE56D6">
      <w:pPr>
        <w:pStyle w:val="SML-odstavec"/>
      </w:pPr>
      <w:r>
        <w:t>Součástí dodávky je také:</w:t>
      </w:r>
    </w:p>
    <w:p w:rsidR="00555864" w:rsidRDefault="00170D26" w:rsidP="00555864">
      <w:pPr>
        <w:pStyle w:val="SML-bod"/>
      </w:pPr>
      <w:r>
        <w:t xml:space="preserve">Demontáž stávajících </w:t>
      </w:r>
      <w:r w:rsidR="00142ED8" w:rsidRPr="00E37C72">
        <w:t>přednáškových pultů-skříněk pro uložení techniky</w:t>
      </w:r>
      <w:r w:rsidR="006531FE">
        <w:t xml:space="preserve"> v místě plnění (viz čl. č. </w:t>
      </w:r>
      <w:r w:rsidR="008626FF">
        <w:t>5</w:t>
      </w:r>
      <w:r w:rsidR="005C50B0">
        <w:t>)</w:t>
      </w:r>
    </w:p>
    <w:p w:rsidR="00170D26" w:rsidRDefault="00555864" w:rsidP="00555864">
      <w:pPr>
        <w:pStyle w:val="SML-bod"/>
      </w:pPr>
      <w:r>
        <w:t>V</w:t>
      </w:r>
      <w:r w:rsidR="00170D26">
        <w:t>eškerý potřebný instalační materiál a pomůcky k</w:t>
      </w:r>
      <w:r w:rsidR="008A08FA">
        <w:t xml:space="preserve"> demontáži stávajícího a </w:t>
      </w:r>
      <w:r w:rsidR="00170D26">
        <w:t xml:space="preserve">instalaci </w:t>
      </w:r>
      <w:r w:rsidR="008A08FA">
        <w:t>nov</w:t>
      </w:r>
      <w:r w:rsidR="00917C22">
        <w:t>ých</w:t>
      </w:r>
      <w:r w:rsidR="008A08FA">
        <w:t xml:space="preserve"> </w:t>
      </w:r>
      <w:r w:rsidR="00E343CE" w:rsidRPr="00E37C72">
        <w:t>přednáškových pultů-skříněk pro uložení techniky</w:t>
      </w:r>
      <w:r w:rsidR="008A08FA">
        <w:t xml:space="preserve"> </w:t>
      </w:r>
      <w:r w:rsidR="00170D26">
        <w:t>(kabely, konzoly, držáky, spojový materiál, …)</w:t>
      </w:r>
    </w:p>
    <w:p w:rsidR="00555864" w:rsidRDefault="00170D26" w:rsidP="00555864">
      <w:pPr>
        <w:pStyle w:val="SML-bod"/>
      </w:pPr>
      <w:r>
        <w:t xml:space="preserve">Veškeré cestovní a dopravní náklady </w:t>
      </w:r>
      <w:r w:rsidR="00C204BA">
        <w:t xml:space="preserve">včetně nezbytných služeb a prací </w:t>
      </w:r>
      <w:r>
        <w:t>Dodavatele související s</w:t>
      </w:r>
      <w:r w:rsidR="008A08FA">
        <w:t> realizací kompletní dodávky</w:t>
      </w:r>
      <w:r w:rsidR="00917C22">
        <w:t xml:space="preserve"> Zboží</w:t>
      </w:r>
      <w:r>
        <w:t xml:space="preserve"> plnění včetně zabezpečení záručního servisu</w:t>
      </w:r>
      <w:r w:rsidR="00C204BA">
        <w:t xml:space="preserve"> v místě plnění</w:t>
      </w:r>
      <w:r>
        <w:t>.</w:t>
      </w:r>
      <w:r w:rsidR="00C204BA">
        <w:t xml:space="preserve">(viz čl. č. </w:t>
      </w:r>
      <w:r w:rsidR="008626FF">
        <w:t>5</w:t>
      </w:r>
      <w:r w:rsidR="00C204BA">
        <w:t>).</w:t>
      </w:r>
    </w:p>
    <w:p w:rsidR="00EE56D6" w:rsidRDefault="00555864" w:rsidP="00555864">
      <w:pPr>
        <w:pStyle w:val="SML-bod"/>
      </w:pPr>
      <w:r>
        <w:t>Z</w:t>
      </w:r>
      <w:r w:rsidR="00EE56D6">
        <w:t xml:space="preserve">aškolení pracovníků Objednatele v provozu a běžné údržbě </w:t>
      </w:r>
      <w:r w:rsidR="00170D26">
        <w:t xml:space="preserve">dodaných </w:t>
      </w:r>
      <w:r w:rsidR="00EE56D6">
        <w:t>technologií.</w:t>
      </w:r>
    </w:p>
    <w:p w:rsidR="00D81A5A" w:rsidRDefault="00D81A5A" w:rsidP="00D81A5A">
      <w:pPr>
        <w:pStyle w:val="SML-odstavec"/>
      </w:pPr>
      <w:r>
        <w:t>Z</w:t>
      </w:r>
      <w:r w:rsidR="001302BC">
        <w:t>boží musí být nové a nepoužité.</w:t>
      </w:r>
    </w:p>
    <w:p w:rsidR="001302BC" w:rsidRDefault="001302BC" w:rsidP="00D81A5A">
      <w:pPr>
        <w:pStyle w:val="SML-odstavec"/>
      </w:pPr>
      <w:r>
        <w:t xml:space="preserve">Předpokládaná celková </w:t>
      </w:r>
      <w:r w:rsidR="006531FE">
        <w:t xml:space="preserve">maximální </w:t>
      </w:r>
      <w:r>
        <w:t>cena plnění za dobu trvání Rámcové s</w:t>
      </w:r>
      <w:r w:rsidR="006531FE">
        <w:t>mlouvy (</w:t>
      </w:r>
      <w:r w:rsidR="00F93E3F">
        <w:t>viz čl. č. 12</w:t>
      </w:r>
      <w:r w:rsidR="006531FE">
        <w:t>) je uvedena v čl. č. 6.</w:t>
      </w:r>
    </w:p>
    <w:p w:rsidR="00D81A5A" w:rsidRDefault="00D81A5A" w:rsidP="00D81A5A">
      <w:pPr>
        <w:pStyle w:val="SML-odstavec"/>
      </w:pPr>
      <w:r>
        <w:t xml:space="preserve">Objednatel není povinen odebrat </w:t>
      </w:r>
      <w:r w:rsidR="007946B7">
        <w:t>Z</w:t>
      </w:r>
      <w:r>
        <w:t xml:space="preserve">boží v plném rozsahu </w:t>
      </w:r>
      <w:r w:rsidR="001302BC">
        <w:t xml:space="preserve">předpokládané </w:t>
      </w:r>
      <w:r w:rsidR="007946B7">
        <w:t xml:space="preserve">maximální ceny plnění </w:t>
      </w:r>
      <w:r w:rsidR="001302BC">
        <w:t>a počtu předpokládaného množství Zboží.</w:t>
      </w:r>
    </w:p>
    <w:p w:rsidR="00C7164F" w:rsidRDefault="00C7164F" w:rsidP="00C7164F">
      <w:pPr>
        <w:pStyle w:val="SML-lnek"/>
      </w:pPr>
      <w:r>
        <w:t>Kupní smlouvy a postup jejich uzavření</w:t>
      </w:r>
    </w:p>
    <w:p w:rsidR="007D0BF8" w:rsidRDefault="00C7164F" w:rsidP="00770641">
      <w:pPr>
        <w:pStyle w:val="SML-odstavec"/>
      </w:pPr>
      <w:r>
        <w:t xml:space="preserve">Dílčí plnění z rámce sjednaného touto Rámcovou smlouvou </w:t>
      </w:r>
      <w:r w:rsidR="00B546F3">
        <w:t>je realizováno neomezeným počtem Kupních smluv.</w:t>
      </w:r>
    </w:p>
    <w:p w:rsidR="00B546F3" w:rsidRDefault="00DF0C8B" w:rsidP="00C7164F">
      <w:pPr>
        <w:pStyle w:val="SML-odstavec"/>
      </w:pPr>
      <w:r>
        <w:t>P</w:t>
      </w:r>
      <w:r w:rsidR="00B546F3">
        <w:t>ostup vedoucí k uzavření Kupní smlouvy:</w:t>
      </w:r>
    </w:p>
    <w:p w:rsidR="00B546F3" w:rsidRDefault="00B546F3" w:rsidP="00B546F3">
      <w:pPr>
        <w:pStyle w:val="SML-bod"/>
      </w:pPr>
      <w:r>
        <w:t>Objednatel vystaví ve svém objednávkovém systému objednávku, kterou zašle elektronicky Emailem na adresu uvedenou v</w:t>
      </w:r>
      <w:r w:rsidR="006531FE">
        <w:t> </w:t>
      </w:r>
      <w:proofErr w:type="gramStart"/>
      <w:r w:rsidR="006531FE">
        <w:t>bodu 7.b)i)</w:t>
      </w:r>
      <w:r>
        <w:t>.</w:t>
      </w:r>
      <w:r w:rsidR="006531FE">
        <w:t xml:space="preserve"> </w:t>
      </w:r>
      <w:r>
        <w:t>Objednávka</w:t>
      </w:r>
      <w:proofErr w:type="gramEnd"/>
      <w:r>
        <w:t xml:space="preserve"> bude obsahovat přesná specifika dílčího plnění minimálně v následujícím rozsahu:</w:t>
      </w:r>
    </w:p>
    <w:p w:rsidR="00B546F3" w:rsidRDefault="00B546F3" w:rsidP="00B546F3">
      <w:pPr>
        <w:pStyle w:val="SML-bod"/>
        <w:numPr>
          <w:ilvl w:val="3"/>
          <w:numId w:val="1"/>
        </w:numPr>
      </w:pPr>
      <w:r>
        <w:t xml:space="preserve">Specifikaci konkrétního Zboží (typ, počet kusů) dle přílohy </w:t>
      </w:r>
      <w:r w:rsidR="006531FE">
        <w:t>č</w:t>
      </w:r>
      <w:r>
        <w:t>. 1.</w:t>
      </w:r>
    </w:p>
    <w:p w:rsidR="00B546F3" w:rsidRDefault="00B546F3" w:rsidP="00B546F3">
      <w:pPr>
        <w:pStyle w:val="SML-bod"/>
        <w:numPr>
          <w:ilvl w:val="3"/>
          <w:numId w:val="1"/>
        </w:numPr>
      </w:pPr>
      <w:r>
        <w:t>Místo a čas požadovaného plnění</w:t>
      </w:r>
    </w:p>
    <w:p w:rsidR="006531FE" w:rsidRDefault="00B546F3" w:rsidP="00EE56D6">
      <w:pPr>
        <w:pStyle w:val="SML-bod"/>
      </w:pPr>
      <w:r>
        <w:t>Dodavatel objednávku po vytištění potvrdí podpisem opráv</w:t>
      </w:r>
      <w:r w:rsidR="0020761C">
        <w:t xml:space="preserve">něné osoby </w:t>
      </w:r>
      <w:r w:rsidR="006531FE">
        <w:t xml:space="preserve">(viz </w:t>
      </w:r>
      <w:proofErr w:type="gramStart"/>
      <w:r w:rsidR="006531FE">
        <w:t xml:space="preserve">bod 7.b)i)) </w:t>
      </w:r>
      <w:r w:rsidR="0020761C">
        <w:t>a její</w:t>
      </w:r>
      <w:proofErr w:type="gramEnd"/>
      <w:r w:rsidR="0020761C">
        <w:t xml:space="preserve"> sken zašle elektronicky Emailem na adresu uvedenou v</w:t>
      </w:r>
      <w:r w:rsidR="006531FE">
        <w:t> bodu v bodu 7.a)ii).</w:t>
      </w:r>
    </w:p>
    <w:p w:rsidR="00EE56D6" w:rsidRDefault="00D73A98" w:rsidP="006531FE">
      <w:pPr>
        <w:pStyle w:val="SML-lnek"/>
      </w:pPr>
      <w:r>
        <w:t>Způsob, m</w:t>
      </w:r>
      <w:r w:rsidR="00EE56D6">
        <w:t>ísto, čas a plnění</w:t>
      </w:r>
    </w:p>
    <w:p w:rsidR="005000DA" w:rsidRDefault="00D73A98" w:rsidP="00EE56D6">
      <w:pPr>
        <w:pStyle w:val="SML-odstavec"/>
      </w:pPr>
      <w:r>
        <w:t xml:space="preserve">Objednatel </w:t>
      </w:r>
      <w:r w:rsidR="005000DA">
        <w:t xml:space="preserve">bude realizovat dodávky postupně, dle svých provozních potřeb, na základě </w:t>
      </w:r>
      <w:r w:rsidR="006531FE">
        <w:t>Kupních smluv (</w:t>
      </w:r>
      <w:r w:rsidR="005000DA">
        <w:t>dílčích objednávek</w:t>
      </w:r>
      <w:r w:rsidR="006531FE">
        <w:t>)</w:t>
      </w:r>
      <w:r w:rsidR="005000DA">
        <w:t xml:space="preserve">, ve kterých budou upřesněna specifika konkrétní dodávky - viz </w:t>
      </w:r>
      <w:r w:rsidR="00A230CB">
        <w:t>následující body tohoto článku.</w:t>
      </w:r>
    </w:p>
    <w:p w:rsidR="00170D26" w:rsidRDefault="00EE56D6" w:rsidP="00EE56D6">
      <w:pPr>
        <w:pStyle w:val="SML-odstavec"/>
      </w:pPr>
      <w:r>
        <w:t>Míst</w:t>
      </w:r>
      <w:r w:rsidR="0020761C">
        <w:t>a</w:t>
      </w:r>
      <w:r>
        <w:t xml:space="preserve"> plnění </w:t>
      </w:r>
      <w:r w:rsidR="0020761C">
        <w:t xml:space="preserve">dílčích dodávek </w:t>
      </w:r>
      <w:r>
        <w:t xml:space="preserve">jsou jednotlivé </w:t>
      </w:r>
      <w:r w:rsidR="00170D26">
        <w:t>učebny na následujících adresách</w:t>
      </w:r>
      <w:r w:rsidR="00B159A5">
        <w:t>:</w:t>
      </w:r>
    </w:p>
    <w:p w:rsidR="00170D26" w:rsidRDefault="005C50B0" w:rsidP="00170D26">
      <w:pPr>
        <w:pStyle w:val="SML-bod"/>
      </w:pPr>
      <w:r>
        <w:lastRenderedPageBreak/>
        <w:t xml:space="preserve">ZSF JU, </w:t>
      </w:r>
      <w:r w:rsidR="00EE56D6">
        <w:t>budov</w:t>
      </w:r>
      <w:r w:rsidR="00170D26">
        <w:t>a</w:t>
      </w:r>
      <w:r w:rsidR="00EE56D6">
        <w:t xml:space="preserve"> Boreckého 27, </w:t>
      </w:r>
      <w:r>
        <w:t xml:space="preserve">370 11 </w:t>
      </w:r>
      <w:r w:rsidR="00EE56D6">
        <w:t xml:space="preserve">České Budějovice, </w:t>
      </w:r>
      <w:r w:rsidR="00170D26">
        <w:t>učebn</w:t>
      </w:r>
      <w:r>
        <w:t>y</w:t>
      </w:r>
      <w:r w:rsidR="00170D26">
        <w:t xml:space="preserve"> U</w:t>
      </w:r>
      <w:r w:rsidR="003B60A6">
        <w:t>1 – U12</w:t>
      </w:r>
      <w:r w:rsidR="00F364E7">
        <w:t>, přednáškové sály A - G</w:t>
      </w:r>
    </w:p>
    <w:p w:rsidR="00EE56D6" w:rsidRDefault="005C50B0" w:rsidP="00170D26">
      <w:pPr>
        <w:pStyle w:val="SML-bod"/>
      </w:pPr>
      <w:r>
        <w:t>ZSF JU</w:t>
      </w:r>
      <w:r w:rsidR="00B5483B">
        <w:t>,</w:t>
      </w:r>
      <w:r>
        <w:t xml:space="preserve"> </w:t>
      </w:r>
      <w:r w:rsidR="00170D26">
        <w:t>budova</w:t>
      </w:r>
      <w:r>
        <w:t xml:space="preserve"> U výstaviště</w:t>
      </w:r>
      <w:r w:rsidR="002D48BB">
        <w:t xml:space="preserve"> 26</w:t>
      </w:r>
      <w:r>
        <w:t>, 370 11 Č</w:t>
      </w:r>
      <w:r w:rsidR="002D48BB">
        <w:t>eské Budějovice</w:t>
      </w:r>
      <w:r w:rsidR="003B60A6">
        <w:t>, učebny V1 – V9</w:t>
      </w:r>
    </w:p>
    <w:p w:rsidR="002D48BB" w:rsidRDefault="002D48BB" w:rsidP="002D48BB">
      <w:pPr>
        <w:pStyle w:val="SML-bod"/>
      </w:pPr>
      <w:r>
        <w:t>ZSF JU</w:t>
      </w:r>
      <w:r w:rsidR="00B5483B">
        <w:t>,</w:t>
      </w:r>
      <w:r>
        <w:t xml:space="preserve"> budova E. Destinové 46, 370 05 České Budějovice. Budějovice, učebny ED</w:t>
      </w:r>
      <w:r w:rsidR="003B60A6">
        <w:t>1 – ED12</w:t>
      </w:r>
      <w:r>
        <w:t xml:space="preserve"> </w:t>
      </w:r>
    </w:p>
    <w:p w:rsidR="002D48BB" w:rsidRDefault="002D48BB" w:rsidP="002D48BB">
      <w:pPr>
        <w:pStyle w:val="SML-bod"/>
      </w:pPr>
      <w:r>
        <w:t xml:space="preserve">ZSF JU, </w:t>
      </w:r>
      <w:r w:rsidRPr="002D48BB">
        <w:t>pavilon H, Nemocnice České Budějovice a.s., Boženy Němcové 54</w:t>
      </w:r>
      <w:r>
        <w:t>, 370 87 Č.</w:t>
      </w:r>
      <w:r w:rsidR="00DF7FB0">
        <w:t> </w:t>
      </w:r>
      <w:r>
        <w:t xml:space="preserve">Budějovice, učebny </w:t>
      </w:r>
      <w:r w:rsidR="00DF7FB0">
        <w:t>H</w:t>
      </w:r>
      <w:r w:rsidR="003B60A6">
        <w:t>1 – H7</w:t>
      </w:r>
    </w:p>
    <w:p w:rsidR="00EE56D6" w:rsidRDefault="00EE56D6" w:rsidP="00170D26">
      <w:pPr>
        <w:pStyle w:val="SML-odstavec"/>
      </w:pPr>
      <w:r>
        <w:t xml:space="preserve">Termín dokončení </w:t>
      </w:r>
      <w:r w:rsidR="00B5483B">
        <w:t xml:space="preserve">dílčí </w:t>
      </w:r>
      <w:r w:rsidR="00170D26">
        <w:t xml:space="preserve">dodávky </w:t>
      </w:r>
      <w:r w:rsidR="008626FF">
        <w:t xml:space="preserve">dle údajů uvedených v objednávce, </w:t>
      </w:r>
      <w:r w:rsidR="005000DA">
        <w:t xml:space="preserve">standardně </w:t>
      </w:r>
      <w:r w:rsidR="00B5483B">
        <w:t>deset</w:t>
      </w:r>
      <w:r w:rsidR="008A08FA">
        <w:t xml:space="preserve"> </w:t>
      </w:r>
      <w:r w:rsidR="00170D26">
        <w:t xml:space="preserve">dnů od </w:t>
      </w:r>
      <w:r w:rsidR="005000DA">
        <w:t>vystavení objednávky</w:t>
      </w:r>
    </w:p>
    <w:p w:rsidR="00EE56D6" w:rsidRDefault="00170D26" w:rsidP="00EE56D6">
      <w:pPr>
        <w:pStyle w:val="SML-odstavec"/>
      </w:pPr>
      <w:r>
        <w:t>K</w:t>
      </w:r>
      <w:r w:rsidR="00EE56D6">
        <w:t xml:space="preserve">oordinace </w:t>
      </w:r>
      <w:r w:rsidR="00292830">
        <w:t>dodávky a instalací</w:t>
      </w:r>
    </w:p>
    <w:p w:rsidR="00EE56D6" w:rsidRDefault="00292830" w:rsidP="00EE56D6">
      <w:pPr>
        <w:pStyle w:val="SML-bod"/>
      </w:pPr>
      <w:r>
        <w:t xml:space="preserve">Termín instalace – dle dispozic odpovědné osoby </w:t>
      </w:r>
      <w:r w:rsidR="007946B7">
        <w:t>O</w:t>
      </w:r>
      <w:r>
        <w:t xml:space="preserve">bjednatele tak, aby nebyl narušen běžný provoz </w:t>
      </w:r>
      <w:r w:rsidR="008A08FA">
        <w:t xml:space="preserve">ve </w:t>
      </w:r>
      <w:r>
        <w:t>výukových prostor</w:t>
      </w:r>
      <w:r w:rsidR="008A08FA">
        <w:t>ách</w:t>
      </w:r>
      <w:r>
        <w:t xml:space="preserve"> (Vždy v termínu, kdy v daném m</w:t>
      </w:r>
      <w:r w:rsidR="00C204BA">
        <w:t>ístě instalace neprobíhá výuka);</w:t>
      </w:r>
    </w:p>
    <w:p w:rsidR="00EE56D6" w:rsidRDefault="00EE56D6" w:rsidP="00EE56D6">
      <w:pPr>
        <w:pStyle w:val="SML-bod"/>
      </w:pPr>
      <w:r>
        <w:t xml:space="preserve">Místo </w:t>
      </w:r>
      <w:r w:rsidR="00292830">
        <w:t>instalace</w:t>
      </w:r>
      <w:r>
        <w:t xml:space="preserve"> – viz bod </w:t>
      </w:r>
      <w:r w:rsidR="008626FF">
        <w:t>b</w:t>
      </w:r>
      <w:r>
        <w:t>) tohoto článku.</w:t>
      </w:r>
    </w:p>
    <w:p w:rsidR="000B5D72" w:rsidRPr="000B5D72" w:rsidRDefault="000B5D72" w:rsidP="000B5D72">
      <w:pPr>
        <w:pStyle w:val="SML-odstavec"/>
      </w:pPr>
      <w:r w:rsidRPr="000B5D72">
        <w:t xml:space="preserve">Každá dodávka </w:t>
      </w:r>
      <w:r>
        <w:t>Z</w:t>
      </w:r>
      <w:r w:rsidRPr="000B5D72">
        <w:t>boží bude vybavena dodacím listem, který bude potvrzen oběma Smluvními stranami při předání a převzetí zboží a bude sloužit jako protokol o předání a převzetí zboží. Objednatel je oprávněn zboží odmítnout převzít, pokud má zboží vady nebo nebylo-li zboží dodáno ve sjednané druhu, jakosti, množství či čase.</w:t>
      </w:r>
    </w:p>
    <w:p w:rsidR="007946B7" w:rsidRDefault="007946B7" w:rsidP="007946B7">
      <w:pPr>
        <w:pStyle w:val="SML-odstavec"/>
      </w:pPr>
      <w:r>
        <w:t>Spolu s dodávaným Zbožím budou Objednateli předány veškeré návody (manuály) k</w:t>
      </w:r>
      <w:r w:rsidR="000B5D72">
        <w:t> </w:t>
      </w:r>
      <w:r>
        <w:t xml:space="preserve">použití, doklady a dokumenty (např. prohlášení o shodě), které se ke zboží vztahují a jež jsou obvyklé, nutné či vhodné k převzetí a k užívání zboží. </w:t>
      </w:r>
      <w:r w:rsidR="006531FE">
        <w:t xml:space="preserve">Pokud nebude v Kupní smlouvě stanoveno jinak, budou základní </w:t>
      </w:r>
      <w:r>
        <w:t>návody (manuály) k</w:t>
      </w:r>
      <w:r w:rsidR="000B5D72">
        <w:t> </w:t>
      </w:r>
      <w:r>
        <w:t xml:space="preserve">použití, doklady a dokumenty </w:t>
      </w:r>
      <w:r w:rsidR="006531FE">
        <w:t xml:space="preserve">v papírové formě a </w:t>
      </w:r>
      <w:r>
        <w:t>v českém jazyce</w:t>
      </w:r>
      <w:r w:rsidR="006531FE">
        <w:t xml:space="preserve">. Technické a specializované návody (manuály) mohou být i v elektronické podobě </w:t>
      </w:r>
      <w:r w:rsidR="002424C5">
        <w:t>v standardizovaném formátu (PDF, DOC, DOCX, …)</w:t>
      </w:r>
      <w:r>
        <w:t xml:space="preserve"> a</w:t>
      </w:r>
      <w:r w:rsidR="002424C5">
        <w:t xml:space="preserve"> to i v anglickém jazyce. O</w:t>
      </w:r>
      <w:r>
        <w:t xml:space="preserve">kamžikem jejich předání Objednateli se stávají jeho výlučným vlastnictvím. </w:t>
      </w:r>
    </w:p>
    <w:p w:rsidR="007946B7" w:rsidRDefault="007946B7" w:rsidP="007946B7">
      <w:pPr>
        <w:pStyle w:val="SML-odstavec"/>
      </w:pPr>
      <w:r>
        <w:t>V případě, že je se zbožím dodáván zároveň i software</w:t>
      </w:r>
      <w:r w:rsidR="000B5D72">
        <w:t>,</w:t>
      </w:r>
      <w:r>
        <w:t xml:space="preserve"> který je v ceně dodávaného zboží, zavazuje se se Dodavatel zajistit vybavení zboží takovým softwarem tak</w:t>
      </w:r>
      <w:r w:rsidR="000B5D72">
        <w:t xml:space="preserve">, </w:t>
      </w:r>
      <w:r>
        <w:t>aby byl v souladu se zákonem 121/2000 Sb., autorský zákon, v platném znění.</w:t>
      </w:r>
    </w:p>
    <w:p w:rsidR="00EE56D6" w:rsidRDefault="00006A5A" w:rsidP="00EE56D6">
      <w:pPr>
        <w:pStyle w:val="SML-lnek"/>
      </w:pPr>
      <w:r>
        <w:t xml:space="preserve">Kupní </w:t>
      </w:r>
      <w:r w:rsidR="00742399">
        <w:t>cena</w:t>
      </w:r>
      <w:r w:rsidR="00EE56D6">
        <w:t>, platební podmínky</w:t>
      </w:r>
    </w:p>
    <w:p w:rsidR="00EE56D6" w:rsidRDefault="005000DA" w:rsidP="00292830">
      <w:pPr>
        <w:pStyle w:val="SML-odstavec"/>
      </w:pPr>
      <w:r>
        <w:t xml:space="preserve">Celková maximální cena </w:t>
      </w:r>
      <w:r w:rsidR="00A347B7">
        <w:t>plnění</w:t>
      </w:r>
      <w:r w:rsidR="0017022A">
        <w:t xml:space="preserve"> za </w:t>
      </w:r>
      <w:r w:rsidR="0017022A" w:rsidRPr="0017022A">
        <w:rPr>
          <w:b/>
        </w:rPr>
        <w:t>Zboží</w:t>
      </w:r>
      <w:r w:rsidR="0017022A">
        <w:t xml:space="preserve"> </w:t>
      </w:r>
      <w:r w:rsidR="00A347B7">
        <w:t>za všechny</w:t>
      </w:r>
      <w:r>
        <w:t xml:space="preserve"> </w:t>
      </w:r>
      <w:r w:rsidR="0020761C" w:rsidRPr="0017022A">
        <w:rPr>
          <w:b/>
        </w:rPr>
        <w:t>Kupní smlouvy</w:t>
      </w:r>
      <w:r w:rsidR="0020761C">
        <w:t xml:space="preserve"> (</w:t>
      </w:r>
      <w:r>
        <w:t xml:space="preserve">dílčí dodávky </w:t>
      </w:r>
      <w:r w:rsidR="00292830">
        <w:t>zboží a služ</w:t>
      </w:r>
      <w:r>
        <w:t>e</w:t>
      </w:r>
      <w:r w:rsidR="00292830">
        <w:t>b</w:t>
      </w:r>
      <w:r w:rsidR="0020761C">
        <w:t>)</w:t>
      </w:r>
      <w:r w:rsidR="00EE56D6">
        <w:t xml:space="preserve"> </w:t>
      </w:r>
      <w:r>
        <w:t>činí</w:t>
      </w:r>
      <w:r w:rsidR="00EE56D6">
        <w:t xml:space="preserve"> </w:t>
      </w:r>
      <w:sdt>
        <w:sdtPr>
          <w:rPr>
            <w:b/>
            <w:highlight w:val="yellow"/>
          </w:rPr>
          <w:id w:val="578478983"/>
          <w:placeholder>
            <w:docPart w:val="E82313D4BD5D4914BD902B6F006FACFA"/>
          </w:placeholder>
          <w:text/>
        </w:sdtPr>
        <w:sdtEndPr/>
        <w:sdtContent>
          <w:r w:rsidR="0022453C">
            <w:rPr>
              <w:b/>
              <w:highlight w:val="yellow"/>
            </w:rPr>
            <w:t>…………………………………………</w:t>
          </w:r>
          <w:proofErr w:type="gramStart"/>
          <w:r w:rsidR="0022453C">
            <w:rPr>
              <w:b/>
              <w:highlight w:val="yellow"/>
            </w:rPr>
            <w:t>…..</w:t>
          </w:r>
        </w:sdtContent>
      </w:sdt>
      <w:r w:rsidR="00EE56D6">
        <w:t xml:space="preserve"> Kč</w:t>
      </w:r>
      <w:proofErr w:type="gramEnd"/>
      <w:r w:rsidR="00EE56D6">
        <w:t xml:space="preserve"> bez DPH, </w:t>
      </w:r>
      <w:sdt>
        <w:sdtPr>
          <w:rPr>
            <w:b/>
            <w:highlight w:val="yellow"/>
          </w:rPr>
          <w:id w:val="-68736670"/>
          <w:placeholder>
            <w:docPart w:val="6D01D04BAFB14BDDA84F8D4C76E7E6BE"/>
          </w:placeholder>
          <w:text/>
        </w:sdtPr>
        <w:sdtEndPr/>
        <w:sdtContent>
          <w:r w:rsidR="0022453C">
            <w:rPr>
              <w:b/>
              <w:highlight w:val="yellow"/>
            </w:rPr>
            <w:t>……………………………………………..</w:t>
          </w:r>
        </w:sdtContent>
      </w:sdt>
      <w:r w:rsidR="00082DB0">
        <w:t xml:space="preserve"> </w:t>
      </w:r>
      <w:r w:rsidR="00292830">
        <w:t>Kč s DPH.</w:t>
      </w:r>
    </w:p>
    <w:p w:rsidR="0020761C" w:rsidRDefault="0020761C" w:rsidP="00292830">
      <w:pPr>
        <w:pStyle w:val="SML-odstavec"/>
      </w:pPr>
      <w:r>
        <w:t xml:space="preserve">Cena za dodávky dle konkrétních Kupních smluv </w:t>
      </w:r>
      <w:r w:rsidR="002424C5">
        <w:t xml:space="preserve">(dílčích plnění) </w:t>
      </w:r>
      <w:r>
        <w:t>bude stanovena dle položek přílohy č. 1.</w:t>
      </w:r>
    </w:p>
    <w:p w:rsidR="00742399" w:rsidRDefault="002424C5" w:rsidP="00742399">
      <w:pPr>
        <w:pStyle w:val="SML-odstavec"/>
      </w:pPr>
      <w:r>
        <w:t xml:space="preserve">Cena za dodávky dle konkrétních Kupních smluv (dílčích plnění) </w:t>
      </w:r>
      <w:r w:rsidR="00EE56D6">
        <w:t>bude uhrazena na základě faktury – daňového dokladu</w:t>
      </w:r>
      <w:r w:rsidR="00006A5A">
        <w:t xml:space="preserve"> vystaveného Dodavatelem</w:t>
      </w:r>
      <w:r w:rsidR="00742399">
        <w:t>:</w:t>
      </w:r>
    </w:p>
    <w:p w:rsidR="00742399" w:rsidRDefault="00C204BA" w:rsidP="00742399">
      <w:pPr>
        <w:pStyle w:val="SML-bod"/>
      </w:pPr>
      <w:r>
        <w:t>N</w:t>
      </w:r>
      <w:r w:rsidR="00006A5A">
        <w:t xml:space="preserve">ejdříve po převzetí </w:t>
      </w:r>
      <w:r w:rsidR="00A347B7">
        <w:t>dílčí, objednané</w:t>
      </w:r>
      <w:r w:rsidR="00006A5A">
        <w:t xml:space="preserve"> dodávky Zboží Objednatelem a po odstranění </w:t>
      </w:r>
      <w:r w:rsidR="00742399" w:rsidRPr="00742399">
        <w:t>všech případných vad zboží obsažených v protokolu o předání a převzetí zboží</w:t>
      </w:r>
      <w:r>
        <w:rPr>
          <w:lang w:val="en-US"/>
        </w:rPr>
        <w:t>;</w:t>
      </w:r>
    </w:p>
    <w:p w:rsidR="00742399" w:rsidRDefault="00C204BA" w:rsidP="00742399">
      <w:pPr>
        <w:pStyle w:val="SML-bod"/>
      </w:pPr>
      <w:r>
        <w:t>Faktura-daňový doklad</w:t>
      </w:r>
      <w:r w:rsidR="00EE56D6">
        <w:t xml:space="preserve"> musí obsahovat všechny náležitosti dle </w:t>
      </w:r>
      <w:r w:rsidR="00742399" w:rsidRPr="00742399">
        <w:t>řádného daňového dokladu podle příslušných právních předpisů, zejména pak zákona o dani z přidané hodnoty a zákona o účetnictví v platném znění</w:t>
      </w:r>
      <w:r w:rsidR="00742399">
        <w:t>. N</w:t>
      </w:r>
      <w:r w:rsidR="00742399" w:rsidRPr="00742399">
        <w:t xml:space="preserve">edílnou součástí </w:t>
      </w:r>
      <w:r w:rsidR="00742399">
        <w:t xml:space="preserve">tohoto daňového dokladu </w:t>
      </w:r>
      <w:r w:rsidR="00742399" w:rsidRPr="00742399">
        <w:t xml:space="preserve">bude </w:t>
      </w:r>
      <w:r w:rsidR="00A347B7">
        <w:t xml:space="preserve">dílčí objednávka Objednatele a </w:t>
      </w:r>
      <w:r w:rsidR="00742399" w:rsidRPr="00742399">
        <w:t xml:space="preserve">Objednatelem potvrzený protokol o </w:t>
      </w:r>
      <w:r w:rsidR="00A347B7">
        <w:t> </w:t>
      </w:r>
      <w:r w:rsidR="003B60A6">
        <w:t>p</w:t>
      </w:r>
      <w:r w:rsidR="00742399" w:rsidRPr="00742399">
        <w:t>ředání a převzetí zboží</w:t>
      </w:r>
      <w:r>
        <w:t>;</w:t>
      </w:r>
    </w:p>
    <w:p w:rsidR="00EE56D6" w:rsidRDefault="00742399" w:rsidP="00742399">
      <w:pPr>
        <w:pStyle w:val="SML-bod"/>
      </w:pPr>
      <w:r w:rsidRPr="00742399">
        <w:t xml:space="preserve">Splatnost daňového dokladu vystaveného Dodavatelem je 30 dní ode dne jeho doručení Objednateli, spolu s veškerými požadovanými dokumenty, a to doporučeným dopisem, </w:t>
      </w:r>
      <w:r w:rsidR="00A347B7">
        <w:t xml:space="preserve">či osobně, </w:t>
      </w:r>
      <w:r w:rsidRPr="00742399">
        <w:t xml:space="preserve">na adresu </w:t>
      </w:r>
      <w:r w:rsidR="00A347B7">
        <w:t>uvedenou v dílčí objednávce.</w:t>
      </w:r>
      <w:r w:rsidRPr="00742399">
        <w:t xml:space="preserve"> </w:t>
      </w:r>
      <w:r w:rsidRPr="00742399">
        <w:lastRenderedPageBreak/>
        <w:t>Zaplacením se pro účely této smlouvy rozumí den odepsání příslušné částky z účtu Objednatele</w:t>
      </w:r>
    </w:p>
    <w:p w:rsidR="00EE56D6" w:rsidRDefault="00EE56D6" w:rsidP="00EE56D6">
      <w:pPr>
        <w:pStyle w:val="SML-odstavec"/>
      </w:pPr>
      <w:r>
        <w:t>Cen</w:t>
      </w:r>
      <w:r w:rsidR="00FB0AE9">
        <w:t>y dodávky uvedené v odstavci b</w:t>
      </w:r>
      <w:r>
        <w:t>) tohoto článku obsahuj</w:t>
      </w:r>
      <w:r w:rsidR="00FB0AE9">
        <w:t>í</w:t>
      </w:r>
      <w:r>
        <w:t xml:space="preserve"> všechny náklady spojené s realizací smlouvy</w:t>
      </w:r>
      <w:r w:rsidR="00555864">
        <w:t>,</w:t>
      </w:r>
      <w:r>
        <w:t xml:space="preserve"> </w:t>
      </w:r>
      <w:r w:rsidR="00817891">
        <w:t xml:space="preserve">s </w:t>
      </w:r>
      <w:r>
        <w:t>následn</w:t>
      </w:r>
      <w:r w:rsidR="00817891">
        <w:t>ým</w:t>
      </w:r>
      <w:r>
        <w:t xml:space="preserve"> zkušební</w:t>
      </w:r>
      <w:r w:rsidR="00817891">
        <w:t>m</w:t>
      </w:r>
      <w:r>
        <w:t>/ověřovací</w:t>
      </w:r>
      <w:r w:rsidR="00817891">
        <w:t>m</w:t>
      </w:r>
      <w:r>
        <w:t xml:space="preserve"> provoz</w:t>
      </w:r>
      <w:r w:rsidR="00817891">
        <w:t>em</w:t>
      </w:r>
      <w:r w:rsidR="00555864">
        <w:t xml:space="preserve"> a zajištěním záručních oprav</w:t>
      </w:r>
      <w:r w:rsidR="00742399">
        <w:t xml:space="preserve"> v místě instalace (viz článek č 3)</w:t>
      </w:r>
      <w:r w:rsidR="00555864">
        <w:t>.</w:t>
      </w:r>
    </w:p>
    <w:p w:rsidR="00742399" w:rsidRDefault="00742399" w:rsidP="00742399">
      <w:pPr>
        <w:pStyle w:val="SML-odstavec"/>
      </w:pPr>
      <w:r w:rsidRPr="00742399">
        <w:t>Objednatel neposkytuje Dodav</w:t>
      </w:r>
      <w:r w:rsidR="00FB0AE9">
        <w:t>ateli jakékoliv zálohy na cenu Z</w:t>
      </w:r>
      <w:r w:rsidRPr="00742399">
        <w:t>boží</w:t>
      </w:r>
      <w:r>
        <w:t>.</w:t>
      </w:r>
    </w:p>
    <w:p w:rsidR="00EE56D6" w:rsidRDefault="00EE56D6" w:rsidP="00EE56D6">
      <w:pPr>
        <w:pStyle w:val="SML-lnek"/>
      </w:pPr>
      <w:r>
        <w:t>Zmocněné osoby</w:t>
      </w:r>
      <w:r w:rsidR="007F2CDF">
        <w:t>, komunikační adresy</w:t>
      </w:r>
    </w:p>
    <w:p w:rsidR="00EE56D6" w:rsidRDefault="00EE56D6" w:rsidP="00EE56D6">
      <w:pPr>
        <w:pStyle w:val="SML-odstavec"/>
      </w:pPr>
      <w:r>
        <w:t xml:space="preserve">Za účelem plnění smlouvy Objednatel zmocňuje osoby </w:t>
      </w:r>
      <w:r w:rsidR="00817891">
        <w:t xml:space="preserve">odpovědné jednat </w:t>
      </w:r>
      <w:r>
        <w:t>za následující oblasti:</w:t>
      </w:r>
    </w:p>
    <w:p w:rsidR="00F759ED" w:rsidRDefault="003B60A6" w:rsidP="00F759ED">
      <w:pPr>
        <w:pStyle w:val="SML-bod"/>
      </w:pPr>
      <w:r>
        <w:t>Uzavření K</w:t>
      </w:r>
      <w:r w:rsidR="00DF0C8B">
        <w:t xml:space="preserve">upní smlouvy – vystavení dílčí objednávky: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Michaela Šindelářová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+420 38 903 7712</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msindel@zsf.jcu.cz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Edita Hronková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+420 38 903 7713</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ehronkova@zsf.jcu.cz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Jana Janáková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+420 38 903 7714</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DF0C8B">
              <w:t>jjanakova@zsf.jcu.cz</w:t>
            </w:r>
          </w:p>
        </w:tc>
      </w:tr>
    </w:tbl>
    <w:p w:rsidR="00F759ED" w:rsidRDefault="00F759ED" w:rsidP="00F759ED">
      <w:pPr>
        <w:pStyle w:val="SML-bod"/>
        <w:numPr>
          <w:ilvl w:val="3"/>
          <w:numId w:val="2"/>
        </w:numPr>
      </w:pPr>
    </w:p>
    <w:p w:rsidR="00F759ED" w:rsidRDefault="00F759ED"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593EF8" w:rsidP="00F759ED">
            <w:pPr>
              <w:pStyle w:val="SML-bod"/>
              <w:numPr>
                <w:ilvl w:val="0"/>
                <w:numId w:val="0"/>
              </w:numPr>
            </w:pPr>
            <w:r>
              <w:t>Iva Kubešová</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593EF8" w:rsidP="00F759ED">
            <w:pPr>
              <w:pStyle w:val="SML-bod"/>
              <w:numPr>
                <w:ilvl w:val="0"/>
                <w:numId w:val="0"/>
              </w:numPr>
            </w:pPr>
            <w:r>
              <w:t>+420 38 903 7717</w:t>
            </w: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593EF8" w:rsidP="00F759ED">
            <w:pPr>
              <w:pStyle w:val="SML-bod"/>
              <w:numPr>
                <w:ilvl w:val="0"/>
                <w:numId w:val="0"/>
              </w:numPr>
            </w:pPr>
            <w:r w:rsidRPr="00593EF8">
              <w:t>ikubesova@zsf.jcu.cz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7F2CDF" w:rsidRDefault="007F2CDF" w:rsidP="00593EF8">
      <w:pPr>
        <w:pStyle w:val="SML-bod"/>
        <w:numPr>
          <w:ilvl w:val="0"/>
          <w:numId w:val="0"/>
        </w:numPr>
      </w:pPr>
    </w:p>
    <w:p w:rsidR="00F759ED" w:rsidRDefault="003B60A6" w:rsidP="00F759ED">
      <w:pPr>
        <w:pStyle w:val="SML-bod"/>
      </w:pPr>
      <w:r>
        <w:t>Uzavření K</w:t>
      </w:r>
      <w:r w:rsidR="00DF0C8B">
        <w:t>upní smlouvy – potvrzení objednávky</w:t>
      </w:r>
      <w:r w:rsidR="00F759ED">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Objednávky pro útvar tvITa</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p>
        </w:tc>
        <w:tc>
          <w:tcPr>
            <w:tcW w:w="730" w:type="dxa"/>
          </w:tcPr>
          <w:p w:rsidR="00F759ED" w:rsidRDefault="00F759ED" w:rsidP="00F759ED">
            <w:pPr>
              <w:pStyle w:val="SML-bod"/>
              <w:numPr>
                <w:ilvl w:val="0"/>
                <w:numId w:val="0"/>
              </w:numPr>
            </w:pPr>
            <w:r>
              <w:rPr>
                <w:i/>
                <w:sz w:val="18"/>
              </w:rPr>
              <w:t>E-mail</w:t>
            </w:r>
          </w:p>
        </w:tc>
        <w:tc>
          <w:tcPr>
            <w:tcW w:w="2485" w:type="dxa"/>
          </w:tcPr>
          <w:p w:rsidR="00F759ED" w:rsidRDefault="00F759ED" w:rsidP="00F759ED">
            <w:pPr>
              <w:pStyle w:val="SML-bod"/>
              <w:numPr>
                <w:ilvl w:val="0"/>
                <w:numId w:val="0"/>
              </w:numPr>
            </w:pPr>
            <w:r>
              <w:t>ITobjednavky</w:t>
            </w:r>
            <w:r w:rsidRPr="00DF0C8B">
              <w:t>@zsf.jcu.cz</w:t>
            </w:r>
          </w:p>
        </w:tc>
      </w:tr>
    </w:tbl>
    <w:p w:rsidR="00F759ED" w:rsidRDefault="00F759ED" w:rsidP="00F759ED">
      <w:pPr>
        <w:pStyle w:val="SML-bod"/>
        <w:numPr>
          <w:ilvl w:val="3"/>
          <w:numId w:val="2"/>
        </w:numPr>
      </w:pPr>
    </w:p>
    <w:p w:rsidR="00F759ED" w:rsidRDefault="00F759ED" w:rsidP="00F759ED">
      <w:pPr>
        <w:pStyle w:val="SML-bod"/>
        <w:keepLines/>
        <w:numPr>
          <w:ilvl w:val="0"/>
          <w:numId w:val="0"/>
        </w:numPr>
        <w:ind w:left="1134"/>
      </w:pPr>
    </w:p>
    <w:p w:rsidR="00993B68" w:rsidRDefault="00EE56D6" w:rsidP="00993B68">
      <w:pPr>
        <w:pStyle w:val="SML-bod"/>
        <w:keepLines/>
      </w:pPr>
      <w:r>
        <w:t>Jednání ve věcech smluvních</w:t>
      </w:r>
      <w:r w:rsidR="00240E05">
        <w:t xml:space="preserve"> – podpis protokolu</w:t>
      </w:r>
      <w:r w:rsidR="00C204BA">
        <w:t xml:space="preserve"> o předání-</w:t>
      </w:r>
      <w:r w:rsidR="0075269E">
        <w:t xml:space="preserve">a </w:t>
      </w:r>
      <w:r w:rsidR="00FB0AE9">
        <w:t>převzetí Z</w:t>
      </w:r>
      <w:r w:rsidR="00C204BA">
        <w:t>boží</w:t>
      </w:r>
      <w:r>
        <w:t>:</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Ing. Milan Tržil</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+420 724 201 336</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trzil</w:t>
            </w:r>
            <w:r w:rsidRPr="00DF0C8B">
              <w:t>@zsf.jcu.cz</w:t>
            </w:r>
          </w:p>
        </w:tc>
      </w:tr>
    </w:tbl>
    <w:p w:rsidR="00993B68" w:rsidRDefault="00993B68" w:rsidP="00993B68">
      <w:pPr>
        <w:pStyle w:val="SML-bod"/>
        <w:numPr>
          <w:ilvl w:val="3"/>
          <w:numId w:val="2"/>
        </w:numPr>
      </w:pPr>
    </w:p>
    <w:p w:rsidR="00993B68" w:rsidRDefault="00993B68" w:rsidP="00993B68">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993B68" w:rsidTr="00D667DA">
        <w:tc>
          <w:tcPr>
            <w:tcW w:w="730" w:type="dxa"/>
          </w:tcPr>
          <w:p w:rsidR="00993B68" w:rsidRPr="007F2CDF" w:rsidRDefault="00993B68" w:rsidP="00D667DA">
            <w:pPr>
              <w:pStyle w:val="SML-bod"/>
              <w:numPr>
                <w:ilvl w:val="0"/>
                <w:numId w:val="0"/>
              </w:numPr>
              <w:rPr>
                <w:i/>
              </w:rPr>
            </w:pPr>
            <w:r w:rsidRPr="007F2CDF">
              <w:rPr>
                <w:i/>
                <w:sz w:val="18"/>
              </w:rPr>
              <w:t>jméno</w:t>
            </w:r>
          </w:p>
        </w:tc>
        <w:tc>
          <w:tcPr>
            <w:tcW w:w="5332" w:type="dxa"/>
            <w:gridSpan w:val="3"/>
          </w:tcPr>
          <w:p w:rsidR="00993B68" w:rsidRDefault="00993B68" w:rsidP="00D667DA">
            <w:pPr>
              <w:pStyle w:val="SML-bod"/>
              <w:numPr>
                <w:ilvl w:val="0"/>
                <w:numId w:val="0"/>
              </w:numPr>
            </w:pPr>
            <w:r>
              <w:t>Tomáš Olišar</w:t>
            </w:r>
          </w:p>
        </w:tc>
      </w:tr>
      <w:tr w:rsidR="00993B68" w:rsidTr="00D667DA">
        <w:tc>
          <w:tcPr>
            <w:tcW w:w="730" w:type="dxa"/>
          </w:tcPr>
          <w:p w:rsidR="00993B68" w:rsidRDefault="00993B68" w:rsidP="00D667DA">
            <w:pPr>
              <w:pStyle w:val="SML-bod"/>
              <w:numPr>
                <w:ilvl w:val="0"/>
                <w:numId w:val="0"/>
              </w:numPr>
            </w:pPr>
            <w:r>
              <w:rPr>
                <w:i/>
                <w:sz w:val="18"/>
              </w:rPr>
              <w:t>telefon</w:t>
            </w:r>
          </w:p>
        </w:tc>
        <w:tc>
          <w:tcPr>
            <w:tcW w:w="2117" w:type="dxa"/>
          </w:tcPr>
          <w:p w:rsidR="00993B68" w:rsidRDefault="00993B68" w:rsidP="00D667DA">
            <w:pPr>
              <w:pStyle w:val="SML-bod"/>
              <w:numPr>
                <w:ilvl w:val="0"/>
                <w:numId w:val="0"/>
              </w:numPr>
            </w:pPr>
            <w:r>
              <w:t>+420 38 903 7777</w:t>
            </w:r>
          </w:p>
        </w:tc>
        <w:tc>
          <w:tcPr>
            <w:tcW w:w="730" w:type="dxa"/>
          </w:tcPr>
          <w:p w:rsidR="00993B68" w:rsidRDefault="00993B68" w:rsidP="00D667DA">
            <w:pPr>
              <w:pStyle w:val="SML-bod"/>
              <w:numPr>
                <w:ilvl w:val="0"/>
                <w:numId w:val="0"/>
              </w:numPr>
            </w:pPr>
            <w:r>
              <w:rPr>
                <w:i/>
                <w:sz w:val="18"/>
              </w:rPr>
              <w:t>E-mail</w:t>
            </w:r>
          </w:p>
        </w:tc>
        <w:tc>
          <w:tcPr>
            <w:tcW w:w="2485" w:type="dxa"/>
          </w:tcPr>
          <w:p w:rsidR="00993B68" w:rsidRDefault="00993B68" w:rsidP="00D667DA">
            <w:pPr>
              <w:pStyle w:val="SML-bod"/>
              <w:numPr>
                <w:ilvl w:val="0"/>
                <w:numId w:val="0"/>
              </w:numPr>
            </w:pPr>
            <w:r>
              <w:t>tolisar</w:t>
            </w:r>
            <w:r>
              <w:rPr>
                <w:lang w:val="en-US"/>
              </w:rPr>
              <w:t>@</w:t>
            </w:r>
            <w:r w:rsidRPr="00DF0C8B">
              <w:t>zsf.jcu.cz</w:t>
            </w:r>
          </w:p>
        </w:tc>
      </w:tr>
    </w:tbl>
    <w:p w:rsidR="00993B68" w:rsidRDefault="00993B68" w:rsidP="00993B68">
      <w:pPr>
        <w:pStyle w:val="SML-bod"/>
        <w:numPr>
          <w:ilvl w:val="3"/>
          <w:numId w:val="2"/>
        </w:numPr>
      </w:pPr>
    </w:p>
    <w:p w:rsidR="00F759ED" w:rsidRDefault="00F759ED" w:rsidP="00993B68">
      <w:pPr>
        <w:pStyle w:val="SML-bod"/>
        <w:numPr>
          <w:ilvl w:val="0"/>
          <w:numId w:val="0"/>
        </w:numPr>
      </w:pPr>
    </w:p>
    <w:p w:rsidR="00240E05" w:rsidRDefault="00240E05" w:rsidP="00993B68">
      <w:pPr>
        <w:pStyle w:val="SML-bod"/>
        <w:numPr>
          <w:ilvl w:val="0"/>
          <w:numId w:val="0"/>
        </w:numPr>
        <w:ind w:left="1134"/>
      </w:pPr>
    </w:p>
    <w:p w:rsidR="00F759ED" w:rsidRDefault="00EE56D6" w:rsidP="00F759ED">
      <w:pPr>
        <w:pStyle w:val="SML-bod"/>
      </w:pPr>
      <w:r>
        <w:t xml:space="preserve">Jednání ve věcech technických a realizačních: </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7F2CDF" w:rsidTr="00F759ED">
        <w:tc>
          <w:tcPr>
            <w:tcW w:w="730" w:type="dxa"/>
          </w:tcPr>
          <w:p w:rsidR="007F2CDF" w:rsidRPr="007F2CDF" w:rsidRDefault="007F2CDF" w:rsidP="00F759ED">
            <w:pPr>
              <w:pStyle w:val="SML-bod"/>
              <w:numPr>
                <w:ilvl w:val="0"/>
                <w:numId w:val="0"/>
              </w:numPr>
              <w:rPr>
                <w:i/>
              </w:rPr>
            </w:pPr>
            <w:r w:rsidRPr="007F2CDF">
              <w:rPr>
                <w:i/>
                <w:sz w:val="18"/>
              </w:rPr>
              <w:t>jméno</w:t>
            </w:r>
          </w:p>
        </w:tc>
        <w:tc>
          <w:tcPr>
            <w:tcW w:w="5332" w:type="dxa"/>
            <w:gridSpan w:val="3"/>
          </w:tcPr>
          <w:p w:rsidR="007F2CDF" w:rsidRDefault="007F2CDF" w:rsidP="00F759ED">
            <w:pPr>
              <w:pStyle w:val="SML-bod"/>
              <w:numPr>
                <w:ilvl w:val="0"/>
                <w:numId w:val="0"/>
              </w:numPr>
            </w:pPr>
            <w:r>
              <w:t>Ing. Milan Tržil</w:t>
            </w:r>
          </w:p>
        </w:tc>
      </w:tr>
      <w:tr w:rsidR="007F2CDF" w:rsidTr="00F759ED">
        <w:tc>
          <w:tcPr>
            <w:tcW w:w="730" w:type="dxa"/>
          </w:tcPr>
          <w:p w:rsidR="007F2CDF" w:rsidRDefault="007F2CDF" w:rsidP="00F759ED">
            <w:pPr>
              <w:pStyle w:val="SML-bod"/>
              <w:numPr>
                <w:ilvl w:val="0"/>
                <w:numId w:val="0"/>
              </w:numPr>
            </w:pPr>
            <w:r>
              <w:rPr>
                <w:i/>
                <w:sz w:val="18"/>
              </w:rPr>
              <w:t>telefon</w:t>
            </w:r>
          </w:p>
        </w:tc>
        <w:tc>
          <w:tcPr>
            <w:tcW w:w="2117" w:type="dxa"/>
          </w:tcPr>
          <w:p w:rsidR="007F2CDF" w:rsidRDefault="007F2CDF" w:rsidP="00F759ED">
            <w:pPr>
              <w:pStyle w:val="SML-bod"/>
              <w:numPr>
                <w:ilvl w:val="0"/>
                <w:numId w:val="0"/>
              </w:numPr>
            </w:pPr>
            <w:r>
              <w:t>+420</w:t>
            </w:r>
            <w:r w:rsidR="00C17D9A">
              <w:t> 724 201 336</w:t>
            </w:r>
          </w:p>
        </w:tc>
        <w:tc>
          <w:tcPr>
            <w:tcW w:w="730" w:type="dxa"/>
          </w:tcPr>
          <w:p w:rsidR="007F2CDF" w:rsidRDefault="007F2CDF" w:rsidP="00F759ED">
            <w:pPr>
              <w:pStyle w:val="SML-bod"/>
              <w:numPr>
                <w:ilvl w:val="0"/>
                <w:numId w:val="0"/>
              </w:numPr>
            </w:pPr>
            <w:r>
              <w:rPr>
                <w:i/>
                <w:sz w:val="18"/>
              </w:rPr>
              <w:t>E-mail</w:t>
            </w:r>
          </w:p>
        </w:tc>
        <w:tc>
          <w:tcPr>
            <w:tcW w:w="2485" w:type="dxa"/>
          </w:tcPr>
          <w:p w:rsidR="007F2CDF" w:rsidRDefault="00C17D9A" w:rsidP="00F759ED">
            <w:pPr>
              <w:pStyle w:val="SML-bod"/>
              <w:numPr>
                <w:ilvl w:val="0"/>
                <w:numId w:val="0"/>
              </w:numPr>
            </w:pPr>
            <w:r>
              <w:t>trzil</w:t>
            </w:r>
            <w:r w:rsidR="007F2CDF"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Default="00EE56D6" w:rsidP="00F759ED">
      <w:pPr>
        <w:pStyle w:val="SML-bod"/>
        <w:keepLines/>
      </w:pPr>
      <w:r>
        <w:t>Jednání ve věcech realizačních:</w:t>
      </w: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Martin Schuh</w:t>
            </w:r>
          </w:p>
        </w:tc>
      </w:tr>
      <w:tr w:rsidR="00F759ED" w:rsidTr="00F759ED">
        <w:tc>
          <w:tcPr>
            <w:tcW w:w="730" w:type="dxa"/>
          </w:tcPr>
          <w:p w:rsidR="00F759ED" w:rsidRDefault="00F759ED" w:rsidP="00F759ED">
            <w:pPr>
              <w:pStyle w:val="SML-bod"/>
              <w:numPr>
                <w:ilvl w:val="0"/>
                <w:numId w:val="0"/>
              </w:numPr>
            </w:pPr>
            <w:r>
              <w:rPr>
                <w:i/>
                <w:sz w:val="18"/>
              </w:rPr>
              <w:t>telefon</w:t>
            </w:r>
          </w:p>
        </w:tc>
        <w:tc>
          <w:tcPr>
            <w:tcW w:w="2117" w:type="dxa"/>
          </w:tcPr>
          <w:p w:rsidR="00F759ED" w:rsidRDefault="00F759ED" w:rsidP="00F759ED">
            <w:pPr>
              <w:pStyle w:val="SML-bod"/>
              <w:numPr>
                <w:ilvl w:val="0"/>
                <w:numId w:val="0"/>
              </w:numPr>
            </w:pPr>
            <w:r>
              <w:t>+420 38 903 7754</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mschuh</w:t>
            </w:r>
            <w:r w:rsidRPr="00DF0C8B">
              <w:t>@zsf.jcu.cz</w:t>
            </w:r>
          </w:p>
        </w:tc>
      </w:tr>
    </w:tbl>
    <w:p w:rsidR="00F759ED" w:rsidRDefault="00F759ED" w:rsidP="00F759ED">
      <w:pPr>
        <w:pStyle w:val="SML-bod"/>
        <w:numPr>
          <w:ilvl w:val="3"/>
          <w:numId w:val="2"/>
        </w:numPr>
      </w:pPr>
    </w:p>
    <w:p w:rsidR="00993B68" w:rsidRDefault="00993B68" w:rsidP="00F759ED">
      <w:pPr>
        <w:pStyle w:val="SML-bod"/>
        <w:numPr>
          <w:ilvl w:val="0"/>
          <w:numId w:val="0"/>
        </w:numPr>
      </w:pPr>
    </w:p>
    <w:tbl>
      <w:tblPr>
        <w:tblStyle w:val="Mkatabulky"/>
        <w:tblpPr w:leftFromText="142" w:rightFromText="142" w:bottomFromText="142" w:vertAnchor="text" w:tblpX="1702" w:tblpY="1"/>
        <w:tblOverlap w:val="never"/>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F759ED" w:rsidTr="00F759ED">
        <w:tc>
          <w:tcPr>
            <w:tcW w:w="730" w:type="dxa"/>
          </w:tcPr>
          <w:p w:rsidR="00F759ED" w:rsidRPr="007F2CDF" w:rsidRDefault="00F759ED" w:rsidP="00F759ED">
            <w:pPr>
              <w:pStyle w:val="SML-bod"/>
              <w:numPr>
                <w:ilvl w:val="0"/>
                <w:numId w:val="0"/>
              </w:numPr>
              <w:rPr>
                <w:i/>
              </w:rPr>
            </w:pPr>
            <w:r w:rsidRPr="007F2CDF">
              <w:rPr>
                <w:i/>
                <w:sz w:val="18"/>
              </w:rPr>
              <w:t>jméno</w:t>
            </w:r>
          </w:p>
        </w:tc>
        <w:tc>
          <w:tcPr>
            <w:tcW w:w="5332" w:type="dxa"/>
            <w:gridSpan w:val="3"/>
          </w:tcPr>
          <w:p w:rsidR="00F759ED" w:rsidRDefault="00F759ED" w:rsidP="00F759ED">
            <w:pPr>
              <w:pStyle w:val="SML-bod"/>
              <w:numPr>
                <w:ilvl w:val="0"/>
                <w:numId w:val="0"/>
              </w:numPr>
            </w:pPr>
            <w:r>
              <w:t>Tomáš Olišar</w:t>
            </w:r>
          </w:p>
        </w:tc>
      </w:tr>
      <w:tr w:rsidR="00F759ED" w:rsidTr="00F759ED">
        <w:tc>
          <w:tcPr>
            <w:tcW w:w="730" w:type="dxa"/>
          </w:tcPr>
          <w:p w:rsidR="00F759ED" w:rsidRDefault="00F759ED" w:rsidP="00F759ED">
            <w:pPr>
              <w:pStyle w:val="SML-bod"/>
              <w:numPr>
                <w:ilvl w:val="0"/>
                <w:numId w:val="0"/>
              </w:numPr>
            </w:pPr>
            <w:r>
              <w:rPr>
                <w:i/>
                <w:sz w:val="18"/>
              </w:rPr>
              <w:lastRenderedPageBreak/>
              <w:t>telefon</w:t>
            </w:r>
          </w:p>
        </w:tc>
        <w:tc>
          <w:tcPr>
            <w:tcW w:w="2117" w:type="dxa"/>
          </w:tcPr>
          <w:p w:rsidR="00F759ED" w:rsidRDefault="00F759ED" w:rsidP="00F759ED">
            <w:pPr>
              <w:pStyle w:val="SML-bod"/>
              <w:numPr>
                <w:ilvl w:val="0"/>
                <w:numId w:val="0"/>
              </w:numPr>
            </w:pPr>
            <w:r>
              <w:t>+420 38 903 7777</w:t>
            </w:r>
          </w:p>
        </w:tc>
        <w:tc>
          <w:tcPr>
            <w:tcW w:w="730" w:type="dxa"/>
          </w:tcPr>
          <w:p w:rsidR="00F759ED" w:rsidRDefault="00F364E7" w:rsidP="00F759ED">
            <w:pPr>
              <w:pStyle w:val="SML-bod"/>
              <w:numPr>
                <w:ilvl w:val="0"/>
                <w:numId w:val="0"/>
              </w:numPr>
            </w:pPr>
            <w:r>
              <w:rPr>
                <w:i/>
                <w:sz w:val="18"/>
              </w:rPr>
              <w:t>E-mail</w:t>
            </w:r>
          </w:p>
        </w:tc>
        <w:tc>
          <w:tcPr>
            <w:tcW w:w="2485" w:type="dxa"/>
          </w:tcPr>
          <w:p w:rsidR="00F759ED" w:rsidRDefault="00F364E7" w:rsidP="00F364E7">
            <w:pPr>
              <w:pStyle w:val="SML-bod"/>
              <w:numPr>
                <w:ilvl w:val="0"/>
                <w:numId w:val="0"/>
              </w:numPr>
            </w:pPr>
            <w:r>
              <w:t>tolisar</w:t>
            </w:r>
            <w:r>
              <w:rPr>
                <w:lang w:val="en-US"/>
              </w:rPr>
              <w:t>@</w:t>
            </w:r>
            <w:r w:rsidRPr="00DF0C8B">
              <w:t>zsf.jcu.cz</w:t>
            </w:r>
          </w:p>
        </w:tc>
      </w:tr>
    </w:tbl>
    <w:p w:rsidR="00F759ED" w:rsidRDefault="00F759ED" w:rsidP="00F759ED">
      <w:pPr>
        <w:pStyle w:val="SML-bod"/>
        <w:numPr>
          <w:ilvl w:val="3"/>
          <w:numId w:val="2"/>
        </w:numPr>
      </w:pPr>
    </w:p>
    <w:p w:rsidR="00C17D9A" w:rsidRDefault="00C17D9A" w:rsidP="00F759ED">
      <w:pPr>
        <w:pStyle w:val="SML-bod"/>
        <w:keepLines/>
        <w:numPr>
          <w:ilvl w:val="0"/>
          <w:numId w:val="0"/>
        </w:numPr>
      </w:pPr>
    </w:p>
    <w:p w:rsidR="00F759ED" w:rsidRPr="00240E05" w:rsidRDefault="00F759ED" w:rsidP="00F759ED">
      <w:pPr>
        <w:pStyle w:val="SML-bod"/>
        <w:keepLines/>
        <w:numPr>
          <w:ilvl w:val="0"/>
          <w:numId w:val="0"/>
        </w:numPr>
      </w:pPr>
    </w:p>
    <w:p w:rsidR="00EE56D6" w:rsidRDefault="00EE56D6" w:rsidP="00EE56D6">
      <w:pPr>
        <w:pStyle w:val="SML-odstavec"/>
      </w:pPr>
      <w:r>
        <w:t xml:space="preserve">Za účelem plnění smlouvy </w:t>
      </w:r>
      <w:r w:rsidR="00292830">
        <w:t>Dodavatel</w:t>
      </w:r>
      <w:r>
        <w:t xml:space="preserve"> zmocňuje osoby</w:t>
      </w:r>
      <w:r w:rsidR="00817891">
        <w:t xml:space="preserve"> odpovědné jednat</w:t>
      </w:r>
      <w:r>
        <w:t xml:space="preserve"> za následující oblasti:</w:t>
      </w:r>
    </w:p>
    <w:p w:rsidR="00F759ED" w:rsidRDefault="003B60A6" w:rsidP="00F759ED">
      <w:pPr>
        <w:pStyle w:val="SML-bod"/>
        <w:keepLines/>
      </w:pPr>
      <w:r>
        <w:t>Uzavření Kupní smlouvy – potvrzení objednávky:</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576637716"/>
            <w:placeholder>
              <w:docPart w:val="F663095854074545BC0DEAF5102B3152"/>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669756057"/>
            <w:placeholder>
              <w:docPart w:val="3B6CDD57360249B6AB3843DFA85287F0"/>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928304613"/>
            <w:placeholder>
              <w:docPart w:val="DE85931DEE3F4DC9B5C92D3447BB22C6"/>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1503770933"/>
            <w:placeholder>
              <w:docPart w:val="9240DBF276AE420F918EB4B78C3B5078"/>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20705722"/>
            <w:placeholder>
              <w:docPart w:val="6E617F9F838841C7B79DD575C51C4813"/>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423038188"/>
            <w:placeholder>
              <w:docPart w:val="8E404C080EAE4EBDB07D5C52102AF37C"/>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16839749"/>
            <w:placeholder>
              <w:docPart w:val="9161833239994DE4BA2F09033B00194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234282036"/>
            <w:placeholder>
              <w:docPart w:val="4EA2CD7C5D7F46879E8D95FD1768FD36"/>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85454777"/>
            <w:placeholder>
              <w:docPart w:val="FB01423B264541DBB7215A9A24670004"/>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784036297"/>
            <w:placeholder>
              <w:docPart w:val="F47B35C47B0C4178840E82A883C101C0"/>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417786030"/>
            <w:placeholder>
              <w:docPart w:val="2928076022BD49FF886DE94C5E3FE2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469052862"/>
            <w:placeholder>
              <w:docPart w:val="2D18B4FA47384638B7B6E7CDA971FF0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75269E" w:rsidP="00075E2A">
      <w:pPr>
        <w:pStyle w:val="SML-bod"/>
        <w:keepLines/>
      </w:pPr>
      <w:r>
        <w:t xml:space="preserve">Jednání ve věcech smluvních – podpis protokolu o předání-a převzetí </w:t>
      </w:r>
      <w:r w:rsidR="00FB0AE9">
        <w:t>Z</w:t>
      </w:r>
      <w:r>
        <w:t>boží</w:t>
      </w:r>
      <w:r w:rsidR="00F759ED">
        <w:t>:</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857041576"/>
            <w:placeholder>
              <w:docPart w:val="3666D3DB92884C41B759CD06FCBDA0B9"/>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96725135"/>
            <w:placeholder>
              <w:docPart w:val="E152DF2C754A434A8E3E1F11D366975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283614431"/>
            <w:placeholder>
              <w:docPart w:val="248C4E62605949A69E1199AAEF74FF1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586307946"/>
            <w:placeholder>
              <w:docPart w:val="17ED16C1A10B44579C679D788C31FB75"/>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553667687"/>
            <w:placeholder>
              <w:docPart w:val="36938F3B4C3C496099677FF68D9CF37D"/>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434256536"/>
            <w:placeholder>
              <w:docPart w:val="82C07EBE7F224209B6C7544B8305C1F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2019887757"/>
            <w:placeholder>
              <w:docPart w:val="2681C13AB0A84A6C9C4BE6CDCDBCB5CB"/>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74251649"/>
            <w:placeholder>
              <w:docPart w:val="739A0F7F70144248BCD3FCD31421B8B1"/>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193764826"/>
            <w:placeholder>
              <w:docPart w:val="64899A44A137448BA1C7CFE801A3AEAA"/>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20457592"/>
            <w:placeholder>
              <w:docPart w:val="AC78F90D2B9346B09CAF2F5891D6EE1A"/>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923519060"/>
            <w:placeholder>
              <w:docPart w:val="8B8C5804BF784932AA8067B4B49552A7"/>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899324"/>
            <w:placeholder>
              <w:docPart w:val="6AF9BC235B034D57ADFC782357563E7C"/>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F90791" w:rsidP="00075E2A">
      <w:pPr>
        <w:pStyle w:val="SML-bod"/>
        <w:keepLines/>
      </w:pPr>
      <w:r>
        <w:t>Jednání</w:t>
      </w:r>
      <w:r w:rsidR="00EE56D6">
        <w:t xml:space="preserve"> ve věcech technických a realizačních</w:t>
      </w:r>
      <w:r w:rsidR="00F759ED" w:rsidRPr="00F759ED">
        <w:t xml:space="preserve"> </w:t>
      </w: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890077"/>
            <w:placeholder>
              <w:docPart w:val="4205B34EF9FF4C80AE995CD3D65BB5A2"/>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954991735"/>
            <w:placeholder>
              <w:docPart w:val="A438AAC6A3D046F292B3A47B801116A8"/>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028006056"/>
            <w:placeholder>
              <w:docPart w:val="8739F3B5F92F4FFCAE6C3D224FF9DA5D"/>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F364E7" w:rsidRDefault="00F364E7" w:rsidP="00993B68">
      <w:pPr>
        <w:pStyle w:val="SML-bod"/>
        <w:keepLines/>
        <w:numPr>
          <w:ilvl w:val="0"/>
          <w:numId w:val="0"/>
        </w:numPr>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425854379"/>
            <w:placeholder>
              <w:docPart w:val="7674B453536A4AE6B42299C5E0E6240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5447685"/>
            <w:placeholder>
              <w:docPart w:val="E467EB07ED064358AEBCD6F3FA7E9EE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255409842"/>
            <w:placeholder>
              <w:docPart w:val="2CF2039A536E4119BB55D21DF25589BE"/>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931109152"/>
            <w:placeholder>
              <w:docPart w:val="C59B6B557C514A35A5511D9469AC4F4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453857741"/>
            <w:placeholder>
              <w:docPart w:val="D745672776D44EF9A42ACF96E2869A03"/>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322891237"/>
            <w:placeholder>
              <w:docPart w:val="49A97FCC5AE942AEB9CF89FF7FCCE85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769547033"/>
            <w:placeholder>
              <w:docPart w:val="8B750FC7CEAF4B1BA0962EDFBFB3B15C"/>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2128230230"/>
            <w:placeholder>
              <w:docPart w:val="57B03507C2244A16A9999BC7B6900EA0"/>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708407978"/>
            <w:placeholder>
              <w:docPart w:val="8196A30F94154B9987C650F51AB79349"/>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F759ED">
      <w:pPr>
        <w:pStyle w:val="SML-bod"/>
        <w:keepLines/>
        <w:numPr>
          <w:ilvl w:val="0"/>
          <w:numId w:val="0"/>
        </w:numPr>
        <w:ind w:left="1134" w:hanging="567"/>
      </w:pPr>
    </w:p>
    <w:p w:rsidR="00075E2A" w:rsidRDefault="00EE56D6" w:rsidP="00075E2A">
      <w:pPr>
        <w:pStyle w:val="SML-bod"/>
        <w:keepLines/>
      </w:pPr>
      <w:r>
        <w:t>J</w:t>
      </w:r>
      <w:r w:rsidR="00082DB0">
        <w:t>ednání ve věcech realizačních</w:t>
      </w:r>
      <w:r w:rsidR="00F759ED" w:rsidRPr="00F759ED">
        <w:t xml:space="preserve"> </w:t>
      </w:r>
    </w:p>
    <w:p w:rsidR="00075E2A" w:rsidRDefault="00075E2A" w:rsidP="00075E2A">
      <w:pPr>
        <w:pStyle w:val="SML-bod"/>
        <w:keepLines/>
        <w:numPr>
          <w:ilvl w:val="3"/>
          <w:numId w:val="1"/>
        </w:numPr>
      </w:pPr>
      <w:r>
        <w:lastRenderedPageBreak/>
        <w:t xml:space="preserve"> </w:t>
      </w:r>
    </w:p>
    <w:tbl>
      <w:tblPr>
        <w:tblStyle w:val="Mkatabulky"/>
        <w:tblpPr w:rightFromText="6577" w:bottomFromText="284" w:vertAnchor="text" w:tblpX="1986" w:tblpY="-226"/>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385087842"/>
            <w:placeholder>
              <w:docPart w:val="033042543AC24815BF7F36DB6AFD3A23"/>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839854874"/>
            <w:placeholder>
              <w:docPart w:val="3B68A2CD51CC43A588B1A24619A3D2FF"/>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559404366"/>
            <w:placeholder>
              <w:docPart w:val="5AD023BF0AEB484C919A41CEF4DC444F"/>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380"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099293977"/>
            <w:placeholder>
              <w:docPart w:val="EA0056E5AE05455B86B0419734C84D06"/>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1650316313"/>
            <w:placeholder>
              <w:docPart w:val="1C8441E130E343D286CCC60FD8CD6D95"/>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614874227"/>
            <w:placeholder>
              <w:docPart w:val="C79A84FF3A374AFF8EB763D3C65D0181"/>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bottomFromText="284"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5C2A2F">
        <w:tc>
          <w:tcPr>
            <w:tcW w:w="730" w:type="dxa"/>
          </w:tcPr>
          <w:p w:rsidR="00075E2A" w:rsidRPr="007F2CDF" w:rsidRDefault="00075E2A" w:rsidP="005C2A2F">
            <w:pPr>
              <w:pStyle w:val="SML-bod"/>
              <w:numPr>
                <w:ilvl w:val="0"/>
                <w:numId w:val="0"/>
              </w:numPr>
              <w:rPr>
                <w:i/>
              </w:rPr>
            </w:pPr>
            <w:r w:rsidRPr="007F2CDF">
              <w:rPr>
                <w:i/>
                <w:sz w:val="18"/>
              </w:rPr>
              <w:t>jméno</w:t>
            </w:r>
          </w:p>
        </w:tc>
        <w:sdt>
          <w:sdtPr>
            <w:id w:val="1690722395"/>
            <w:placeholder>
              <w:docPart w:val="3C5527FC2299462281E9656B31300E0F"/>
            </w:placeholder>
            <w:showingPlcHdr/>
          </w:sdtPr>
          <w:sdtEndPr/>
          <w:sdtContent>
            <w:tc>
              <w:tcPr>
                <w:tcW w:w="5332" w:type="dxa"/>
                <w:gridSpan w:val="3"/>
              </w:tcPr>
              <w:p w:rsidR="00075E2A" w:rsidRDefault="00075E2A" w:rsidP="005C2A2F">
                <w:pPr>
                  <w:pStyle w:val="SML-bod"/>
                  <w:numPr>
                    <w:ilvl w:val="0"/>
                    <w:numId w:val="0"/>
                  </w:numPr>
                </w:pPr>
                <w:r w:rsidRPr="00593EF8">
                  <w:rPr>
                    <w:highlight w:val="yellow"/>
                  </w:rPr>
                  <w:t>Zadej jméno</w:t>
                </w:r>
              </w:p>
            </w:tc>
          </w:sdtContent>
        </w:sdt>
      </w:tr>
      <w:tr w:rsidR="00075E2A" w:rsidTr="005C2A2F">
        <w:tc>
          <w:tcPr>
            <w:tcW w:w="730" w:type="dxa"/>
          </w:tcPr>
          <w:p w:rsidR="00075E2A" w:rsidRDefault="00075E2A" w:rsidP="005C2A2F">
            <w:pPr>
              <w:pStyle w:val="SML-bod"/>
              <w:numPr>
                <w:ilvl w:val="0"/>
                <w:numId w:val="0"/>
              </w:numPr>
            </w:pPr>
            <w:r>
              <w:rPr>
                <w:i/>
                <w:sz w:val="18"/>
              </w:rPr>
              <w:t>telefon</w:t>
            </w:r>
          </w:p>
        </w:tc>
        <w:sdt>
          <w:sdtPr>
            <w:id w:val="-650441310"/>
            <w:placeholder>
              <w:docPart w:val="EB9D44AB5CB84530A9202F47A679C70C"/>
            </w:placeholder>
            <w:showingPlcHdr/>
            <w:text/>
          </w:sdtPr>
          <w:sdtEndPr/>
          <w:sdtContent>
            <w:tc>
              <w:tcPr>
                <w:tcW w:w="2117" w:type="dxa"/>
              </w:tcPr>
              <w:p w:rsidR="00075E2A" w:rsidRDefault="00075E2A" w:rsidP="005C2A2F">
                <w:pPr>
                  <w:pStyle w:val="SML-bod"/>
                  <w:numPr>
                    <w:ilvl w:val="0"/>
                    <w:numId w:val="0"/>
                  </w:numPr>
                </w:pPr>
                <w:r w:rsidRPr="00593EF8">
                  <w:rPr>
                    <w:rStyle w:val="Zstupntext"/>
                    <w:highlight w:val="yellow"/>
                  </w:rPr>
                  <w:t>Zadej telefon</w:t>
                </w:r>
              </w:p>
            </w:tc>
          </w:sdtContent>
        </w:sdt>
        <w:tc>
          <w:tcPr>
            <w:tcW w:w="730" w:type="dxa"/>
          </w:tcPr>
          <w:p w:rsidR="00075E2A" w:rsidRDefault="00075E2A" w:rsidP="005C2A2F">
            <w:pPr>
              <w:pStyle w:val="SML-bod"/>
              <w:numPr>
                <w:ilvl w:val="0"/>
                <w:numId w:val="0"/>
              </w:numPr>
            </w:pPr>
            <w:r>
              <w:rPr>
                <w:i/>
                <w:sz w:val="18"/>
              </w:rPr>
              <w:t>E-mail</w:t>
            </w:r>
          </w:p>
        </w:tc>
        <w:sdt>
          <w:sdtPr>
            <w:id w:val="1301043771"/>
            <w:placeholder>
              <w:docPart w:val="AF17FD85053E4658B92104EF58B56D73"/>
            </w:placeholder>
            <w:showingPlcHdr/>
          </w:sdtPr>
          <w:sdtEndPr/>
          <w:sdtContent>
            <w:tc>
              <w:tcPr>
                <w:tcW w:w="2485" w:type="dxa"/>
              </w:tcPr>
              <w:p w:rsidR="00075E2A" w:rsidRDefault="00075E2A" w:rsidP="005C2A2F">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ind w:left="1134"/>
      </w:pPr>
    </w:p>
    <w:p w:rsidR="00075E2A" w:rsidRDefault="00075E2A" w:rsidP="00075E2A">
      <w:pPr>
        <w:pStyle w:val="SML-bod"/>
        <w:keepLines/>
        <w:numPr>
          <w:ilvl w:val="3"/>
          <w:numId w:val="1"/>
        </w:numPr>
      </w:pPr>
      <w:r>
        <w:t xml:space="preserve"> </w:t>
      </w:r>
    </w:p>
    <w:tbl>
      <w:tblPr>
        <w:tblStyle w:val="Mkatabulky"/>
        <w:tblpPr w:rightFromText="6577" w:vertAnchor="text" w:tblpX="1986" w:tblpY="-283"/>
        <w:tblW w:w="0" w:type="auto"/>
        <w:tblBorders>
          <w:insideH w:val="single" w:sz="2" w:space="0" w:color="auto"/>
          <w:insideV w:val="single" w:sz="2" w:space="0" w:color="auto"/>
        </w:tblBorders>
        <w:tblLayout w:type="fixed"/>
        <w:tblLook w:val="04A0" w:firstRow="1" w:lastRow="0" w:firstColumn="1" w:lastColumn="0" w:noHBand="0" w:noVBand="1"/>
      </w:tblPr>
      <w:tblGrid>
        <w:gridCol w:w="730"/>
        <w:gridCol w:w="2117"/>
        <w:gridCol w:w="730"/>
        <w:gridCol w:w="2485"/>
      </w:tblGrid>
      <w:tr w:rsidR="00075E2A" w:rsidTr="00075E2A">
        <w:tc>
          <w:tcPr>
            <w:tcW w:w="730" w:type="dxa"/>
          </w:tcPr>
          <w:p w:rsidR="00075E2A" w:rsidRPr="007F2CDF" w:rsidRDefault="00075E2A" w:rsidP="00075E2A">
            <w:pPr>
              <w:pStyle w:val="SML-bod"/>
              <w:numPr>
                <w:ilvl w:val="0"/>
                <w:numId w:val="0"/>
              </w:numPr>
              <w:rPr>
                <w:i/>
              </w:rPr>
            </w:pPr>
            <w:r w:rsidRPr="007F2CDF">
              <w:rPr>
                <w:i/>
                <w:sz w:val="18"/>
              </w:rPr>
              <w:t>jméno</w:t>
            </w:r>
          </w:p>
        </w:tc>
        <w:sdt>
          <w:sdtPr>
            <w:id w:val="-410780094"/>
            <w:placeholder>
              <w:docPart w:val="664E813FDE484FBDA877A802293E5343"/>
            </w:placeholder>
            <w:showingPlcHdr/>
          </w:sdtPr>
          <w:sdtEndPr/>
          <w:sdtContent>
            <w:tc>
              <w:tcPr>
                <w:tcW w:w="5332" w:type="dxa"/>
                <w:gridSpan w:val="3"/>
              </w:tcPr>
              <w:p w:rsidR="00075E2A" w:rsidRDefault="00075E2A" w:rsidP="00075E2A">
                <w:pPr>
                  <w:pStyle w:val="SML-bod"/>
                  <w:numPr>
                    <w:ilvl w:val="0"/>
                    <w:numId w:val="0"/>
                  </w:numPr>
                </w:pPr>
                <w:r w:rsidRPr="00593EF8">
                  <w:rPr>
                    <w:highlight w:val="yellow"/>
                  </w:rPr>
                  <w:t>Zadej jméno</w:t>
                </w:r>
              </w:p>
            </w:tc>
          </w:sdtContent>
        </w:sdt>
      </w:tr>
      <w:tr w:rsidR="00075E2A" w:rsidTr="00075E2A">
        <w:tc>
          <w:tcPr>
            <w:tcW w:w="730" w:type="dxa"/>
          </w:tcPr>
          <w:p w:rsidR="00075E2A" w:rsidRDefault="00075E2A" w:rsidP="00075E2A">
            <w:pPr>
              <w:pStyle w:val="SML-bod"/>
              <w:numPr>
                <w:ilvl w:val="0"/>
                <w:numId w:val="0"/>
              </w:numPr>
            </w:pPr>
            <w:r>
              <w:rPr>
                <w:i/>
                <w:sz w:val="18"/>
              </w:rPr>
              <w:t>telefon</w:t>
            </w:r>
          </w:p>
        </w:tc>
        <w:sdt>
          <w:sdtPr>
            <w:id w:val="-1904590362"/>
            <w:placeholder>
              <w:docPart w:val="039390CEE07F42C69D3A9F80408CBF0D"/>
            </w:placeholder>
            <w:showingPlcHdr/>
            <w:text/>
          </w:sdtPr>
          <w:sdtEndPr/>
          <w:sdtContent>
            <w:tc>
              <w:tcPr>
                <w:tcW w:w="2117" w:type="dxa"/>
              </w:tcPr>
              <w:p w:rsidR="00075E2A" w:rsidRDefault="00075E2A" w:rsidP="00075E2A">
                <w:pPr>
                  <w:pStyle w:val="SML-bod"/>
                  <w:numPr>
                    <w:ilvl w:val="0"/>
                    <w:numId w:val="0"/>
                  </w:numPr>
                </w:pPr>
                <w:r w:rsidRPr="00593EF8">
                  <w:rPr>
                    <w:rStyle w:val="Zstupntext"/>
                    <w:highlight w:val="yellow"/>
                  </w:rPr>
                  <w:t>Zadej telefon</w:t>
                </w:r>
              </w:p>
            </w:tc>
          </w:sdtContent>
        </w:sdt>
        <w:tc>
          <w:tcPr>
            <w:tcW w:w="730" w:type="dxa"/>
          </w:tcPr>
          <w:p w:rsidR="00075E2A" w:rsidRDefault="00075E2A" w:rsidP="00075E2A">
            <w:pPr>
              <w:pStyle w:val="SML-bod"/>
              <w:numPr>
                <w:ilvl w:val="0"/>
                <w:numId w:val="0"/>
              </w:numPr>
            </w:pPr>
            <w:r>
              <w:rPr>
                <w:i/>
                <w:sz w:val="18"/>
              </w:rPr>
              <w:t>E-mail</w:t>
            </w:r>
          </w:p>
        </w:tc>
        <w:sdt>
          <w:sdtPr>
            <w:id w:val="1772434304"/>
            <w:placeholder>
              <w:docPart w:val="5171FACAE7BF452DA0877ECB6A77FBAA"/>
            </w:placeholder>
            <w:showingPlcHdr/>
          </w:sdtPr>
          <w:sdtEndPr/>
          <w:sdtContent>
            <w:tc>
              <w:tcPr>
                <w:tcW w:w="2485" w:type="dxa"/>
              </w:tcPr>
              <w:p w:rsidR="00075E2A" w:rsidRDefault="00075E2A" w:rsidP="00075E2A">
                <w:pPr>
                  <w:pStyle w:val="SML-bod"/>
                  <w:numPr>
                    <w:ilvl w:val="0"/>
                    <w:numId w:val="0"/>
                  </w:numPr>
                </w:pPr>
                <w:r w:rsidRPr="00593EF8">
                  <w:rPr>
                    <w:highlight w:val="yellow"/>
                  </w:rPr>
                  <w:t>Zadej E-mail</w:t>
                </w:r>
              </w:p>
            </w:tc>
          </w:sdtContent>
        </w:sdt>
      </w:tr>
    </w:tbl>
    <w:p w:rsidR="00075E2A" w:rsidRDefault="00075E2A" w:rsidP="00075E2A">
      <w:pPr>
        <w:pStyle w:val="SML-bod"/>
        <w:keepLines/>
        <w:numPr>
          <w:ilvl w:val="0"/>
          <w:numId w:val="0"/>
        </w:numPr>
      </w:pPr>
    </w:p>
    <w:p w:rsidR="00075E2A" w:rsidRDefault="00075E2A" w:rsidP="00075E2A">
      <w:pPr>
        <w:pStyle w:val="SML-bod"/>
        <w:keepLines/>
        <w:numPr>
          <w:ilvl w:val="0"/>
          <w:numId w:val="0"/>
        </w:numPr>
      </w:pPr>
    </w:p>
    <w:p w:rsidR="00EE56D6" w:rsidRDefault="00EE56D6" w:rsidP="00EE56D6">
      <w:pPr>
        <w:pStyle w:val="SML-lnek"/>
      </w:pPr>
      <w:r>
        <w:t>Záruka, odpovědnost za vady</w:t>
      </w:r>
    </w:p>
    <w:p w:rsidR="007946B7" w:rsidRDefault="007946B7" w:rsidP="007946B7">
      <w:pPr>
        <w:pStyle w:val="SML-odstavec"/>
      </w:pPr>
      <w:r>
        <w:t>Dodavatel zaručuje Objednateli, že zboží dodané v souladu s touto smlouvou bude:</w:t>
      </w:r>
    </w:p>
    <w:p w:rsidR="007946B7" w:rsidRDefault="007946B7" w:rsidP="007946B7">
      <w:pPr>
        <w:pStyle w:val="SML-bod"/>
      </w:pPr>
      <w:r>
        <w:t>nové a nepoužité,</w:t>
      </w:r>
    </w:p>
    <w:p w:rsidR="007946B7" w:rsidRDefault="007946B7" w:rsidP="007946B7">
      <w:pPr>
        <w:pStyle w:val="SML-bod"/>
      </w:pPr>
      <w:r>
        <w:t>plně funkční,</w:t>
      </w:r>
    </w:p>
    <w:p w:rsidR="007946B7" w:rsidRDefault="007946B7" w:rsidP="007946B7">
      <w:pPr>
        <w:pStyle w:val="SML-bod"/>
      </w:pPr>
      <w:r>
        <w:t>použitelné v České republice. Zejména v této souvislosti Dodavatel zaručuje Objednateli, že zboží získalo veškerá nezbytná osvědčení pro užití zboží v České republice, pokud je takové osvědčení dle právního řádu České republiky vyžadováno. Dodavatel předá kopie těchto osvědčení Objednateli při předání zboží,</w:t>
      </w:r>
    </w:p>
    <w:p w:rsidR="007946B7" w:rsidRDefault="007946B7" w:rsidP="007946B7">
      <w:pPr>
        <w:pStyle w:val="SML-bod"/>
      </w:pPr>
      <w:r>
        <w:t>odpovídat druhu, jakosti a provedení stanoveným v této smlouvě,</w:t>
      </w:r>
    </w:p>
    <w:p w:rsidR="007946B7" w:rsidRDefault="007946B7" w:rsidP="007946B7">
      <w:pPr>
        <w:pStyle w:val="SML-bod"/>
      </w:pPr>
      <w:r>
        <w:t>bez materiálových, konstrukčních, výrobních a vzhledových či jiných vad,</w:t>
      </w:r>
    </w:p>
    <w:p w:rsidR="007946B7" w:rsidRDefault="007946B7" w:rsidP="007946B7">
      <w:pPr>
        <w:pStyle w:val="SML-bod"/>
      </w:pPr>
      <w:r>
        <w:t>bez právních vad. Dodavatel v této souvislosti zaručuje Objednateli, že ohledně zboží není veden žádný soudní spor, jsou uhrazeny všechny daně a poplatky týkající se zboží, a pokud Dodavatel není výrobcem zboží, že Dodavatel uhradil cenu za zboží dle smlouvy, na základě které toto zboží nabyl,</w:t>
      </w:r>
    </w:p>
    <w:p w:rsidR="007946B7" w:rsidRDefault="007946B7" w:rsidP="007946B7">
      <w:pPr>
        <w:pStyle w:val="SML-bod"/>
      </w:pPr>
      <w:r>
        <w:t>bezpečné, zejména že toto zboží neobsahuje radioaktivní materiály a jiné nebezpečné látky a věci, které se mohou stát nebezpečným odpadem ve smyslu zákona o odpadech,</w:t>
      </w:r>
    </w:p>
    <w:p w:rsidR="007946B7" w:rsidRDefault="007946B7" w:rsidP="007946B7">
      <w:pPr>
        <w:pStyle w:val="SML-bod"/>
      </w:pPr>
      <w:r>
        <w:t>splňovat veškeré nároky a požadavky českého právního řádu, zejména zákona o odpadech a zákona o obalech.</w:t>
      </w:r>
    </w:p>
    <w:p w:rsidR="0017022A" w:rsidRDefault="00EE56D6" w:rsidP="00EE56D6">
      <w:pPr>
        <w:pStyle w:val="SML-odstavec"/>
      </w:pPr>
      <w:r>
        <w:t xml:space="preserve">Záruční doba na </w:t>
      </w:r>
      <w:r w:rsidR="00292830">
        <w:t>dodávku</w:t>
      </w:r>
      <w:r>
        <w:t xml:space="preserve"> je</w:t>
      </w:r>
      <w:r w:rsidR="0017022A">
        <w:t xml:space="preserve"> 36 nebo 60 měsíců dle údajů uvedených v příloze č. 1, případně v předávacím protokolu.</w:t>
      </w:r>
    </w:p>
    <w:p w:rsidR="00EE56D6" w:rsidRDefault="00EE56D6" w:rsidP="00EE56D6">
      <w:pPr>
        <w:pStyle w:val="SML-odstavec"/>
      </w:pPr>
      <w:r w:rsidRPr="002A7C50">
        <w:t xml:space="preserve">Záruční doba dle předchozího odstavce neběží po dobu, po kterou </w:t>
      </w:r>
      <w:r>
        <w:t>Objednatel</w:t>
      </w:r>
      <w:r w:rsidRPr="002A7C50">
        <w:t xml:space="preserve"> nemůže techniku užívat pro vady, za které odpovídá </w:t>
      </w:r>
      <w:r w:rsidR="00292830">
        <w:t>Dodavatel</w:t>
      </w:r>
      <w:r w:rsidRPr="002A7C50">
        <w:t>, tedy i z důvodu jejich řešení.</w:t>
      </w:r>
    </w:p>
    <w:p w:rsidR="00EE56D6" w:rsidRDefault="00EE56D6" w:rsidP="00EE56D6">
      <w:pPr>
        <w:pStyle w:val="SML-odstavec"/>
      </w:pPr>
      <w:r>
        <w:t xml:space="preserve">Zjistí-li Objednatel vadu v době trvání záruční doby stanovené touto smlouvou, oznámí tuto skutečnost neprodleně </w:t>
      </w:r>
      <w:r w:rsidR="00292830">
        <w:t>Dodavateli</w:t>
      </w:r>
      <w:r>
        <w:t xml:space="preserve"> – viz </w:t>
      </w:r>
      <w:r w:rsidR="008626FF">
        <w:t>kontakt uvedený</w:t>
      </w:r>
      <w:r>
        <w:t xml:space="preserve"> v čl. </w:t>
      </w:r>
      <w:r w:rsidR="008626FF">
        <w:t>9</w:t>
      </w:r>
      <w:r>
        <w:t>.</w:t>
      </w:r>
    </w:p>
    <w:p w:rsidR="00EE56D6" w:rsidRDefault="00EE56D6" w:rsidP="00EE56D6">
      <w:pPr>
        <w:pStyle w:val="SML-odstavec"/>
      </w:pPr>
      <w:r>
        <w:t xml:space="preserve">Po ohlášení vady a způsobu jakým se závada projevuje, má </w:t>
      </w:r>
      <w:r w:rsidR="00D16BB4">
        <w:t>Dodavatel</w:t>
      </w:r>
      <w:r>
        <w:t xml:space="preserve"> za povinnost zahájit bezplatn</w:t>
      </w:r>
      <w:r w:rsidR="00962EEF">
        <w:t>ě</w:t>
      </w:r>
      <w:r>
        <w:t>, co nejrychlejší odstranění vady v místě plnění</w:t>
      </w:r>
      <w:r w:rsidR="00D16BB4">
        <w:t>.</w:t>
      </w:r>
      <w:r>
        <w:t xml:space="preserve"> </w:t>
      </w:r>
      <w:r w:rsidR="00D16BB4">
        <w:t>Dodavatel</w:t>
      </w:r>
      <w:r>
        <w:t xml:space="preserve"> je povinen provést opravu v termínu nejdéle 30 kalendářních dnů od nahlášení závady.</w:t>
      </w:r>
    </w:p>
    <w:p w:rsidR="00EE56D6" w:rsidRDefault="00EE56D6" w:rsidP="00EE56D6">
      <w:pPr>
        <w:pStyle w:val="SML-odstavec"/>
      </w:pPr>
      <w:r>
        <w:t>Nebezpečí za škody a vlastnické právo k</w:t>
      </w:r>
      <w:r w:rsidR="00EF44E2">
        <w:t>e zboží</w:t>
      </w:r>
      <w:r>
        <w:t xml:space="preserve"> dodané</w:t>
      </w:r>
      <w:r w:rsidR="00EF44E2">
        <w:t>mu</w:t>
      </w:r>
      <w:r>
        <w:t xml:space="preserve"> v rámci smlouvy přechází na Objednatele okamžikem protokolárního převzetí (viz čl. </w:t>
      </w:r>
      <w:r w:rsidR="008626FF">
        <w:t>5</w:t>
      </w:r>
      <w:r>
        <w:t>).</w:t>
      </w:r>
    </w:p>
    <w:p w:rsidR="009876A1" w:rsidRDefault="009876A1" w:rsidP="009876A1">
      <w:pPr>
        <w:pStyle w:val="SML-odstavec"/>
      </w:pPr>
      <w:r>
        <w:t>Výjimky ze záruky</w:t>
      </w:r>
    </w:p>
    <w:p w:rsidR="009876A1" w:rsidRDefault="009876A1" w:rsidP="009876A1">
      <w:pPr>
        <w:pStyle w:val="SML-bod"/>
      </w:pPr>
      <w:r>
        <w:lastRenderedPageBreak/>
        <w:t>Záruční lhůta pro dodávky strojů, zařízení a výrobků, na něž výrobce těchto strojů, zařízení a výrobků vystavuje samostatný záruční list, se sjednává v délce lhůty poskytnuté výrobcem, nejméně však v délce 24 měsíců.</w:t>
      </w:r>
    </w:p>
    <w:p w:rsidR="000B5D72" w:rsidRDefault="000B5D72" w:rsidP="000B5D72">
      <w:pPr>
        <w:pStyle w:val="SML-lnek"/>
      </w:pPr>
      <w:r>
        <w:t>Záruční servis</w:t>
      </w:r>
    </w:p>
    <w:p w:rsidR="000B5D72" w:rsidRDefault="000B5D72" w:rsidP="000B5D72">
      <w:pPr>
        <w:pStyle w:val="SML-odstavec"/>
      </w:pPr>
      <w:r>
        <w:t>Záručním servisem se rozumí taková činnost Dodavatele, která předchází vzniku vad zboží a slouží k uchování vlastností zboží. Tuto činnost bude Dodavatel poskytovat na svůj účet</w:t>
      </w:r>
      <w:r w:rsidR="00680969">
        <w:t xml:space="preserve"> po dobu záruky (viz čl. č. </w:t>
      </w:r>
      <w:r w:rsidR="008626FF">
        <w:t>8</w:t>
      </w:r>
      <w:r w:rsidR="00680969">
        <w:t>, odst. b))</w:t>
      </w:r>
      <w:r>
        <w:t>.</w:t>
      </w:r>
    </w:p>
    <w:p w:rsidR="00680969" w:rsidRDefault="000B5D72" w:rsidP="00680969">
      <w:pPr>
        <w:pStyle w:val="SML-odstavec"/>
      </w:pPr>
      <w:r>
        <w:t xml:space="preserve">Prodávající je povinen v rámci záručního servisu zřídit telefonickou podporu kupujícího, na které bude v pracovní dny od 8.00 do 16.00 hod. přijímat nahlášení závad a zajišťovat podporu pro kupujícího. </w:t>
      </w:r>
    </w:p>
    <w:p w:rsidR="000B5D72" w:rsidRDefault="000B5D72" w:rsidP="00680969">
      <w:pPr>
        <w:pStyle w:val="SML-odstavec"/>
        <w:keepNext/>
        <w:keepLines/>
      </w:pPr>
      <w:r>
        <w:t>Reklamace budou prodávajícímu předávány telefonicky, e-mailem, faxem, příp. písemně na níže uvedené kontakty:</w:t>
      </w:r>
    </w:p>
    <w:p w:rsidR="000B5D72" w:rsidRDefault="000B5D72" w:rsidP="00680969">
      <w:pPr>
        <w:pStyle w:val="SML-lnek"/>
        <w:keepNext/>
        <w:keepLines/>
        <w:numPr>
          <w:ilvl w:val="0"/>
          <w:numId w:val="0"/>
        </w:numPr>
        <w:spacing w:before="0" w:after="0" w:line="240" w:lineRule="auto"/>
        <w:jc w:val="left"/>
      </w:pPr>
      <w:r>
        <w:rPr>
          <w:rStyle w:val="Zdraznnjemn"/>
        </w:rPr>
        <w:t>Adresa</w:t>
      </w:r>
      <w:r w:rsidRPr="003419AD">
        <w:rPr>
          <w:rStyle w:val="Zdraznnjemn"/>
        </w:rPr>
        <w:t>:</w:t>
      </w:r>
      <w:r w:rsidRPr="003419AD">
        <w:rPr>
          <w:rStyle w:val="Zdraznnjemn"/>
        </w:rPr>
        <w:tab/>
      </w:r>
      <w:r>
        <w:rPr>
          <w:rStyle w:val="Zdraznnjemn"/>
        </w:rPr>
        <w:tab/>
      </w:r>
      <w:sdt>
        <w:sdtPr>
          <w:rPr>
            <w:highlight w:val="yellow"/>
          </w:rPr>
          <w:id w:val="399563536"/>
          <w:placeholder>
            <w:docPart w:val="0D670000A80F4B0BB0C7483691CBF4CD"/>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telefon</w:t>
      </w:r>
      <w:r w:rsidRPr="003419AD">
        <w:rPr>
          <w:rStyle w:val="Zdraznnjemn"/>
        </w:rPr>
        <w:t>:</w:t>
      </w:r>
      <w:r w:rsidRPr="003419AD">
        <w:rPr>
          <w:rStyle w:val="Zdraznnjemn"/>
        </w:rPr>
        <w:tab/>
      </w:r>
      <w:sdt>
        <w:sdtPr>
          <w:rPr>
            <w:highlight w:val="yellow"/>
          </w:rPr>
          <w:id w:val="1676455900"/>
          <w:placeholder>
            <w:docPart w:val="BE928F41AC1E4CC18DB9C73C6FCA82A7"/>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FAX</w:t>
      </w:r>
      <w:r w:rsidRPr="003419AD">
        <w:rPr>
          <w:rStyle w:val="Zdraznnjemn"/>
        </w:rPr>
        <w:t>:</w:t>
      </w:r>
      <w:r w:rsidR="00680969">
        <w:rPr>
          <w:rStyle w:val="Zdraznnjemn"/>
        </w:rPr>
        <w:tab/>
      </w:r>
      <w:r w:rsidRPr="003419AD">
        <w:rPr>
          <w:rStyle w:val="Zdraznnjemn"/>
        </w:rPr>
        <w:tab/>
      </w:r>
      <w:sdt>
        <w:sdtPr>
          <w:rPr>
            <w:highlight w:val="yellow"/>
          </w:rPr>
          <w:id w:val="-4064340"/>
          <w:placeholder>
            <w:docPart w:val="087F74E0A14746D1B4AE3A580C2D71EF"/>
          </w:placeholder>
          <w:text/>
        </w:sdtPr>
        <w:sdtEndPr/>
        <w:sdtContent>
          <w:r>
            <w:rPr>
              <w:highlight w:val="yellow"/>
            </w:rPr>
            <w:t>……………………………………………………………………………………</w:t>
          </w:r>
          <w:proofErr w:type="gramStart"/>
          <w:r>
            <w:rPr>
              <w:highlight w:val="yellow"/>
            </w:rPr>
            <w:t>…..</w:t>
          </w:r>
        </w:sdtContent>
      </w:sdt>
      <w:proofErr w:type="gramEnd"/>
    </w:p>
    <w:p w:rsidR="000B5D72" w:rsidRDefault="000B5D72" w:rsidP="00680969">
      <w:pPr>
        <w:pStyle w:val="SML-lnek"/>
        <w:keepNext/>
        <w:keepLines/>
        <w:numPr>
          <w:ilvl w:val="0"/>
          <w:numId w:val="0"/>
        </w:numPr>
        <w:spacing w:before="0" w:after="0" w:line="240" w:lineRule="auto"/>
        <w:jc w:val="left"/>
      </w:pPr>
      <w:r>
        <w:rPr>
          <w:rStyle w:val="Zdraznnjemn"/>
        </w:rPr>
        <w:t>E-mail</w:t>
      </w:r>
      <w:r w:rsidRPr="003419AD">
        <w:rPr>
          <w:rStyle w:val="Zdraznnjemn"/>
        </w:rPr>
        <w:t>:</w:t>
      </w:r>
      <w:r w:rsidRPr="003419AD">
        <w:rPr>
          <w:rStyle w:val="Zdraznnjemn"/>
        </w:rPr>
        <w:tab/>
      </w:r>
      <w:r>
        <w:rPr>
          <w:rStyle w:val="Zdraznnjemn"/>
        </w:rPr>
        <w:tab/>
      </w:r>
      <w:sdt>
        <w:sdtPr>
          <w:rPr>
            <w:highlight w:val="yellow"/>
          </w:rPr>
          <w:id w:val="1546557353"/>
          <w:placeholder>
            <w:docPart w:val="DD0BD466AFE944F4A71283507E714CAC"/>
          </w:placeholder>
          <w:text/>
        </w:sdtPr>
        <w:sdtEndPr/>
        <w:sdtContent>
          <w:r>
            <w:rPr>
              <w:highlight w:val="yellow"/>
            </w:rPr>
            <w:t>……………………………………………………………………………………</w:t>
          </w:r>
          <w:proofErr w:type="gramStart"/>
          <w:r>
            <w:rPr>
              <w:highlight w:val="yellow"/>
            </w:rPr>
            <w:t>…..</w:t>
          </w:r>
        </w:sdtContent>
      </w:sdt>
      <w:proofErr w:type="gramEnd"/>
    </w:p>
    <w:p w:rsidR="00EE56D6" w:rsidRDefault="00EE56D6" w:rsidP="00EE56D6">
      <w:pPr>
        <w:pStyle w:val="SML-lnek"/>
      </w:pPr>
      <w:r>
        <w:t>Sankční ujednání a smluvní pokuty</w:t>
      </w:r>
    </w:p>
    <w:p w:rsidR="00EE56D6" w:rsidRDefault="00EE56D6" w:rsidP="00EE56D6">
      <w:pPr>
        <w:pStyle w:val="SML-odstavec"/>
      </w:pPr>
      <w:r>
        <w:t xml:space="preserve">Je-li Objednatel v prodlení s úhradou faktur, je </w:t>
      </w:r>
      <w:r w:rsidR="00D16BB4">
        <w:t>Dodavatel</w:t>
      </w:r>
      <w:r>
        <w:t xml:space="preserve"> oprávněn požadovat na Objednateli zaplacení úroku z prodlení ve výši 0,03% z dlužné částky za každý den prodlení. Obě Smluvní strany sjednávají, že takto upravený úrok z prodlení je přiměřený.</w:t>
      </w:r>
    </w:p>
    <w:p w:rsidR="00EE56D6" w:rsidRDefault="00EE56D6" w:rsidP="00EE56D6">
      <w:pPr>
        <w:pStyle w:val="SML-odstavec"/>
      </w:pPr>
      <w:r>
        <w:t xml:space="preserve">Je-li </w:t>
      </w:r>
      <w:r w:rsidR="00D16BB4">
        <w:t>Dodavatel</w:t>
      </w:r>
      <w:r>
        <w:t xml:space="preserve"> v prodlení v </w:t>
      </w:r>
      <w:r w:rsidR="00D16BB4">
        <w:t>dodávce, záruční opravě</w:t>
      </w:r>
      <w:r w:rsidR="008626FF">
        <w:t xml:space="preserve"> či jiné dohodnuté činnosti</w:t>
      </w:r>
      <w:r w:rsidR="00D16BB4">
        <w:t xml:space="preserve">, </w:t>
      </w:r>
      <w:r>
        <w:t>je Objednatel oprávněn požadovat za každý den prodlení smluvní pokutu:</w:t>
      </w:r>
    </w:p>
    <w:p w:rsidR="00EE56D6" w:rsidRDefault="00EE56D6" w:rsidP="00D16BB4">
      <w:pPr>
        <w:pStyle w:val="SML-bod"/>
      </w:pPr>
      <w:r>
        <w:t xml:space="preserve">Nedodržení termínu </w:t>
      </w:r>
      <w:r w:rsidR="00D16BB4">
        <w:t xml:space="preserve">dokončení dodávky </w:t>
      </w:r>
      <w:r>
        <w:t>– 500 Kč bez DPH za každý den prodlení (viz čl. 3.)</w:t>
      </w:r>
    </w:p>
    <w:p w:rsidR="008626FF" w:rsidRDefault="00EE56D6" w:rsidP="008626FF">
      <w:pPr>
        <w:pStyle w:val="SML-bod"/>
      </w:pPr>
      <w:r>
        <w:t xml:space="preserve">Nedodržení termínu záruční opravy – 1000 Kč bez DPH za každý den prodlení (viz čl. 6., odst. </w:t>
      </w:r>
      <w:r w:rsidR="00D16BB4">
        <w:t>d</w:t>
      </w:r>
      <w:r>
        <w:t>))</w:t>
      </w:r>
      <w:r w:rsidR="008626FF" w:rsidRPr="008626FF">
        <w:t xml:space="preserve"> </w:t>
      </w:r>
    </w:p>
    <w:p w:rsidR="00EE56D6" w:rsidRDefault="008626FF" w:rsidP="008626FF">
      <w:pPr>
        <w:pStyle w:val="SML-bod"/>
      </w:pPr>
      <w:r>
        <w:t>Nedodržení termínu schůzky</w:t>
      </w:r>
      <w:r w:rsidR="00993B68">
        <w:t>/jednání</w:t>
      </w:r>
      <w:r>
        <w:t xml:space="preserve"> – 1000 Kč bez DPH za každý den prodlení (viz čl. 11., odst. f))</w:t>
      </w:r>
    </w:p>
    <w:p w:rsidR="00AC2359" w:rsidRDefault="00EE56D6" w:rsidP="00AC2359">
      <w:pPr>
        <w:pStyle w:val="SML-bod"/>
      </w:pPr>
      <w:r>
        <w:t>Obě Smluvní strany sjednávají, že takto upravené smluvní pokuty jsou přiměřené.</w:t>
      </w:r>
    </w:p>
    <w:p w:rsidR="00680969" w:rsidRDefault="00680969" w:rsidP="00680969">
      <w:pPr>
        <w:pStyle w:val="SML-odstavec"/>
      </w:pPr>
      <w:r w:rsidRPr="00680969">
        <w:t>Smluvní pokuta je splatná ve lhůtě 30 dnů od</w:t>
      </w:r>
      <w:r>
        <w:t>e</w:t>
      </w:r>
      <w:r w:rsidRPr="00680969">
        <w:t xml:space="preserve"> dne doručení vyúčtování o smluvní pokutě.</w:t>
      </w:r>
    </w:p>
    <w:p w:rsidR="00E13690" w:rsidRDefault="00E13690" w:rsidP="00E13690">
      <w:pPr>
        <w:pStyle w:val="SML-lnek"/>
      </w:pPr>
      <w:r>
        <w:t>Závazky smluvních stran</w:t>
      </w:r>
    </w:p>
    <w:p w:rsidR="00E13690" w:rsidRDefault="00E13690" w:rsidP="00E13690">
      <w:pPr>
        <w:pStyle w:val="SML-odstavec"/>
      </w:pPr>
      <w:r>
        <w:t>Dodavatel je povinen pověřit plněním závazků z této Rámcové smlouvy pouze ty zaměstnance, kteří jsou k tomu odborně způsobilí.</w:t>
      </w:r>
    </w:p>
    <w:p w:rsidR="00E13690" w:rsidRDefault="00E13690" w:rsidP="00E13690">
      <w:pPr>
        <w:pStyle w:val="SML-odstavec"/>
      </w:pPr>
      <w:r>
        <w:t>Dodavatel je svou nabídkou vázán po celou dobu trvání smlouvy (viz čl. č. 10).</w:t>
      </w:r>
    </w:p>
    <w:p w:rsidR="00E13690" w:rsidRDefault="00E13690" w:rsidP="00E13690">
      <w:pPr>
        <w:pStyle w:val="SML-odstavec"/>
      </w:pPr>
      <w:r>
        <w:t xml:space="preserve">Dodavatel se zavazuje splnit podmínky ekologické likvidace starých zařízení dle požadavků Objednatele. </w:t>
      </w:r>
    </w:p>
    <w:p w:rsidR="00E13690" w:rsidRDefault="00E13690" w:rsidP="00E13690">
      <w:pPr>
        <w:pStyle w:val="SML-odstavec"/>
      </w:pPr>
      <w:r>
        <w:t>Objednatel se zavazuje zajistit pracovníkům Dodavatele během plnění předmětu této smlouvy, je-li to nezbytné, přístup na příslušná pracoviště Objednatele a součinnost nezbytnou k provedení předmětu plnění. Dodavatel se zavazuje dodržovat v objektech Objednatele příslušné bezpečnostní předpisy.</w:t>
      </w:r>
    </w:p>
    <w:p w:rsidR="00E13690" w:rsidRDefault="00E13690" w:rsidP="00E13690">
      <w:pPr>
        <w:pStyle w:val="SML-odstavec"/>
      </w:pPr>
      <w:r>
        <w:t xml:space="preserve">Při plnění této smlouvy je Dodavatel vázán touto smlouvou, zákony, obecně závaznými právními předpisy a pokyny Objednatele, pokud tyto nejsou v rozporu s těmito normami nebo zájmy Objednatele. Dodavatel je povinen včas písemně upozornit Objednatele na </w:t>
      </w:r>
      <w:r>
        <w:lastRenderedPageBreak/>
        <w:t>zřejmou nevhodnost jeho pokynů, jejichž následkem může vzniknout škoda nebo nesoulad se zákony nebo obecně závaznými právními předpisy. Pokud Objednatel navzdory tomuto upozornění trvá na svých pokynech, Dodavatel neodpovídá za jakoukoli škodu vzniklou v této příčinné souvislosti.</w:t>
      </w:r>
    </w:p>
    <w:p w:rsidR="00E13690" w:rsidRDefault="00E13690" w:rsidP="00E13690">
      <w:pPr>
        <w:pStyle w:val="SML-odstavec"/>
      </w:pPr>
      <w:r>
        <w:t>Dodavatel se zavazuje</w:t>
      </w:r>
      <w:r w:rsidR="008626FF">
        <w:t xml:space="preserve"> na vlastní náklady</w:t>
      </w:r>
      <w:r>
        <w:t>:</w:t>
      </w:r>
    </w:p>
    <w:p w:rsidR="00E13690" w:rsidRDefault="00E13690" w:rsidP="00E13690">
      <w:pPr>
        <w:pStyle w:val="SML-bod"/>
      </w:pPr>
      <w:r>
        <w:t>informovat neprodleně Objednatele o všech skutečnostech majících vliv na plnění dle této smlouvy,</w:t>
      </w:r>
    </w:p>
    <w:p w:rsidR="00E13690" w:rsidRDefault="00E13690" w:rsidP="00E13690">
      <w:pPr>
        <w:pStyle w:val="SML-bod"/>
      </w:pPr>
      <w:r>
        <w:t>plnit řádně a ve stanoveném termínu své povinnosti vyplývající z této Rámcové smlouvy,</w:t>
      </w:r>
    </w:p>
    <w:p w:rsidR="00E13690" w:rsidRDefault="00E13690" w:rsidP="00E13690">
      <w:pPr>
        <w:pStyle w:val="SML-bod"/>
      </w:pPr>
      <w:r>
        <w:t>požádat včas Objednatele o potřebnou součinnost za účelem řádného plnění této smlouvy,</w:t>
      </w:r>
    </w:p>
    <w:p w:rsidR="00E13690" w:rsidRDefault="00E13690" w:rsidP="00E13690">
      <w:pPr>
        <w:pStyle w:val="SML-bod"/>
      </w:pPr>
      <w:r>
        <w:t>na vyžádání Objednatele se zúčastnit osobní schůzky</w:t>
      </w:r>
      <w:r w:rsidR="00993B68">
        <w:t>/jednání</w:t>
      </w:r>
      <w:r>
        <w:t xml:space="preserve"> v místě sídla Objednatele, pokud Objednatel požádá o schůzku nejpozději 5 pracovních dnů předem. V mimořádně naléhavých případech je možno tento termín po dohodě obou smluvních stran zkrátit.</w:t>
      </w:r>
    </w:p>
    <w:p w:rsidR="00AC2359" w:rsidRDefault="00AC2359" w:rsidP="00AC2359">
      <w:pPr>
        <w:pStyle w:val="SML-lnek"/>
      </w:pPr>
      <w:r>
        <w:t>Trvání smlouvy</w:t>
      </w:r>
    </w:p>
    <w:p w:rsidR="00AC2359" w:rsidRDefault="00AC2359" w:rsidP="00AC2359">
      <w:pPr>
        <w:pStyle w:val="SML-odstavec"/>
      </w:pPr>
      <w:r w:rsidRPr="007172BE">
        <w:t xml:space="preserve">Tato smlouva nabývá platnosti </w:t>
      </w:r>
      <w:r>
        <w:t xml:space="preserve">a účinnosti </w:t>
      </w:r>
      <w:r w:rsidRPr="007172BE">
        <w:t>dnem podpisu obou smluvních stran, tj. osobami oprávněnými jednat za smluvní strany ve věcech smluvních.</w:t>
      </w:r>
    </w:p>
    <w:p w:rsidR="00EE56D6" w:rsidRDefault="00AC2359" w:rsidP="00AC2359">
      <w:pPr>
        <w:pStyle w:val="SML-odstavec"/>
      </w:pPr>
      <w:r>
        <w:t xml:space="preserve">Smlouva se uzavírá na dobu určitou a to </w:t>
      </w:r>
      <w:proofErr w:type="gramStart"/>
      <w:r w:rsidRPr="00E37C72">
        <w:t>31.</w:t>
      </w:r>
      <w:r w:rsidR="00770641" w:rsidRPr="00E37C72">
        <w:t>3</w:t>
      </w:r>
      <w:r w:rsidRPr="00E37C72">
        <w:t>.201</w:t>
      </w:r>
      <w:r w:rsidR="00770641" w:rsidRPr="00E37C72">
        <w:t>5</w:t>
      </w:r>
      <w:proofErr w:type="gramEnd"/>
      <w:r>
        <w:t>, nebo do vyčerpání celkové částky plněné uvedené v článku č. 4 této smlouvy.</w:t>
      </w:r>
    </w:p>
    <w:p w:rsidR="00AC2359" w:rsidRDefault="00AC2359" w:rsidP="00AC2359">
      <w:pPr>
        <w:pStyle w:val="SML-odstavec"/>
      </w:pPr>
      <w:r w:rsidRPr="00AC2359">
        <w:t>Tato smlouva zcela zaniká předčasně před sjednanou dobou trvání ze zákonných důvodů, písemnou dohodou Smluvních stran,</w:t>
      </w:r>
      <w:r>
        <w:t xml:space="preserve"> nebo z níže uvedených důvodů:</w:t>
      </w:r>
    </w:p>
    <w:p w:rsidR="00FF08B2" w:rsidRDefault="00FF08B2" w:rsidP="00FF08B2">
      <w:pPr>
        <w:pStyle w:val="SML-bod"/>
      </w:pPr>
      <w:r>
        <w:t>J</w:t>
      </w:r>
      <w:r w:rsidRPr="00FF08B2">
        <w:t>e-li Dodavatel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p>
    <w:p w:rsidR="00AC2359" w:rsidRDefault="00FF08B2" w:rsidP="00FF08B2">
      <w:pPr>
        <w:pStyle w:val="SML-bod"/>
      </w:pPr>
      <w:r>
        <w:t>Pokud Dodavatel bude déle než 15 dnů v prodlení s předáním Zboží, nebo nějakým jiným způsobem poruší tuto smlouvu,</w:t>
      </w:r>
    </w:p>
    <w:p w:rsidR="00FF08B2" w:rsidRDefault="00FF08B2" w:rsidP="00FF08B2">
      <w:pPr>
        <w:pStyle w:val="SML-odstavec"/>
      </w:pPr>
      <w:r w:rsidRPr="00FF08B2">
        <w:t>Objednatel má</w:t>
      </w:r>
      <w:r w:rsidR="00993B68">
        <w:t xml:space="preserve"> právo odstoupit od této</w:t>
      </w:r>
      <w:r w:rsidRPr="00FF08B2">
        <w:t xml:space="preserve"> smlouvy i bez udání důvodů.</w:t>
      </w:r>
    </w:p>
    <w:p w:rsidR="00EE56D6" w:rsidRDefault="00EE56D6" w:rsidP="00EE56D6">
      <w:pPr>
        <w:pStyle w:val="SML-lnek"/>
      </w:pPr>
      <w:r>
        <w:t>Závěrečná ustanovení</w:t>
      </w:r>
    </w:p>
    <w:p w:rsidR="00EE56D6" w:rsidRDefault="00EE56D6" w:rsidP="00EE56D6">
      <w:pPr>
        <w:pStyle w:val="SML-odstavec"/>
      </w:pPr>
      <w:r>
        <w:t>Otázky výslovně touto smlouvou neupravené se řídí českým právním řádem, zejména ustanoveními Obchodního zákoníku</w:t>
      </w:r>
    </w:p>
    <w:p w:rsidR="00EE56D6" w:rsidRDefault="00EE56D6" w:rsidP="00EE56D6">
      <w:pPr>
        <w:pStyle w:val="SML-odstavec"/>
      </w:pPr>
      <w:r>
        <w:t>Veškeré změny a doplnění této smlouvy je možno provádět pouze písemnými dodatky podepsanými oběma smluvními stranami.</w:t>
      </w:r>
    </w:p>
    <w:p w:rsidR="00EE56D6" w:rsidRDefault="00EE56D6" w:rsidP="00EE56D6">
      <w:pPr>
        <w:pStyle w:val="SML-odstavec"/>
      </w:pPr>
      <w:r>
        <w:t>Tato smlouva je podepsána ve dvou stejnopisech, z nichž každý má platnost originálu</w:t>
      </w:r>
      <w:r w:rsidR="00555864">
        <w:t>.</w:t>
      </w:r>
      <w:r>
        <w:t xml:space="preserve"> </w:t>
      </w:r>
      <w:r w:rsidR="00555864">
        <w:t>K</w:t>
      </w:r>
      <w:r>
        <w:t>aždá smluvní strana obdrží jedno vyhotovení.</w:t>
      </w:r>
    </w:p>
    <w:p w:rsidR="00EE56D6" w:rsidRDefault="00EE56D6" w:rsidP="00EE56D6">
      <w:pPr>
        <w:pStyle w:val="SML-odstavec"/>
      </w:pPr>
      <w:r w:rsidRPr="007172BE">
        <w:t>Případné spory, které mohou mezi oběma smluvními stranami vzniknou</w:t>
      </w:r>
      <w:r>
        <w:t>t v souvislosti s</w:t>
      </w:r>
      <w:r w:rsidR="00EF44E2">
        <w:t> </w:t>
      </w:r>
      <w:r>
        <w:t>touto</w:t>
      </w:r>
      <w:r w:rsidRPr="007172BE">
        <w:t xml:space="preserve"> smlouvou, se obě smluvní strany zavazují řešit dohodou. Jestliže nebude dohody přes úsilí obou smluvních stran dosaženo, smluvní strany zvolily za soud místně příslušný soud se sídlem v Českých Budějovicích</w:t>
      </w:r>
      <w:r>
        <w:t>.</w:t>
      </w:r>
    </w:p>
    <w:p w:rsidR="00EE56D6" w:rsidRDefault="00EE56D6" w:rsidP="00EE56D6">
      <w:pPr>
        <w:pStyle w:val="SML-odstavec"/>
      </w:pPr>
      <w:r w:rsidRPr="007172BE">
        <w:t>Smluvní strany prohlašují, že smlouvu před jejím podepsáním přečetly, jejímu obsahu rozumí a s jejím obsahem souhlasí. Na důkaz svého souhlasu připojují obě smluvní strany své podpisy.</w:t>
      </w: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t xml:space="preserve">Za </w:t>
      </w:r>
      <w:r w:rsidRPr="007172BE">
        <w:rPr>
          <w:u w:val="single"/>
        </w:rPr>
        <w:t>Objednatel</w:t>
      </w:r>
      <w:r>
        <w:rPr>
          <w:u w:val="single"/>
        </w:rPr>
        <w:t>e</w:t>
      </w:r>
      <w:r w:rsidRPr="007172BE">
        <w:rPr>
          <w:u w:val="single"/>
        </w:rPr>
        <w:t>:</w:t>
      </w:r>
    </w:p>
    <w:p w:rsidR="00EE56D6" w:rsidRDefault="00EE56D6" w:rsidP="00EE56D6">
      <w:pPr>
        <w:pStyle w:val="SML-odstavec"/>
        <w:numPr>
          <w:ilvl w:val="0"/>
          <w:numId w:val="0"/>
        </w:numPr>
        <w:ind w:left="284"/>
      </w:pP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FB0AE9" w:rsidRPr="00784F83" w:rsidTr="00F759ED">
        <w:trPr>
          <w:trHeight w:hRule="exact" w:val="227"/>
        </w:trPr>
        <w:tc>
          <w:tcPr>
            <w:tcW w:w="250"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V</w:t>
            </w:r>
          </w:p>
        </w:tc>
        <w:sdt>
          <w:sdtPr>
            <w:id w:val="1762026110"/>
            <w:placeholder>
              <w:docPart w:val="943777677AAF47A9A7F6A9D02F6A6800"/>
            </w:placeholder>
            <w:text/>
          </w:sdtPr>
          <w:sdtEndPr/>
          <w:sdtContent>
            <w:tc>
              <w:tcPr>
                <w:tcW w:w="2268"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708" w:type="dxa"/>
            <w:shd w:val="clear" w:color="auto" w:fill="auto"/>
            <w:vAlign w:val="bottom"/>
          </w:tcPr>
          <w:p w:rsidR="00FB0AE9" w:rsidRPr="00784F83" w:rsidRDefault="00FB0AE9" w:rsidP="00F759ED">
            <w:pPr>
              <w:pStyle w:val="SML-odstavec"/>
              <w:numPr>
                <w:ilvl w:val="0"/>
                <w:numId w:val="0"/>
              </w:numPr>
              <w:spacing w:line="240" w:lineRule="auto"/>
              <w:rPr>
                <w:rStyle w:val="Zdraznnjemn"/>
              </w:rPr>
            </w:pPr>
            <w:r w:rsidRPr="00784F83">
              <w:rPr>
                <w:rStyle w:val="Zdraznnjemn"/>
              </w:rPr>
              <w:t>, dne</w:t>
            </w:r>
          </w:p>
        </w:tc>
        <w:sdt>
          <w:sdtPr>
            <w:id w:val="-924024837"/>
            <w:placeholder>
              <w:docPart w:val="B7A6CBF42C6D46D085100114084DC384"/>
            </w:placeholder>
            <w:text/>
          </w:sdtPr>
          <w:sdtEndPr/>
          <w:sdtContent>
            <w:tc>
              <w:tcPr>
                <w:tcW w:w="1276"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r>
                  <w:t xml:space="preserve"> </w:t>
                </w:r>
              </w:p>
            </w:tc>
          </w:sdtContent>
        </w:sdt>
        <w:tc>
          <w:tcPr>
            <w:tcW w:w="425" w:type="dxa"/>
            <w:shd w:val="clear" w:color="auto" w:fill="auto"/>
            <w:vAlign w:val="bottom"/>
          </w:tcPr>
          <w:p w:rsidR="00FB0AE9" w:rsidRDefault="00FB0AE9" w:rsidP="00F759ED">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FB0AE9" w:rsidRDefault="00FB0AE9" w:rsidP="00F759ED">
            <w:pPr>
              <w:pStyle w:val="SML-odstavec"/>
              <w:numPr>
                <w:ilvl w:val="0"/>
                <w:numId w:val="0"/>
              </w:numPr>
              <w:spacing w:line="240" w:lineRule="auto"/>
            </w:pPr>
          </w:p>
        </w:tc>
      </w:tr>
      <w:tr w:rsidR="00FB0AE9" w:rsidRPr="00784F83" w:rsidTr="00F759ED">
        <w:tc>
          <w:tcPr>
            <w:tcW w:w="250" w:type="dxa"/>
            <w:shd w:val="clear" w:color="auto" w:fill="auto"/>
            <w:vAlign w:val="bottom"/>
          </w:tcPr>
          <w:p w:rsidR="00FB0AE9" w:rsidRDefault="00FB0AE9" w:rsidP="00F759ED">
            <w:pPr>
              <w:pStyle w:val="SML-odstavec"/>
              <w:numPr>
                <w:ilvl w:val="0"/>
                <w:numId w:val="0"/>
              </w:numPr>
            </w:pPr>
          </w:p>
        </w:tc>
        <w:tc>
          <w:tcPr>
            <w:tcW w:w="2268"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708" w:type="dxa"/>
            <w:shd w:val="clear" w:color="auto" w:fill="auto"/>
            <w:vAlign w:val="bottom"/>
          </w:tcPr>
          <w:p w:rsidR="00FB0AE9" w:rsidRDefault="00FB0AE9" w:rsidP="00F759ED">
            <w:pPr>
              <w:pStyle w:val="SML-odstavec"/>
              <w:numPr>
                <w:ilvl w:val="0"/>
                <w:numId w:val="0"/>
              </w:numPr>
            </w:pPr>
          </w:p>
        </w:tc>
        <w:tc>
          <w:tcPr>
            <w:tcW w:w="1276" w:type="dxa"/>
            <w:tcBorders>
              <w:top w:val="dashSmallGap" w:sz="4" w:space="0" w:color="auto"/>
            </w:tcBorders>
            <w:shd w:val="clear" w:color="auto" w:fill="auto"/>
            <w:vAlign w:val="bottom"/>
          </w:tcPr>
          <w:p w:rsidR="00FB0AE9" w:rsidRDefault="00FB0AE9" w:rsidP="00F759ED">
            <w:pPr>
              <w:pStyle w:val="SML-odstavec"/>
              <w:numPr>
                <w:ilvl w:val="0"/>
                <w:numId w:val="0"/>
              </w:numPr>
            </w:pPr>
          </w:p>
        </w:tc>
        <w:tc>
          <w:tcPr>
            <w:tcW w:w="425" w:type="dxa"/>
            <w:shd w:val="clear" w:color="auto" w:fill="auto"/>
            <w:vAlign w:val="bottom"/>
          </w:tcPr>
          <w:p w:rsidR="00FB0AE9" w:rsidRDefault="00FB0AE9" w:rsidP="00F759ED">
            <w:pPr>
              <w:pStyle w:val="SML-odstavec"/>
              <w:numPr>
                <w:ilvl w:val="0"/>
                <w:numId w:val="0"/>
              </w:numPr>
            </w:pPr>
          </w:p>
        </w:tc>
        <w:tc>
          <w:tcPr>
            <w:tcW w:w="3681" w:type="dxa"/>
            <w:tcBorders>
              <w:top w:val="dashSmallGap" w:sz="4" w:space="0" w:color="auto"/>
            </w:tcBorders>
            <w:shd w:val="clear" w:color="auto" w:fill="auto"/>
            <w:vAlign w:val="bottom"/>
          </w:tcPr>
          <w:p w:rsidR="00FB0AE9" w:rsidRPr="00784F83" w:rsidRDefault="00770641" w:rsidP="00770641">
            <w:pPr>
              <w:pStyle w:val="SML-odstavec"/>
              <w:numPr>
                <w:ilvl w:val="0"/>
                <w:numId w:val="0"/>
              </w:numPr>
              <w:jc w:val="center"/>
              <w:rPr>
                <w:sz w:val="18"/>
                <w:szCs w:val="20"/>
              </w:rPr>
            </w:pPr>
            <w:r w:rsidRPr="00770641">
              <w:t>prof. PhDr. Valéri</w:t>
            </w:r>
            <w:r>
              <w:t>e</w:t>
            </w:r>
            <w:r w:rsidRPr="00770641">
              <w:t xml:space="preserve"> Tóthov</w:t>
            </w:r>
            <w:r>
              <w:t>á</w:t>
            </w:r>
            <w:r w:rsidRPr="00770641">
              <w:t>, Ph.D., děkank</w:t>
            </w:r>
            <w:r>
              <w:t>a</w:t>
            </w:r>
            <w:r w:rsidRPr="00770641">
              <w:t xml:space="preserve"> fakulty</w:t>
            </w:r>
          </w:p>
        </w:tc>
      </w:tr>
    </w:tbl>
    <w:p w:rsidR="00FB0AE9" w:rsidRDefault="00FB0AE9" w:rsidP="00EE56D6">
      <w:pPr>
        <w:pStyle w:val="SML-odstavec"/>
        <w:numPr>
          <w:ilvl w:val="0"/>
          <w:numId w:val="0"/>
        </w:numPr>
        <w:ind w:left="284"/>
      </w:pPr>
    </w:p>
    <w:p w:rsidR="00EE56D6" w:rsidRDefault="00EE56D6" w:rsidP="00EE56D6">
      <w:pPr>
        <w:pStyle w:val="SML-odstavec"/>
        <w:numPr>
          <w:ilvl w:val="0"/>
          <w:numId w:val="0"/>
        </w:numPr>
        <w:ind w:left="284"/>
      </w:pPr>
    </w:p>
    <w:p w:rsidR="00EE56D6" w:rsidRPr="007172BE" w:rsidRDefault="00EE56D6" w:rsidP="00EE56D6">
      <w:pPr>
        <w:pStyle w:val="SML-odstavec"/>
        <w:numPr>
          <w:ilvl w:val="0"/>
          <w:numId w:val="0"/>
        </w:numPr>
        <w:ind w:left="284"/>
        <w:rPr>
          <w:u w:val="single"/>
        </w:rPr>
      </w:pPr>
      <w:r>
        <w:rPr>
          <w:u w:val="single"/>
        </w:rPr>
        <w:t xml:space="preserve">Za </w:t>
      </w:r>
      <w:r w:rsidR="00C06844">
        <w:rPr>
          <w:u w:val="single"/>
        </w:rPr>
        <w:t>Dodavatele</w:t>
      </w:r>
      <w:r w:rsidRPr="007172BE">
        <w:rPr>
          <w:u w:val="single"/>
        </w:rPr>
        <w:t>:</w:t>
      </w:r>
    </w:p>
    <w:tbl>
      <w:tblPr>
        <w:tblW w:w="0" w:type="auto"/>
        <w:tblInd w:w="284" w:type="dxa"/>
        <w:tblLayout w:type="fixed"/>
        <w:tblLook w:val="04A0" w:firstRow="1" w:lastRow="0" w:firstColumn="1" w:lastColumn="0" w:noHBand="0" w:noVBand="1"/>
      </w:tblPr>
      <w:tblGrid>
        <w:gridCol w:w="250"/>
        <w:gridCol w:w="2268"/>
        <w:gridCol w:w="708"/>
        <w:gridCol w:w="1276"/>
        <w:gridCol w:w="425"/>
        <w:gridCol w:w="3681"/>
      </w:tblGrid>
      <w:tr w:rsidR="00EE56D6" w:rsidRPr="00784F83" w:rsidTr="003A5407">
        <w:trPr>
          <w:trHeight w:hRule="exact" w:val="227"/>
        </w:trPr>
        <w:tc>
          <w:tcPr>
            <w:tcW w:w="250"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V</w:t>
            </w:r>
          </w:p>
        </w:tc>
        <w:sdt>
          <w:sdtPr>
            <w:rPr>
              <w:highlight w:val="yellow"/>
            </w:rPr>
            <w:id w:val="-155689622"/>
            <w:placeholder>
              <w:docPart w:val="7E26AF5EE7694F6B8C74DDBD9514CEE5"/>
            </w:placeholder>
            <w:text/>
          </w:sdtPr>
          <w:sdtEndPr/>
          <w:sdtContent>
            <w:tc>
              <w:tcPr>
                <w:tcW w:w="2268" w:type="dxa"/>
                <w:tcBorders>
                  <w:bottom w:val="dashSmallGap" w:sz="4" w:space="0" w:color="auto"/>
                </w:tcBorders>
                <w:shd w:val="clear" w:color="auto" w:fill="auto"/>
                <w:vAlign w:val="bottom"/>
              </w:tcPr>
              <w:p w:rsidR="00EE56D6" w:rsidRPr="00AF4751" w:rsidRDefault="001A0901" w:rsidP="001A0901">
                <w:pPr>
                  <w:pStyle w:val="SML-odstavec"/>
                  <w:numPr>
                    <w:ilvl w:val="0"/>
                    <w:numId w:val="0"/>
                  </w:numPr>
                  <w:spacing w:line="240" w:lineRule="auto"/>
                  <w:rPr>
                    <w:highlight w:val="yellow"/>
                  </w:rPr>
                </w:pPr>
                <w:r>
                  <w:rPr>
                    <w:highlight w:val="yellow"/>
                  </w:rPr>
                  <w:t>……………………</w:t>
                </w:r>
              </w:p>
            </w:tc>
          </w:sdtContent>
        </w:sdt>
        <w:tc>
          <w:tcPr>
            <w:tcW w:w="708" w:type="dxa"/>
            <w:shd w:val="clear" w:color="auto" w:fill="auto"/>
            <w:vAlign w:val="bottom"/>
          </w:tcPr>
          <w:p w:rsidR="00EE56D6" w:rsidRPr="00784F83" w:rsidRDefault="00EE56D6" w:rsidP="003A5407">
            <w:pPr>
              <w:pStyle w:val="SML-odstavec"/>
              <w:numPr>
                <w:ilvl w:val="0"/>
                <w:numId w:val="0"/>
              </w:numPr>
              <w:spacing w:line="240" w:lineRule="auto"/>
              <w:rPr>
                <w:rStyle w:val="Zdraznnjemn"/>
              </w:rPr>
            </w:pPr>
            <w:r w:rsidRPr="00784F83">
              <w:rPr>
                <w:rStyle w:val="Zdraznnjemn"/>
              </w:rPr>
              <w:t>, dne</w:t>
            </w:r>
          </w:p>
        </w:tc>
        <w:tc>
          <w:tcPr>
            <w:tcW w:w="1276" w:type="dxa"/>
            <w:tcBorders>
              <w:bottom w:val="dashSmallGap" w:sz="4" w:space="0" w:color="auto"/>
            </w:tcBorders>
            <w:shd w:val="clear" w:color="auto" w:fill="auto"/>
            <w:vAlign w:val="bottom"/>
          </w:tcPr>
          <w:p w:rsidR="00EE56D6" w:rsidRPr="00AF4751" w:rsidRDefault="00BE613F" w:rsidP="001A0901">
            <w:pPr>
              <w:pStyle w:val="SML-odstavec"/>
              <w:numPr>
                <w:ilvl w:val="0"/>
                <w:numId w:val="0"/>
              </w:numPr>
              <w:spacing w:line="240" w:lineRule="auto"/>
              <w:rPr>
                <w:highlight w:val="yellow"/>
              </w:rPr>
            </w:pPr>
            <w:sdt>
              <w:sdtPr>
                <w:rPr>
                  <w:highlight w:val="yellow"/>
                </w:rPr>
                <w:id w:val="-147362420"/>
                <w:placeholder>
                  <w:docPart w:val="EE29C6FC03D1451293E3BCEC9FAD3257"/>
                </w:placeholder>
                <w:text/>
              </w:sdtPr>
              <w:sdtEndPr/>
              <w:sdtContent>
                <w:proofErr w:type="gramStart"/>
                <w:r w:rsidR="001A0901">
                  <w:rPr>
                    <w:highlight w:val="yellow"/>
                  </w:rPr>
                  <w:t>..................</w:t>
                </w:r>
              </w:sdtContent>
            </w:sdt>
            <w:proofErr w:type="gramEnd"/>
          </w:p>
        </w:tc>
        <w:tc>
          <w:tcPr>
            <w:tcW w:w="425" w:type="dxa"/>
            <w:shd w:val="clear" w:color="auto" w:fill="auto"/>
            <w:vAlign w:val="bottom"/>
          </w:tcPr>
          <w:p w:rsidR="00EE56D6" w:rsidRDefault="00EE56D6" w:rsidP="003A5407">
            <w:pPr>
              <w:pStyle w:val="SML-odstavec"/>
              <w:numPr>
                <w:ilvl w:val="0"/>
                <w:numId w:val="0"/>
              </w:numPr>
              <w:spacing w:line="240" w:lineRule="auto"/>
            </w:pPr>
          </w:p>
        </w:tc>
        <w:tc>
          <w:tcPr>
            <w:tcW w:w="3681" w:type="dxa"/>
            <w:tcBorders>
              <w:bottom w:val="dashSmallGap" w:sz="4" w:space="0" w:color="auto"/>
            </w:tcBorders>
            <w:shd w:val="clear" w:color="auto" w:fill="auto"/>
            <w:vAlign w:val="bottom"/>
          </w:tcPr>
          <w:p w:rsidR="00EE56D6" w:rsidRDefault="00EE56D6" w:rsidP="003A5407">
            <w:pPr>
              <w:pStyle w:val="SML-odstavec"/>
              <w:numPr>
                <w:ilvl w:val="0"/>
                <w:numId w:val="0"/>
              </w:numPr>
              <w:spacing w:line="240" w:lineRule="auto"/>
            </w:pPr>
          </w:p>
        </w:tc>
      </w:tr>
      <w:tr w:rsidR="00EE56D6" w:rsidRPr="00784F83" w:rsidTr="003A5407">
        <w:tc>
          <w:tcPr>
            <w:tcW w:w="250" w:type="dxa"/>
            <w:shd w:val="clear" w:color="auto" w:fill="auto"/>
            <w:vAlign w:val="bottom"/>
          </w:tcPr>
          <w:p w:rsidR="00EE56D6" w:rsidRDefault="00EE56D6" w:rsidP="003A5407">
            <w:pPr>
              <w:pStyle w:val="SML-odstavec"/>
              <w:numPr>
                <w:ilvl w:val="0"/>
                <w:numId w:val="0"/>
              </w:numPr>
            </w:pPr>
          </w:p>
        </w:tc>
        <w:tc>
          <w:tcPr>
            <w:tcW w:w="2268"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708" w:type="dxa"/>
            <w:shd w:val="clear" w:color="auto" w:fill="auto"/>
            <w:vAlign w:val="bottom"/>
          </w:tcPr>
          <w:p w:rsidR="00EE56D6" w:rsidRDefault="00EE56D6" w:rsidP="003A5407">
            <w:pPr>
              <w:pStyle w:val="SML-odstavec"/>
              <w:numPr>
                <w:ilvl w:val="0"/>
                <w:numId w:val="0"/>
              </w:numPr>
            </w:pPr>
          </w:p>
        </w:tc>
        <w:tc>
          <w:tcPr>
            <w:tcW w:w="1276" w:type="dxa"/>
            <w:tcBorders>
              <w:top w:val="dashSmallGap" w:sz="4" w:space="0" w:color="auto"/>
            </w:tcBorders>
            <w:shd w:val="clear" w:color="auto" w:fill="auto"/>
            <w:vAlign w:val="bottom"/>
          </w:tcPr>
          <w:p w:rsidR="00EE56D6" w:rsidRPr="00AF4751" w:rsidRDefault="00EE56D6" w:rsidP="003A5407">
            <w:pPr>
              <w:pStyle w:val="SML-odstavec"/>
              <w:numPr>
                <w:ilvl w:val="0"/>
                <w:numId w:val="0"/>
              </w:numPr>
              <w:rPr>
                <w:highlight w:val="yellow"/>
              </w:rPr>
            </w:pPr>
          </w:p>
        </w:tc>
        <w:tc>
          <w:tcPr>
            <w:tcW w:w="425" w:type="dxa"/>
            <w:shd w:val="clear" w:color="auto" w:fill="auto"/>
            <w:vAlign w:val="bottom"/>
          </w:tcPr>
          <w:p w:rsidR="00EE56D6" w:rsidRDefault="00EE56D6" w:rsidP="003A5407">
            <w:pPr>
              <w:pStyle w:val="SML-odstavec"/>
              <w:numPr>
                <w:ilvl w:val="0"/>
                <w:numId w:val="0"/>
              </w:numPr>
            </w:pPr>
          </w:p>
        </w:tc>
        <w:sdt>
          <w:sdtPr>
            <w:rPr>
              <w:sz w:val="18"/>
              <w:szCs w:val="20"/>
              <w:highlight w:val="yellow"/>
            </w:rPr>
            <w:id w:val="-1628461461"/>
            <w:placeholder>
              <w:docPart w:val="E13E97EE92C34478A9811FDBA5375670"/>
            </w:placeholder>
            <w:text/>
          </w:sdtPr>
          <w:sdtEndPr/>
          <w:sdtContent>
            <w:tc>
              <w:tcPr>
                <w:tcW w:w="3681" w:type="dxa"/>
                <w:tcBorders>
                  <w:top w:val="dashSmallGap" w:sz="4" w:space="0" w:color="auto"/>
                </w:tcBorders>
                <w:shd w:val="clear" w:color="auto" w:fill="auto"/>
                <w:vAlign w:val="bottom"/>
              </w:tcPr>
              <w:p w:rsidR="00EE56D6" w:rsidRPr="00784F83" w:rsidRDefault="0022453C" w:rsidP="00AF4751">
                <w:pPr>
                  <w:pStyle w:val="SML-odstavec"/>
                  <w:numPr>
                    <w:ilvl w:val="0"/>
                    <w:numId w:val="0"/>
                  </w:numPr>
                  <w:jc w:val="center"/>
                  <w:rPr>
                    <w:sz w:val="18"/>
                    <w:szCs w:val="20"/>
                  </w:rPr>
                </w:pPr>
                <w:r>
                  <w:rPr>
                    <w:sz w:val="18"/>
                    <w:szCs w:val="20"/>
                    <w:highlight w:val="yellow"/>
                  </w:rPr>
                  <w:t>…………………………………………………</w:t>
                </w:r>
              </w:p>
            </w:tc>
          </w:sdtContent>
        </w:sdt>
      </w:tr>
    </w:tbl>
    <w:p w:rsidR="00EE56D6" w:rsidRDefault="00EE56D6" w:rsidP="00EE56D6">
      <w:pPr>
        <w:pStyle w:val="SML-odstavec"/>
        <w:numPr>
          <w:ilvl w:val="0"/>
          <w:numId w:val="0"/>
        </w:numPr>
        <w:ind w:left="284"/>
      </w:pPr>
    </w:p>
    <w:p w:rsidR="00EE56D6" w:rsidRDefault="00EE56D6" w:rsidP="00EE56D6">
      <w:pPr>
        <w:pStyle w:val="SML-odstavec"/>
        <w:numPr>
          <w:ilvl w:val="0"/>
          <w:numId w:val="0"/>
        </w:numPr>
        <w:ind w:left="284"/>
      </w:pPr>
    </w:p>
    <w:p w:rsidR="00EE56D6" w:rsidRPr="004442A0" w:rsidRDefault="00EE56D6" w:rsidP="00EE56D6">
      <w:pPr>
        <w:pStyle w:val="SML-odstavec"/>
        <w:numPr>
          <w:ilvl w:val="0"/>
          <w:numId w:val="0"/>
        </w:numPr>
        <w:ind w:left="284"/>
        <w:rPr>
          <w:b/>
          <w:u w:val="single"/>
        </w:rPr>
      </w:pPr>
      <w:r w:rsidRPr="004442A0">
        <w:rPr>
          <w:b/>
          <w:u w:val="single"/>
        </w:rPr>
        <w:t>Přílohy:</w:t>
      </w:r>
    </w:p>
    <w:p w:rsidR="00EE56D6" w:rsidRDefault="00EE56D6" w:rsidP="00EE56D6">
      <w:pPr>
        <w:pStyle w:val="SML-odstavec"/>
        <w:numPr>
          <w:ilvl w:val="0"/>
          <w:numId w:val="0"/>
        </w:numPr>
        <w:ind w:left="284"/>
      </w:pPr>
      <w:r>
        <w:t>Příloha č. 1</w:t>
      </w:r>
      <w:r>
        <w:tab/>
        <w:t xml:space="preserve">- Nabídka </w:t>
      </w:r>
      <w:r w:rsidR="00C06844">
        <w:t>Dodavatele</w:t>
      </w:r>
    </w:p>
    <w:p w:rsidR="00EE56D6" w:rsidRDefault="00EE56D6" w:rsidP="00EE56D6">
      <w:pPr>
        <w:pStyle w:val="SML-odstavec"/>
        <w:numPr>
          <w:ilvl w:val="0"/>
          <w:numId w:val="0"/>
        </w:numPr>
        <w:ind w:left="284"/>
      </w:pPr>
      <w:r>
        <w:br w:type="page"/>
      </w:r>
    </w:p>
    <w:tbl>
      <w:tblPr>
        <w:tblW w:w="0" w:type="auto"/>
        <w:shd w:val="clear" w:color="auto" w:fill="D9D9D9"/>
        <w:tblLayout w:type="fixed"/>
        <w:tblCellMar>
          <w:left w:w="0" w:type="dxa"/>
          <w:right w:w="0" w:type="dxa"/>
        </w:tblCellMar>
        <w:tblLook w:val="0000" w:firstRow="0" w:lastRow="0" w:firstColumn="0" w:lastColumn="0" w:noHBand="0" w:noVBand="0"/>
      </w:tblPr>
      <w:tblGrid>
        <w:gridCol w:w="8676"/>
      </w:tblGrid>
      <w:tr w:rsidR="00EE56D6" w:rsidRPr="00784F83" w:rsidTr="003A5407">
        <w:trPr>
          <w:cantSplit/>
          <w:trHeight w:hRule="exact" w:val="2846"/>
        </w:trPr>
        <w:tc>
          <w:tcPr>
            <w:tcW w:w="8676" w:type="dxa"/>
            <w:shd w:val="clear" w:color="auto" w:fill="D9D9D9"/>
            <w:tcMar>
              <w:left w:w="0" w:type="dxa"/>
              <w:right w:w="0" w:type="dxa"/>
            </w:tcMar>
          </w:tcPr>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r w:rsidRPr="00784F83">
              <w:lastRenderedPageBreak/>
              <w:br w:type="page"/>
            </w:r>
            <w:r w:rsidR="00D16BB4">
              <w:rPr>
                <w:rFonts w:ascii="Clara Sans" w:hAnsi="Clara Sans"/>
                <w:b/>
                <w:sz w:val="36"/>
                <w:lang w:val="cs"/>
              </w:rPr>
              <w:t>S</w:t>
            </w:r>
            <w:r w:rsidRPr="001A4618">
              <w:rPr>
                <w:rFonts w:ascii="Clara Sans" w:hAnsi="Clara Sans"/>
                <w:b/>
                <w:sz w:val="36"/>
                <w:lang w:val="cs"/>
              </w:rPr>
              <w:t>MLOUVA</w:t>
            </w:r>
            <w:r w:rsidR="003B60A6">
              <w:rPr>
                <w:rFonts w:ascii="Clara Sans" w:hAnsi="Clara Sans"/>
                <w:b/>
                <w:sz w:val="36"/>
                <w:lang w:val="cs"/>
              </w:rPr>
              <w:t xml:space="preserve"> O DODÁVKÁCH</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Clara Sans" w:hAnsi="Clara Sans"/>
                <w:b/>
                <w:sz w:val="36"/>
                <w:lang w:val="cs"/>
              </w:rPr>
            </w:pP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r>
              <w:rPr>
                <w:rFonts w:ascii="Clara Sans" w:hAnsi="Clara Sans"/>
                <w:b/>
                <w:sz w:val="36"/>
                <w:lang w:val="cs"/>
              </w:rPr>
              <w:t xml:space="preserve">Příloha č. 1 – Nabídka </w:t>
            </w:r>
            <w:r w:rsidR="00C06844">
              <w:rPr>
                <w:rFonts w:ascii="Clara Sans" w:hAnsi="Clara Sans"/>
                <w:b/>
                <w:sz w:val="36"/>
                <w:lang w:val="cs"/>
              </w:rPr>
              <w:t>Dodavatele</w:t>
            </w:r>
          </w:p>
          <w:p w:rsidR="00EE56D6"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sz w:val="20"/>
                <w:lang w:val="cs"/>
              </w:rPr>
            </w:pPr>
          </w:p>
          <w:p w:rsidR="00EE56D6" w:rsidRPr="001A4618" w:rsidRDefault="00EE56D6" w:rsidP="003A5407">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right"/>
              <w:rPr>
                <w:rFonts w:ascii="Clara Sans" w:hAnsi="Clara Sans"/>
                <w:b/>
                <w:sz w:val="20"/>
                <w:lang w:val="cs"/>
              </w:rPr>
            </w:pPr>
          </w:p>
        </w:tc>
      </w:tr>
    </w:tbl>
    <w:p w:rsidR="00EE56D6" w:rsidRDefault="00EE56D6" w:rsidP="00EE56D6">
      <w:pPr>
        <w:widowControl w:val="0"/>
        <w:tabs>
          <w:tab w:val="left" w:pos="0"/>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center"/>
        <w:rPr>
          <w:rFonts w:ascii="Clara Sans" w:hAnsi="Clara Sans"/>
          <w:b/>
          <w:sz w:val="36"/>
          <w:lang w:val="cs"/>
        </w:rPr>
      </w:pPr>
    </w:p>
    <w:p w:rsidR="00751119" w:rsidRDefault="00751119"/>
    <w:sectPr w:rsidR="00751119" w:rsidSect="003A5407">
      <w:headerReference w:type="default" r:id="rId11"/>
      <w:pgSz w:w="11905" w:h="16837"/>
      <w:pgMar w:top="737" w:right="1274" w:bottom="679" w:left="1955" w:header="720" w:footer="7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13F" w:rsidRDefault="00BE613F">
      <w:pPr>
        <w:spacing w:after="0" w:line="240" w:lineRule="auto"/>
      </w:pPr>
      <w:r>
        <w:separator/>
      </w:r>
    </w:p>
  </w:endnote>
  <w:endnote w:type="continuationSeparator" w:id="0">
    <w:p w:rsidR="00BE613F" w:rsidRDefault="00BE6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Default="00F759ED">
    <w:pPr>
      <w:pStyle w:val="Zpat"/>
    </w:pPr>
    <w:r>
      <w:rPr>
        <w:noProof/>
      </w:rPr>
      <mc:AlternateContent>
        <mc:Choice Requires="wps">
          <w:drawing>
            <wp:anchor distT="0" distB="0" distL="114300" distR="114300" simplePos="0" relativeHeight="251660288" behindDoc="0" locked="0" layoutInCell="1" allowOverlap="1" wp14:anchorId="4337B41F" wp14:editId="4B05EC77">
              <wp:simplePos x="0" y="0"/>
              <wp:positionH relativeFrom="column">
                <wp:posOffset>4509135</wp:posOffset>
              </wp:positionH>
              <wp:positionV relativeFrom="paragraph">
                <wp:posOffset>33655</wp:posOffset>
              </wp:positionV>
              <wp:extent cx="1160145" cy="274320"/>
              <wp:effectExtent l="0" t="1905" r="4445" b="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145" cy="274320"/>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8C4E40" w:rsidRPr="008C4E40">
                            <w:rPr>
                              <w:b/>
                              <w:noProof/>
                              <w:color w:val="FFFFFF"/>
                              <w:sz w:val="20"/>
                            </w:rPr>
                            <w:t>1</w:t>
                          </w:r>
                          <w:r w:rsidRPr="00784F83">
                            <w:rPr>
                              <w:b/>
                              <w:color w:val="FFFFFF"/>
                              <w:sz w:val="20"/>
                            </w:rPr>
                            <w:fldChar w:fldCharType="end"/>
                          </w:r>
                          <w:r>
                            <w:rPr>
                              <w:b/>
                              <w:color w:val="FFFFFF"/>
                              <w:sz w:val="20"/>
                            </w:rPr>
                            <w:t xml:space="preserve"> z </w:t>
                          </w:r>
                          <w:r w:rsidR="00340FB4">
                            <w:rPr>
                              <w:b/>
                              <w:color w:val="FFFFFF"/>
                              <w:sz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4" o:spid="_x0000_s1027" style="position:absolute;margin-left:355.05pt;margin-top:2.65pt;width:91.3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" fillcolor="#0070c0" stroked="f">
              <v:textbox>
                <w:txbxContent>
                  <w:p w:rsidR="00F759ED" w:rsidRPr="00784F83" w:rsidRDefault="00F759ED">
                    <w:pPr>
                      <w:pStyle w:val="Zpat"/>
                      <w:rPr>
                        <w:color w:val="FFFFFF"/>
                        <w:sz w:val="20"/>
                      </w:rPr>
                    </w:pPr>
                    <w:r w:rsidRPr="00784F83">
                      <w:rPr>
                        <w:color w:val="FFFFFF"/>
                        <w:sz w:val="20"/>
                      </w:rPr>
                      <w:t xml:space="preserve">Stránka </w:t>
                    </w:r>
                    <w:r w:rsidRPr="00784F83">
                      <w:rPr>
                        <w:b/>
                        <w:sz w:val="20"/>
                      </w:rPr>
                      <w:fldChar w:fldCharType="begin"/>
                    </w:r>
                    <w:r w:rsidRPr="00784F83">
                      <w:rPr>
                        <w:b/>
                        <w:sz w:val="20"/>
                      </w:rPr>
                      <w:instrText>PAGE   \* MERGEFORMAT</w:instrText>
                    </w:r>
                    <w:r w:rsidRPr="00784F83">
                      <w:rPr>
                        <w:b/>
                        <w:sz w:val="20"/>
                      </w:rPr>
                      <w:fldChar w:fldCharType="separate"/>
                    </w:r>
                    <w:r w:rsidR="008C4E40" w:rsidRPr="008C4E40">
                      <w:rPr>
                        <w:b/>
                        <w:noProof/>
                        <w:color w:val="FFFFFF"/>
                        <w:sz w:val="20"/>
                      </w:rPr>
                      <w:t>1</w:t>
                    </w:r>
                    <w:r w:rsidRPr="00784F83">
                      <w:rPr>
                        <w:b/>
                        <w:color w:val="FFFFFF"/>
                        <w:sz w:val="20"/>
                      </w:rPr>
                      <w:fldChar w:fldCharType="end"/>
                    </w:r>
                    <w:r>
                      <w:rPr>
                        <w:b/>
                        <w:color w:val="FFFFFF"/>
                        <w:sz w:val="20"/>
                      </w:rPr>
                      <w:t xml:space="preserve"> z </w:t>
                    </w:r>
                    <w:r w:rsidR="00340FB4">
                      <w:rPr>
                        <w:b/>
                        <w:color w:val="FFFFFF"/>
                        <w:sz w:val="18"/>
                      </w:rPr>
                      <w:t>10</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3D4D7DF4" wp14:editId="60E5C29E">
              <wp:simplePos x="0" y="0"/>
              <wp:positionH relativeFrom="column">
                <wp:posOffset>46990</wp:posOffset>
              </wp:positionH>
              <wp:positionV relativeFrom="paragraph">
                <wp:posOffset>33655</wp:posOffset>
              </wp:positionV>
              <wp:extent cx="4403725" cy="274320"/>
              <wp:effectExtent l="2540" t="1905" r="381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274320"/>
                      </a:xfrm>
                      <a:prstGeom prst="rect">
                        <a:avLst/>
                      </a:prstGeom>
                      <a:solidFill>
                        <a:srgbClr val="0070C0"/>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vzmr-14_smlouva-01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élník 3" o:spid="_x0000_s1028" style="position:absolute;margin-left:3.7pt;margin-top:2.65pt;width:346.7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" fillcolor="#0070c0" stroked="f" strokecolor="#943634">
              <v:textbox>
                <w:txbxContent>
                  <w:p w:rsidR="00F759ED" w:rsidRPr="00784F83" w:rsidRDefault="00F759ED">
                    <w:pPr>
                      <w:pStyle w:val="Zhlav"/>
                      <w:rPr>
                        <w:color w:val="FFFFFF"/>
                        <w:sz w:val="20"/>
                      </w:rPr>
                    </w:pPr>
                    <w:r w:rsidRPr="00784F83">
                      <w:rPr>
                        <w:color w:val="FFFFFF"/>
                        <w:sz w:val="20"/>
                      </w:rPr>
                      <w:t xml:space="preserve">ZSF JU </w:t>
                    </w:r>
                    <w:r>
                      <w:rPr>
                        <w:color w:val="FFFFFF"/>
                        <w:sz w:val="20"/>
                      </w:rPr>
                      <w:t>–</w:t>
                    </w:r>
                    <w:r w:rsidR="00C06844">
                      <w:rPr>
                        <w:color w:val="FFFFFF"/>
                        <w:sz w:val="20"/>
                      </w:rPr>
                      <w:t xml:space="preserve"> S</w:t>
                    </w:r>
                    <w:r w:rsidR="008626FF">
                      <w:rPr>
                        <w:color w:val="FFFFFF"/>
                        <w:sz w:val="20"/>
                      </w:rPr>
                      <w:t>mlouva o dodávkách</w:t>
                    </w:r>
                    <w:r>
                      <w:rPr>
                        <w:color w:val="FFFFFF"/>
                        <w:sz w:val="20"/>
                      </w:rPr>
                      <w:t xml:space="preserve"> </w:t>
                    </w:r>
                    <w:r w:rsidRPr="00F44BDF">
                      <w:rPr>
                        <w:color w:val="FFFFFF"/>
                        <w:sz w:val="20"/>
                        <w:vertAlign w:val="subscript"/>
                      </w:rPr>
                      <w:t xml:space="preserve">/ </w:t>
                    </w:r>
                    <w:r w:rsidRPr="00F44BDF">
                      <w:rPr>
                        <w:color w:val="FFFFFF"/>
                        <w:sz w:val="20"/>
                        <w:vertAlign w:val="subscript"/>
                      </w:rPr>
                      <w:fldChar w:fldCharType="begin"/>
                    </w:r>
                    <w:r w:rsidRPr="00F44BDF">
                      <w:rPr>
                        <w:color w:val="FFFFFF"/>
                        <w:sz w:val="20"/>
                        <w:vertAlign w:val="subscript"/>
                      </w:rPr>
                      <w:instrText xml:space="preserve"> FILENAME  \* Lower  \* MERGEFORMAT </w:instrText>
                    </w:r>
                    <w:r w:rsidRPr="00F44BDF">
                      <w:rPr>
                        <w:color w:val="FFFFFF"/>
                        <w:sz w:val="20"/>
                        <w:vertAlign w:val="subscript"/>
                      </w:rPr>
                      <w:fldChar w:fldCharType="separate"/>
                    </w:r>
                    <w:r w:rsidR="00624B58">
                      <w:rPr>
                        <w:noProof/>
                        <w:color w:val="FFFFFF"/>
                        <w:sz w:val="20"/>
                        <w:vertAlign w:val="subscript"/>
                      </w:rPr>
                      <w:t>vzmr-14_smlouva-01</w:t>
                    </w:r>
                    <w:r w:rsidRPr="00F44BDF">
                      <w:rPr>
                        <w:color w:val="FFFFFF"/>
                        <w:sz w:val="20"/>
                        <w:vertAlign w:val="subscript"/>
                      </w:rPr>
                      <w:fldChar w:fldCharType="end"/>
                    </w:r>
                    <w:r>
                      <w:rPr>
                        <w:color w:val="FFFFFF"/>
                        <w:sz w:val="20"/>
                        <w:vertAlign w:val="subscript"/>
                      </w:rPr>
                      <w:t xml:space="preserve">-vytištěno: </w:t>
                    </w:r>
                    <w:r>
                      <w:rPr>
                        <w:color w:val="FFFFFF"/>
                        <w:sz w:val="20"/>
                        <w:vertAlign w:val="subscript"/>
                      </w:rPr>
                      <w:fldChar w:fldCharType="begin"/>
                    </w:r>
                    <w:r>
                      <w:rPr>
                        <w:color w:val="FFFFFF"/>
                        <w:sz w:val="20"/>
                        <w:vertAlign w:val="subscript"/>
                      </w:rPr>
                      <w:instrText xml:space="preserve"> DOCPROPERTY  LastPrinted  \* MERGEFORMAT </w:instrText>
                    </w:r>
                    <w:r>
                      <w:rPr>
                        <w:color w:val="FFFFFF"/>
                        <w:sz w:val="20"/>
                        <w:vertAlign w:val="subscript"/>
                      </w:rPr>
                      <w:fldChar w:fldCharType="separate"/>
                    </w:r>
                    <w:r w:rsidR="00624B58">
                      <w:rPr>
                        <w:color w:val="FFFFFF"/>
                        <w:sz w:val="20"/>
                        <w:vertAlign w:val="subscript"/>
                      </w:rPr>
                      <w:t>13.10.2014 14:43</w:t>
                    </w:r>
                    <w:r>
                      <w:rPr>
                        <w:color w:val="FFFFFF"/>
                        <w:sz w:val="20"/>
                        <w:vertAlign w:val="subscript"/>
                      </w:rPr>
                      <w:fldChar w:fldCharType="end"/>
                    </w:r>
                  </w:p>
                </w:txbxContent>
              </v:textbox>
            </v:rect>
          </w:pict>
        </mc:Fallback>
      </mc:AlternateContent>
    </w:r>
  </w:p>
  <w:p w:rsidR="00F759ED" w:rsidRDefault="00F759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13F" w:rsidRDefault="00BE613F">
      <w:pPr>
        <w:spacing w:after="0" w:line="240" w:lineRule="auto"/>
      </w:pPr>
      <w:r>
        <w:separator/>
      </w:r>
    </w:p>
  </w:footnote>
  <w:footnote w:type="continuationSeparator" w:id="0">
    <w:p w:rsidR="00BE613F" w:rsidRDefault="00BE61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ED" w:rsidRPr="00545AFE" w:rsidRDefault="00F759ED" w:rsidP="00545AF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A4D9B"/>
    <w:multiLevelType w:val="multilevel"/>
    <w:tmpl w:val="56544FB2"/>
    <w:lvl w:ilvl="0">
      <w:start w:val="1"/>
      <w:numFmt w:val="decimal"/>
      <w:pStyle w:val="SML-lnek"/>
      <w:suff w:val="space"/>
      <w:lvlText w:val="Článek č. %1. - "/>
      <w:lvlJc w:val="left"/>
      <w:pPr>
        <w:ind w:left="0" w:firstLine="0"/>
      </w:pPr>
      <w:rPr>
        <w:rFonts w:hint="default"/>
      </w:rPr>
    </w:lvl>
    <w:lvl w:ilvl="1">
      <w:start w:val="1"/>
      <w:numFmt w:val="lowerLetter"/>
      <w:pStyle w:val="SML-odstavec"/>
      <w:lvlText w:val="%2)"/>
      <w:lvlJc w:val="left"/>
      <w:pPr>
        <w:tabs>
          <w:tab w:val="num" w:pos="567"/>
        </w:tabs>
        <w:ind w:left="567" w:hanging="567"/>
      </w:pPr>
      <w:rPr>
        <w:rFonts w:hint="default"/>
        <w:b/>
        <w:i w:val="0"/>
      </w:rPr>
    </w:lvl>
    <w:lvl w:ilvl="2">
      <w:start w:val="1"/>
      <w:numFmt w:val="lowerRoman"/>
      <w:pStyle w:val="SML-bod"/>
      <w:lvlText w:val="%3)"/>
      <w:lvlJc w:val="left"/>
      <w:pPr>
        <w:ind w:left="1134" w:hanging="567"/>
      </w:pPr>
      <w:rPr>
        <w:rFonts w:hint="default"/>
        <w:b/>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proofState w:spelling="clean" w:grammar="clean"/>
  <w:attachedTemplate r:id="rId1"/>
  <w:documentProtection w:edit="forms" w:enforcement="1" w:cryptProviderType="rsaFull" w:cryptAlgorithmClass="hash" w:cryptAlgorithmType="typeAny" w:cryptAlgorithmSid="4" w:cryptSpinCount="100000" w:hash="yUL+yUpd7xTr5lsioTvH0OJG8y0=" w:salt="na9hTJ1uQGqBoqDqh/Pv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028"/>
    <w:rsid w:val="00006A5A"/>
    <w:rsid w:val="00036536"/>
    <w:rsid w:val="00047347"/>
    <w:rsid w:val="00075E2A"/>
    <w:rsid w:val="00082DB0"/>
    <w:rsid w:val="000B5D72"/>
    <w:rsid w:val="001302BC"/>
    <w:rsid w:val="00142ED8"/>
    <w:rsid w:val="0017022A"/>
    <w:rsid w:val="00170D26"/>
    <w:rsid w:val="00182AE6"/>
    <w:rsid w:val="001A0901"/>
    <w:rsid w:val="0020761C"/>
    <w:rsid w:val="002173BF"/>
    <w:rsid w:val="0022453C"/>
    <w:rsid w:val="00240E05"/>
    <w:rsid w:val="002424C5"/>
    <w:rsid w:val="00243DE5"/>
    <w:rsid w:val="002733F3"/>
    <w:rsid w:val="00290C7E"/>
    <w:rsid w:val="00292830"/>
    <w:rsid w:val="002D48BB"/>
    <w:rsid w:val="002E7A92"/>
    <w:rsid w:val="00340FB4"/>
    <w:rsid w:val="0036350D"/>
    <w:rsid w:val="00395191"/>
    <w:rsid w:val="003A5407"/>
    <w:rsid w:val="003B60A6"/>
    <w:rsid w:val="004B55A9"/>
    <w:rsid w:val="005000DA"/>
    <w:rsid w:val="0051473F"/>
    <w:rsid w:val="00545AFE"/>
    <w:rsid w:val="00555864"/>
    <w:rsid w:val="00593EF8"/>
    <w:rsid w:val="005C50B0"/>
    <w:rsid w:val="00624B58"/>
    <w:rsid w:val="006531FE"/>
    <w:rsid w:val="00662707"/>
    <w:rsid w:val="00680969"/>
    <w:rsid w:val="006C7FA6"/>
    <w:rsid w:val="007242D0"/>
    <w:rsid w:val="00742399"/>
    <w:rsid w:val="00751119"/>
    <w:rsid w:val="0075269E"/>
    <w:rsid w:val="00770641"/>
    <w:rsid w:val="007946B7"/>
    <w:rsid w:val="007D0BF8"/>
    <w:rsid w:val="007F2CDF"/>
    <w:rsid w:val="00817891"/>
    <w:rsid w:val="0084780C"/>
    <w:rsid w:val="008626FF"/>
    <w:rsid w:val="008A08FA"/>
    <w:rsid w:val="008A1890"/>
    <w:rsid w:val="008C4E40"/>
    <w:rsid w:val="008E7F34"/>
    <w:rsid w:val="008F0D99"/>
    <w:rsid w:val="00917C22"/>
    <w:rsid w:val="00962EEF"/>
    <w:rsid w:val="009876A1"/>
    <w:rsid w:val="00993B68"/>
    <w:rsid w:val="009D042E"/>
    <w:rsid w:val="00A230CB"/>
    <w:rsid w:val="00A255CD"/>
    <w:rsid w:val="00A347B7"/>
    <w:rsid w:val="00AA1028"/>
    <w:rsid w:val="00AB084A"/>
    <w:rsid w:val="00AB6225"/>
    <w:rsid w:val="00AC2359"/>
    <w:rsid w:val="00AF4751"/>
    <w:rsid w:val="00B159A5"/>
    <w:rsid w:val="00B43B99"/>
    <w:rsid w:val="00B52980"/>
    <w:rsid w:val="00B546F3"/>
    <w:rsid w:val="00B5483B"/>
    <w:rsid w:val="00BE613F"/>
    <w:rsid w:val="00C06844"/>
    <w:rsid w:val="00C17D9A"/>
    <w:rsid w:val="00C204BA"/>
    <w:rsid w:val="00C7164F"/>
    <w:rsid w:val="00CB15EE"/>
    <w:rsid w:val="00CE3FFF"/>
    <w:rsid w:val="00D16BB4"/>
    <w:rsid w:val="00D73A98"/>
    <w:rsid w:val="00D81A5A"/>
    <w:rsid w:val="00DF0C8B"/>
    <w:rsid w:val="00DF7FB0"/>
    <w:rsid w:val="00E13690"/>
    <w:rsid w:val="00E343CE"/>
    <w:rsid w:val="00E37C72"/>
    <w:rsid w:val="00EE56D6"/>
    <w:rsid w:val="00EF44E2"/>
    <w:rsid w:val="00F10DD7"/>
    <w:rsid w:val="00F364E7"/>
    <w:rsid w:val="00F44BDF"/>
    <w:rsid w:val="00F759ED"/>
    <w:rsid w:val="00F90791"/>
    <w:rsid w:val="00F93E3F"/>
    <w:rsid w:val="00FB0AE9"/>
    <w:rsid w:val="00FF0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 w:type="paragraph" w:styleId="Bezmezer">
    <w:name w:val="No Spacing"/>
    <w:uiPriority w:val="1"/>
    <w:qFormat/>
    <w:rsid w:val="00E37C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lnek">
    <w:name w:val="_SML-článek"/>
    <w:basedOn w:val="Normln"/>
    <w:qFormat/>
    <w:rsid w:val="00EE56D6"/>
    <w:pPr>
      <w:numPr>
        <w:numId w:val="1"/>
      </w:numPr>
      <w:spacing w:before="480"/>
      <w:jc w:val="center"/>
    </w:pPr>
    <w:rPr>
      <w:rFonts w:ascii="Calibri" w:eastAsia="Calibri" w:hAnsi="Calibri" w:cs="Times New Roman"/>
      <w:b/>
      <w:lang w:eastAsia="en-US"/>
    </w:rPr>
  </w:style>
  <w:style w:type="paragraph" w:customStyle="1" w:styleId="SML-odstavec">
    <w:name w:val="_SML-odstavec"/>
    <w:basedOn w:val="Normln"/>
    <w:qFormat/>
    <w:rsid w:val="00EE56D6"/>
    <w:pPr>
      <w:numPr>
        <w:ilvl w:val="1"/>
        <w:numId w:val="1"/>
      </w:numPr>
      <w:spacing w:after="120" w:line="216" w:lineRule="auto"/>
    </w:pPr>
    <w:rPr>
      <w:rFonts w:ascii="Calibri" w:eastAsia="Calibri" w:hAnsi="Calibri" w:cs="Times New Roman"/>
      <w:lang w:eastAsia="en-US"/>
    </w:rPr>
  </w:style>
  <w:style w:type="paragraph" w:customStyle="1" w:styleId="SML-bod">
    <w:name w:val="_SML-bod"/>
    <w:basedOn w:val="Normln"/>
    <w:qFormat/>
    <w:rsid w:val="00EE56D6"/>
    <w:pPr>
      <w:numPr>
        <w:ilvl w:val="2"/>
        <w:numId w:val="1"/>
      </w:numPr>
      <w:spacing w:after="120" w:line="240" w:lineRule="auto"/>
    </w:pPr>
    <w:rPr>
      <w:rFonts w:ascii="Calibri" w:eastAsia="Calibri" w:hAnsi="Calibri" w:cs="Times New Roman"/>
      <w:lang w:eastAsia="en-US"/>
    </w:rPr>
  </w:style>
  <w:style w:type="paragraph" w:styleId="Zhlav">
    <w:name w:val="header"/>
    <w:basedOn w:val="Normln"/>
    <w:link w:val="Zhlav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hlavChar">
    <w:name w:val="Záhlaví Char"/>
    <w:basedOn w:val="Standardnpsmoodstavce"/>
    <w:link w:val="Zhlav"/>
    <w:uiPriority w:val="99"/>
    <w:rsid w:val="00EE56D6"/>
    <w:rPr>
      <w:rFonts w:ascii="Calibri" w:eastAsia="Times New Roman" w:hAnsi="Calibri" w:cs="Times New Roman"/>
      <w:szCs w:val="20"/>
    </w:rPr>
  </w:style>
  <w:style w:type="paragraph" w:styleId="Zpat">
    <w:name w:val="footer"/>
    <w:basedOn w:val="Normln"/>
    <w:link w:val="ZpatChar"/>
    <w:uiPriority w:val="99"/>
    <w:unhideWhenUsed/>
    <w:rsid w:val="00EE56D6"/>
    <w:pPr>
      <w:tabs>
        <w:tab w:val="center" w:pos="4536"/>
        <w:tab w:val="right" w:pos="9072"/>
      </w:tabs>
      <w:spacing w:after="0" w:line="240" w:lineRule="auto"/>
    </w:pPr>
    <w:rPr>
      <w:rFonts w:ascii="Calibri" w:eastAsia="Times New Roman" w:hAnsi="Calibri" w:cs="Times New Roman"/>
      <w:szCs w:val="20"/>
    </w:rPr>
  </w:style>
  <w:style w:type="character" w:customStyle="1" w:styleId="ZpatChar">
    <w:name w:val="Zápatí Char"/>
    <w:basedOn w:val="Standardnpsmoodstavce"/>
    <w:link w:val="Zpat"/>
    <w:uiPriority w:val="99"/>
    <w:rsid w:val="00EE56D6"/>
    <w:rPr>
      <w:rFonts w:ascii="Calibri" w:eastAsia="Times New Roman" w:hAnsi="Calibri" w:cs="Times New Roman"/>
      <w:szCs w:val="20"/>
    </w:rPr>
  </w:style>
  <w:style w:type="character" w:styleId="Zdraznnjemn">
    <w:name w:val="Subtle Emphasis"/>
    <w:uiPriority w:val="19"/>
    <w:qFormat/>
    <w:rsid w:val="00EE56D6"/>
    <w:rPr>
      <w:i/>
      <w:iCs/>
      <w:color w:val="808080"/>
    </w:rPr>
  </w:style>
  <w:style w:type="character" w:styleId="Hypertextovodkaz">
    <w:name w:val="Hyperlink"/>
    <w:uiPriority w:val="99"/>
    <w:unhideWhenUsed/>
    <w:rsid w:val="00EE56D6"/>
    <w:rPr>
      <w:color w:val="0000FF"/>
      <w:u w:val="single"/>
    </w:rPr>
  </w:style>
  <w:style w:type="character" w:styleId="Zstupntext">
    <w:name w:val="Placeholder Text"/>
    <w:basedOn w:val="Standardnpsmoodstavce"/>
    <w:uiPriority w:val="99"/>
    <w:semiHidden/>
    <w:rsid w:val="00EE56D6"/>
    <w:rPr>
      <w:color w:val="808080"/>
    </w:rPr>
  </w:style>
  <w:style w:type="paragraph" w:styleId="Textbubliny">
    <w:name w:val="Balloon Text"/>
    <w:basedOn w:val="Normln"/>
    <w:link w:val="TextbublinyChar"/>
    <w:uiPriority w:val="99"/>
    <w:semiHidden/>
    <w:unhideWhenUsed/>
    <w:rsid w:val="00EE56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E56D6"/>
    <w:rPr>
      <w:rFonts w:ascii="Tahoma" w:hAnsi="Tahoma" w:cs="Tahoma"/>
      <w:sz w:val="16"/>
      <w:szCs w:val="16"/>
    </w:rPr>
  </w:style>
  <w:style w:type="character" w:styleId="Odkaznakoment">
    <w:name w:val="annotation reference"/>
    <w:basedOn w:val="Standardnpsmoodstavce"/>
    <w:uiPriority w:val="99"/>
    <w:semiHidden/>
    <w:unhideWhenUsed/>
    <w:rsid w:val="0051473F"/>
    <w:rPr>
      <w:sz w:val="16"/>
      <w:szCs w:val="16"/>
    </w:rPr>
  </w:style>
  <w:style w:type="paragraph" w:styleId="Textkomente">
    <w:name w:val="annotation text"/>
    <w:basedOn w:val="Normln"/>
    <w:link w:val="TextkomenteChar"/>
    <w:uiPriority w:val="99"/>
    <w:semiHidden/>
    <w:unhideWhenUsed/>
    <w:rsid w:val="0051473F"/>
    <w:pPr>
      <w:spacing w:line="240" w:lineRule="auto"/>
    </w:pPr>
    <w:rPr>
      <w:sz w:val="20"/>
      <w:szCs w:val="20"/>
    </w:rPr>
  </w:style>
  <w:style w:type="character" w:customStyle="1" w:styleId="TextkomenteChar">
    <w:name w:val="Text komentáře Char"/>
    <w:basedOn w:val="Standardnpsmoodstavce"/>
    <w:link w:val="Textkomente"/>
    <w:uiPriority w:val="99"/>
    <w:semiHidden/>
    <w:rsid w:val="0051473F"/>
    <w:rPr>
      <w:sz w:val="20"/>
      <w:szCs w:val="20"/>
    </w:rPr>
  </w:style>
  <w:style w:type="paragraph" w:styleId="Pedmtkomente">
    <w:name w:val="annotation subject"/>
    <w:basedOn w:val="Textkomente"/>
    <w:next w:val="Textkomente"/>
    <w:link w:val="PedmtkomenteChar"/>
    <w:uiPriority w:val="99"/>
    <w:semiHidden/>
    <w:unhideWhenUsed/>
    <w:rsid w:val="0051473F"/>
    <w:rPr>
      <w:b/>
      <w:bCs/>
    </w:rPr>
  </w:style>
  <w:style w:type="character" w:customStyle="1" w:styleId="PedmtkomenteChar">
    <w:name w:val="Předmět komentáře Char"/>
    <w:basedOn w:val="TextkomenteChar"/>
    <w:link w:val="Pedmtkomente"/>
    <w:uiPriority w:val="99"/>
    <w:semiHidden/>
    <w:rsid w:val="0051473F"/>
    <w:rPr>
      <w:b/>
      <w:bCs/>
      <w:sz w:val="20"/>
      <w:szCs w:val="20"/>
    </w:rPr>
  </w:style>
  <w:style w:type="table" w:styleId="Mkatabulky">
    <w:name w:val="Table Grid"/>
    <w:basedOn w:val="Normlntabulka"/>
    <w:uiPriority w:val="59"/>
    <w:rsid w:val="007F2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tnoUpravit">
    <w:name w:val="_NutnoUpravit"/>
    <w:basedOn w:val="Standardnpsmoodstavce"/>
    <w:uiPriority w:val="1"/>
    <w:qFormat/>
    <w:rsid w:val="00142ED8"/>
    <w:rPr>
      <w:color w:val="FF0000"/>
      <w:u w:val="wavyHeavy"/>
    </w:rPr>
  </w:style>
  <w:style w:type="paragraph" w:styleId="Bezmezer">
    <w:name w:val="No Spacing"/>
    <w:uiPriority w:val="1"/>
    <w:qFormat/>
    <w:rsid w:val="00E37C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ppData\Roaming\Microsoft\&#352;ablony\ZSFJU_Smlouva_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7CA45324844D1EBB272509B9D80DD8"/>
        <w:category>
          <w:name w:val="Obecné"/>
          <w:gallery w:val="placeholder"/>
        </w:category>
        <w:types>
          <w:type w:val="bbPlcHdr"/>
        </w:types>
        <w:behaviors>
          <w:behavior w:val="content"/>
        </w:behaviors>
        <w:guid w:val="{195FA8C3-411C-4324-A3AF-EC47B557164F}"/>
      </w:docPartPr>
      <w:docPartBody>
        <w:p w:rsidR="00100C12" w:rsidRDefault="00100C12">
          <w:pPr>
            <w:pStyle w:val="A47CA45324844D1EBB272509B9D80DD8"/>
          </w:pPr>
          <w:r w:rsidRPr="00243DE5">
            <w:rPr>
              <w:b/>
              <w:highlight w:val="yellow"/>
            </w:rPr>
            <w:t xml:space="preserve">&lt;zadej </w:t>
          </w:r>
          <w:r>
            <w:rPr>
              <w:b/>
              <w:highlight w:val="yellow"/>
            </w:rPr>
            <w:t>firmu</w:t>
          </w:r>
          <w:r w:rsidRPr="00243DE5">
            <w:rPr>
              <w:b/>
              <w:highlight w:val="yellow"/>
            </w:rPr>
            <w:t>&gt;</w:t>
          </w:r>
        </w:p>
      </w:docPartBody>
    </w:docPart>
    <w:docPart>
      <w:docPartPr>
        <w:name w:val="81A5A65FAE084BD8ACBCAB3B9D5E43BB"/>
        <w:category>
          <w:name w:val="Obecné"/>
          <w:gallery w:val="placeholder"/>
        </w:category>
        <w:types>
          <w:type w:val="bbPlcHdr"/>
        </w:types>
        <w:behaviors>
          <w:behavior w:val="content"/>
        </w:behaviors>
        <w:guid w:val="{F6792D02-E5B0-4085-9592-AAE57FBEC4ED}"/>
      </w:docPartPr>
      <w:docPartBody>
        <w:p w:rsidR="00100C12" w:rsidRDefault="00100C12">
          <w:pPr>
            <w:pStyle w:val="81A5A65FAE084BD8ACBCAB3B9D5E43BB"/>
          </w:pPr>
          <w:r w:rsidRPr="00082DB0">
            <w:rPr>
              <w:highlight w:val="yellow"/>
            </w:rPr>
            <w:t xml:space="preserve">&lt;zadej </w:t>
          </w:r>
          <w:r>
            <w:rPr>
              <w:highlight w:val="yellow"/>
            </w:rPr>
            <w:t>sídlo firmy</w:t>
          </w:r>
          <w:r w:rsidRPr="00082DB0">
            <w:rPr>
              <w:highlight w:val="yellow"/>
            </w:rPr>
            <w:t>&gt;</w:t>
          </w:r>
        </w:p>
      </w:docPartBody>
    </w:docPart>
    <w:docPart>
      <w:docPartPr>
        <w:name w:val="5EC8D261799045DB858E3FF03FEB69D5"/>
        <w:category>
          <w:name w:val="Obecné"/>
          <w:gallery w:val="placeholder"/>
        </w:category>
        <w:types>
          <w:type w:val="bbPlcHdr"/>
        </w:types>
        <w:behaviors>
          <w:behavior w:val="content"/>
        </w:behaviors>
        <w:guid w:val="{0983979B-5A22-45B8-BA8E-D594270B069F}"/>
      </w:docPartPr>
      <w:docPartBody>
        <w:p w:rsidR="00100C12" w:rsidRDefault="00100C12">
          <w:pPr>
            <w:pStyle w:val="5EC8D261799045DB858E3FF03FEB69D5"/>
          </w:pPr>
          <w:r w:rsidRPr="00082DB0">
            <w:rPr>
              <w:highlight w:val="yellow"/>
            </w:rPr>
            <w:t>&lt;zadej IČ / DIČ&gt;</w:t>
          </w:r>
        </w:p>
      </w:docPartBody>
    </w:docPart>
    <w:docPart>
      <w:docPartPr>
        <w:name w:val="14E9E467AFDF45A38A7D94DA0E346865"/>
        <w:category>
          <w:name w:val="Obecné"/>
          <w:gallery w:val="placeholder"/>
        </w:category>
        <w:types>
          <w:type w:val="bbPlcHdr"/>
        </w:types>
        <w:behaviors>
          <w:behavior w:val="content"/>
        </w:behaviors>
        <w:guid w:val="{036BF505-364E-49C1-A609-BDAC5BDCD63C}"/>
      </w:docPartPr>
      <w:docPartBody>
        <w:p w:rsidR="00100C12" w:rsidRDefault="00100C12">
          <w:pPr>
            <w:pStyle w:val="14E9E467AFDF45A38A7D94DA0E346865"/>
          </w:pPr>
          <w:r w:rsidRPr="00082DB0">
            <w:rPr>
              <w:highlight w:val="yellow"/>
            </w:rPr>
            <w:t>&lt;zadej banku, číslo účtu&gt;</w:t>
          </w:r>
        </w:p>
      </w:docPartBody>
    </w:docPart>
    <w:docPart>
      <w:docPartPr>
        <w:name w:val="1DF8F5C0A9B64C8D8D3601DBF50DD591"/>
        <w:category>
          <w:name w:val="Obecné"/>
          <w:gallery w:val="placeholder"/>
        </w:category>
        <w:types>
          <w:type w:val="bbPlcHdr"/>
        </w:types>
        <w:behaviors>
          <w:behavior w:val="content"/>
        </w:behaviors>
        <w:guid w:val="{7C777592-9D68-4320-ABD3-93DCCEB3CD68}"/>
      </w:docPartPr>
      <w:docPartBody>
        <w:p w:rsidR="00100C12" w:rsidRDefault="00100C12">
          <w:pPr>
            <w:pStyle w:val="1DF8F5C0A9B64C8D8D3601DBF50DD591"/>
          </w:pPr>
          <w:r w:rsidRPr="00082DB0">
            <w:rPr>
              <w:highlight w:val="yellow"/>
            </w:rPr>
            <w:t>&lt;zadej registraci u obchodního soudu&gt;</w:t>
          </w:r>
        </w:p>
      </w:docPartBody>
    </w:docPart>
    <w:docPart>
      <w:docPartPr>
        <w:name w:val="73B78E30CD2B45E28147C62525EC3642"/>
        <w:category>
          <w:name w:val="Obecné"/>
          <w:gallery w:val="placeholder"/>
        </w:category>
        <w:types>
          <w:type w:val="bbPlcHdr"/>
        </w:types>
        <w:behaviors>
          <w:behavior w:val="content"/>
        </w:behaviors>
        <w:guid w:val="{CBE13363-CC93-4C70-A725-96CD2708E986}"/>
      </w:docPartPr>
      <w:docPartBody>
        <w:p w:rsidR="00100C12" w:rsidRDefault="00100C12">
          <w:pPr>
            <w:pStyle w:val="73B78E30CD2B45E28147C62525EC3642"/>
          </w:pPr>
          <w:r w:rsidRPr="00082DB0">
            <w:rPr>
              <w:highlight w:val="yellow"/>
            </w:rPr>
            <w:t>&lt;zadej osoby oprávněné jednat za firmu (dle OR)&gt;</w:t>
          </w:r>
        </w:p>
      </w:docPartBody>
    </w:docPart>
    <w:docPart>
      <w:docPartPr>
        <w:name w:val="E82313D4BD5D4914BD902B6F006FACFA"/>
        <w:category>
          <w:name w:val="Obecné"/>
          <w:gallery w:val="placeholder"/>
        </w:category>
        <w:types>
          <w:type w:val="bbPlcHdr"/>
        </w:types>
        <w:behaviors>
          <w:behavior w:val="content"/>
        </w:behaviors>
        <w:guid w:val="{FCC30890-7E2A-4301-8198-BF6CF5145B6B}"/>
      </w:docPartPr>
      <w:docPartBody>
        <w:p w:rsidR="00100C12" w:rsidRDefault="00100C12">
          <w:pPr>
            <w:pStyle w:val="E82313D4BD5D4914BD902B6F006FACFA"/>
          </w:pPr>
          <w:r w:rsidRPr="00082DB0">
            <w:rPr>
              <w:highlight w:val="yellow"/>
            </w:rPr>
            <w:t>&lt;Celková cena bez DPH</w:t>
          </w:r>
          <w:r w:rsidRPr="00082DB0">
            <w:rPr>
              <w:highlight w:val="yellow"/>
              <w:lang w:val="en-US"/>
            </w:rPr>
            <w:t>&gt;</w:t>
          </w:r>
        </w:p>
      </w:docPartBody>
    </w:docPart>
    <w:docPart>
      <w:docPartPr>
        <w:name w:val="6D01D04BAFB14BDDA84F8D4C76E7E6BE"/>
        <w:category>
          <w:name w:val="Obecné"/>
          <w:gallery w:val="placeholder"/>
        </w:category>
        <w:types>
          <w:type w:val="bbPlcHdr"/>
        </w:types>
        <w:behaviors>
          <w:behavior w:val="content"/>
        </w:behaviors>
        <w:guid w:val="{FED3C5BA-7FC1-4DAE-8F18-A1BA7593694E}"/>
      </w:docPartPr>
      <w:docPartBody>
        <w:p w:rsidR="00100C12" w:rsidRDefault="00100C12">
          <w:pPr>
            <w:pStyle w:val="6D01D04BAFB14BDDA84F8D4C76E7E6BE"/>
          </w:pPr>
          <w:r w:rsidRPr="00082DB0">
            <w:rPr>
              <w:highlight w:val="yellow"/>
            </w:rPr>
            <w:t>&lt;Celková cena s DPH</w:t>
          </w:r>
          <w:r w:rsidRPr="00082DB0">
            <w:rPr>
              <w:highlight w:val="yellow"/>
              <w:lang w:val="en-US"/>
            </w:rPr>
            <w:t>&gt;</w:t>
          </w:r>
        </w:p>
      </w:docPartBody>
    </w:docPart>
    <w:docPart>
      <w:docPartPr>
        <w:name w:val="7E26AF5EE7694F6B8C74DDBD9514CEE5"/>
        <w:category>
          <w:name w:val="Obecné"/>
          <w:gallery w:val="placeholder"/>
        </w:category>
        <w:types>
          <w:type w:val="bbPlcHdr"/>
        </w:types>
        <w:behaviors>
          <w:behavior w:val="content"/>
        </w:behaviors>
        <w:guid w:val="{161B57D4-A5B5-485F-AB29-3A4ECE62841B}"/>
      </w:docPartPr>
      <w:docPartBody>
        <w:p w:rsidR="00100C12" w:rsidRDefault="00100C12">
          <w:pPr>
            <w:pStyle w:val="7E26AF5EE7694F6B8C74DDBD9514CEE5"/>
          </w:pPr>
          <w:r w:rsidRPr="00082DB0">
            <w:rPr>
              <w:highlight w:val="yellow"/>
            </w:rPr>
            <w:t>místo</w:t>
          </w:r>
        </w:p>
      </w:docPartBody>
    </w:docPart>
    <w:docPart>
      <w:docPartPr>
        <w:name w:val="EE29C6FC03D1451293E3BCEC9FAD3257"/>
        <w:category>
          <w:name w:val="Obecné"/>
          <w:gallery w:val="placeholder"/>
        </w:category>
        <w:types>
          <w:type w:val="bbPlcHdr"/>
        </w:types>
        <w:behaviors>
          <w:behavior w:val="content"/>
        </w:behaviors>
        <w:guid w:val="{851B9C75-F697-44DE-BC32-6045AA24B4A9}"/>
      </w:docPartPr>
      <w:docPartBody>
        <w:p w:rsidR="00100C12" w:rsidRDefault="00100C12">
          <w:pPr>
            <w:pStyle w:val="EE29C6FC03D1451293E3BCEC9FAD3257"/>
          </w:pPr>
          <w:r w:rsidRPr="00082DB0">
            <w:rPr>
              <w:highlight w:val="yellow"/>
            </w:rPr>
            <w:t>da</w:t>
          </w:r>
          <w:r>
            <w:rPr>
              <w:highlight w:val="yellow"/>
            </w:rPr>
            <w:t>t</w:t>
          </w:r>
          <w:r w:rsidRPr="00082DB0">
            <w:rPr>
              <w:highlight w:val="yellow"/>
            </w:rPr>
            <w:t>um</w:t>
          </w:r>
        </w:p>
      </w:docPartBody>
    </w:docPart>
    <w:docPart>
      <w:docPartPr>
        <w:name w:val="E13E97EE92C34478A9811FDBA5375670"/>
        <w:category>
          <w:name w:val="Obecné"/>
          <w:gallery w:val="placeholder"/>
        </w:category>
        <w:types>
          <w:type w:val="bbPlcHdr"/>
        </w:types>
        <w:behaviors>
          <w:behavior w:val="content"/>
        </w:behaviors>
        <w:guid w:val="{233747BD-B4F1-44F3-AE13-9923F3C02265}"/>
      </w:docPartPr>
      <w:docPartBody>
        <w:p w:rsidR="00100C12" w:rsidRDefault="00100C12">
          <w:pPr>
            <w:pStyle w:val="E13E97EE92C34478A9811FDBA5375670"/>
          </w:pPr>
          <w:r w:rsidRPr="00082DB0">
            <w:rPr>
              <w:sz w:val="18"/>
              <w:szCs w:val="20"/>
              <w:highlight w:val="yellow"/>
            </w:rPr>
            <w:t>Jméno oprávněné osoby</w:t>
          </w:r>
        </w:p>
      </w:docPartBody>
    </w:docPart>
    <w:docPart>
      <w:docPartPr>
        <w:name w:val="943777677AAF47A9A7F6A9D02F6A6800"/>
        <w:category>
          <w:name w:val="Obecné"/>
          <w:gallery w:val="placeholder"/>
        </w:category>
        <w:types>
          <w:type w:val="bbPlcHdr"/>
        </w:types>
        <w:behaviors>
          <w:behavior w:val="content"/>
        </w:behaviors>
        <w:guid w:val="{F6112869-5883-4B97-92DF-E8AB09D98FCD}"/>
      </w:docPartPr>
      <w:docPartBody>
        <w:p w:rsidR="00533ED0" w:rsidRDefault="00673D3F" w:rsidP="00673D3F">
          <w:pPr>
            <w:pStyle w:val="943777677AAF47A9A7F6A9D02F6A6800"/>
          </w:pPr>
          <w:r w:rsidRPr="00082DB0">
            <w:rPr>
              <w:highlight w:val="yellow"/>
            </w:rPr>
            <w:t>místo</w:t>
          </w:r>
        </w:p>
      </w:docPartBody>
    </w:docPart>
    <w:docPart>
      <w:docPartPr>
        <w:name w:val="B7A6CBF42C6D46D085100114084DC384"/>
        <w:category>
          <w:name w:val="Obecné"/>
          <w:gallery w:val="placeholder"/>
        </w:category>
        <w:types>
          <w:type w:val="bbPlcHdr"/>
        </w:types>
        <w:behaviors>
          <w:behavior w:val="content"/>
        </w:behaviors>
        <w:guid w:val="{A8CA1961-07E7-4899-B1AB-2C746919D88A}"/>
      </w:docPartPr>
      <w:docPartBody>
        <w:p w:rsidR="00533ED0" w:rsidRDefault="00673D3F" w:rsidP="00673D3F">
          <w:pPr>
            <w:pStyle w:val="B7A6CBF42C6D46D085100114084DC384"/>
          </w:pPr>
          <w:r w:rsidRPr="00082DB0">
            <w:rPr>
              <w:highlight w:val="yellow"/>
            </w:rPr>
            <w:t>da</w:t>
          </w:r>
          <w:r>
            <w:rPr>
              <w:highlight w:val="yellow"/>
            </w:rPr>
            <w:t>t</w:t>
          </w:r>
          <w:r w:rsidRPr="00082DB0">
            <w:rPr>
              <w:highlight w:val="yellow"/>
            </w:rPr>
            <w:t>um</w:t>
          </w:r>
        </w:p>
      </w:docPartBody>
    </w:docPart>
    <w:docPart>
      <w:docPartPr>
        <w:name w:val="0D670000A80F4B0BB0C7483691CBF4CD"/>
        <w:category>
          <w:name w:val="Obecné"/>
          <w:gallery w:val="placeholder"/>
        </w:category>
        <w:types>
          <w:type w:val="bbPlcHdr"/>
        </w:types>
        <w:behaviors>
          <w:behavior w:val="content"/>
        </w:behaviors>
        <w:guid w:val="{4F380834-BAD6-4A86-9107-5B5EC3357F3A}"/>
      </w:docPartPr>
      <w:docPartBody>
        <w:p w:rsidR="00533ED0" w:rsidRDefault="00673D3F" w:rsidP="00673D3F">
          <w:pPr>
            <w:pStyle w:val="0D670000A80F4B0BB0C7483691CBF4CD"/>
          </w:pPr>
          <w:r w:rsidRPr="00082DB0">
            <w:rPr>
              <w:highlight w:val="yellow"/>
            </w:rPr>
            <w:t xml:space="preserve">&lt;zadej </w:t>
          </w:r>
          <w:r>
            <w:rPr>
              <w:highlight w:val="yellow"/>
            </w:rPr>
            <w:t>sídlo firmy</w:t>
          </w:r>
          <w:r w:rsidRPr="00082DB0">
            <w:rPr>
              <w:highlight w:val="yellow"/>
            </w:rPr>
            <w:t>&gt;</w:t>
          </w:r>
        </w:p>
      </w:docPartBody>
    </w:docPart>
    <w:docPart>
      <w:docPartPr>
        <w:name w:val="BE928F41AC1E4CC18DB9C73C6FCA82A7"/>
        <w:category>
          <w:name w:val="Obecné"/>
          <w:gallery w:val="placeholder"/>
        </w:category>
        <w:types>
          <w:type w:val="bbPlcHdr"/>
        </w:types>
        <w:behaviors>
          <w:behavior w:val="content"/>
        </w:behaviors>
        <w:guid w:val="{8776ED27-EE6F-4A16-9336-9C0B75E37CAB}"/>
      </w:docPartPr>
      <w:docPartBody>
        <w:p w:rsidR="00533ED0" w:rsidRDefault="00673D3F" w:rsidP="00673D3F">
          <w:pPr>
            <w:pStyle w:val="BE928F41AC1E4CC18DB9C73C6FCA82A7"/>
          </w:pPr>
          <w:r w:rsidRPr="00082DB0">
            <w:rPr>
              <w:highlight w:val="yellow"/>
            </w:rPr>
            <w:t>&lt;zadej IČ / DIČ&gt;</w:t>
          </w:r>
        </w:p>
      </w:docPartBody>
    </w:docPart>
    <w:docPart>
      <w:docPartPr>
        <w:name w:val="087F74E0A14746D1B4AE3A580C2D71EF"/>
        <w:category>
          <w:name w:val="Obecné"/>
          <w:gallery w:val="placeholder"/>
        </w:category>
        <w:types>
          <w:type w:val="bbPlcHdr"/>
        </w:types>
        <w:behaviors>
          <w:behavior w:val="content"/>
        </w:behaviors>
        <w:guid w:val="{51BA2DB8-D056-470E-93E7-E8A6621F8D0D}"/>
      </w:docPartPr>
      <w:docPartBody>
        <w:p w:rsidR="00533ED0" w:rsidRDefault="00673D3F" w:rsidP="00673D3F">
          <w:pPr>
            <w:pStyle w:val="087F74E0A14746D1B4AE3A580C2D71EF"/>
          </w:pPr>
          <w:r w:rsidRPr="00082DB0">
            <w:rPr>
              <w:highlight w:val="yellow"/>
            </w:rPr>
            <w:t>&lt;zadej banku, číslo účtu&gt;</w:t>
          </w:r>
        </w:p>
      </w:docPartBody>
    </w:docPart>
    <w:docPart>
      <w:docPartPr>
        <w:name w:val="DD0BD466AFE944F4A71283507E714CAC"/>
        <w:category>
          <w:name w:val="Obecné"/>
          <w:gallery w:val="placeholder"/>
        </w:category>
        <w:types>
          <w:type w:val="bbPlcHdr"/>
        </w:types>
        <w:behaviors>
          <w:behavior w:val="content"/>
        </w:behaviors>
        <w:guid w:val="{BED33D39-8501-4459-A028-4ABB3CF4519B}"/>
      </w:docPartPr>
      <w:docPartBody>
        <w:p w:rsidR="00533ED0" w:rsidRDefault="00673D3F" w:rsidP="00673D3F">
          <w:pPr>
            <w:pStyle w:val="DD0BD466AFE944F4A71283507E714CAC"/>
          </w:pPr>
          <w:r w:rsidRPr="00082DB0">
            <w:rPr>
              <w:highlight w:val="yellow"/>
            </w:rPr>
            <w:t>&lt;zadej registraci u obchodního soudu&gt;</w:t>
          </w:r>
        </w:p>
      </w:docPartBody>
    </w:docPart>
    <w:docPart>
      <w:docPartPr>
        <w:name w:val="F663095854074545BC0DEAF5102B3152"/>
        <w:category>
          <w:name w:val="Obecné"/>
          <w:gallery w:val="placeholder"/>
        </w:category>
        <w:types>
          <w:type w:val="bbPlcHdr"/>
        </w:types>
        <w:behaviors>
          <w:behavior w:val="content"/>
        </w:behaviors>
        <w:guid w:val="{25726B07-1873-4D63-9AD3-9DD4A2C45405}"/>
      </w:docPartPr>
      <w:docPartBody>
        <w:p w:rsidR="00B67E1D" w:rsidRDefault="00B62941" w:rsidP="00B62941">
          <w:pPr>
            <w:pStyle w:val="F663095854074545BC0DEAF5102B31523"/>
          </w:pPr>
          <w:r w:rsidRPr="00593EF8">
            <w:rPr>
              <w:highlight w:val="yellow"/>
            </w:rPr>
            <w:t>Zadej jméno</w:t>
          </w:r>
        </w:p>
      </w:docPartBody>
    </w:docPart>
    <w:docPart>
      <w:docPartPr>
        <w:name w:val="3B6CDD57360249B6AB3843DFA85287F0"/>
        <w:category>
          <w:name w:val="Obecné"/>
          <w:gallery w:val="placeholder"/>
        </w:category>
        <w:types>
          <w:type w:val="bbPlcHdr"/>
        </w:types>
        <w:behaviors>
          <w:behavior w:val="content"/>
        </w:behaviors>
        <w:guid w:val="{ECC2B0AF-C211-4022-882A-93ADE747CA13}"/>
      </w:docPartPr>
      <w:docPartBody>
        <w:p w:rsidR="00B67E1D" w:rsidRDefault="00B62941" w:rsidP="00B62941">
          <w:pPr>
            <w:pStyle w:val="3B6CDD57360249B6AB3843DFA85287F03"/>
          </w:pPr>
          <w:r w:rsidRPr="00593EF8">
            <w:rPr>
              <w:rStyle w:val="Zstupntext"/>
              <w:highlight w:val="yellow"/>
            </w:rPr>
            <w:t>Zadej telefon</w:t>
          </w:r>
        </w:p>
      </w:docPartBody>
    </w:docPart>
    <w:docPart>
      <w:docPartPr>
        <w:name w:val="DE85931DEE3F4DC9B5C92D3447BB22C6"/>
        <w:category>
          <w:name w:val="Obecné"/>
          <w:gallery w:val="placeholder"/>
        </w:category>
        <w:types>
          <w:type w:val="bbPlcHdr"/>
        </w:types>
        <w:behaviors>
          <w:behavior w:val="content"/>
        </w:behaviors>
        <w:guid w:val="{669A4CD4-421F-4E77-B79A-268674327712}"/>
      </w:docPartPr>
      <w:docPartBody>
        <w:p w:rsidR="00B67E1D" w:rsidRDefault="00B62941" w:rsidP="00B62941">
          <w:pPr>
            <w:pStyle w:val="DE85931DEE3F4DC9B5C92D3447BB22C63"/>
          </w:pPr>
          <w:r w:rsidRPr="00593EF8">
            <w:rPr>
              <w:highlight w:val="yellow"/>
            </w:rPr>
            <w:t>Zadej E-mail</w:t>
          </w:r>
        </w:p>
      </w:docPartBody>
    </w:docPart>
    <w:docPart>
      <w:docPartPr>
        <w:name w:val="9240DBF276AE420F918EB4B78C3B5078"/>
        <w:category>
          <w:name w:val="Obecné"/>
          <w:gallery w:val="placeholder"/>
        </w:category>
        <w:types>
          <w:type w:val="bbPlcHdr"/>
        </w:types>
        <w:behaviors>
          <w:behavior w:val="content"/>
        </w:behaviors>
        <w:guid w:val="{8B0599C8-FFC4-4D4A-985D-2DB2A0D0884D}"/>
      </w:docPartPr>
      <w:docPartBody>
        <w:p w:rsidR="00B67E1D" w:rsidRDefault="00B62941" w:rsidP="00B62941">
          <w:pPr>
            <w:pStyle w:val="9240DBF276AE420F918EB4B78C3B50783"/>
          </w:pPr>
          <w:r w:rsidRPr="00593EF8">
            <w:rPr>
              <w:highlight w:val="yellow"/>
            </w:rPr>
            <w:t>Zadej jméno</w:t>
          </w:r>
        </w:p>
      </w:docPartBody>
    </w:docPart>
    <w:docPart>
      <w:docPartPr>
        <w:name w:val="6E617F9F838841C7B79DD575C51C4813"/>
        <w:category>
          <w:name w:val="Obecné"/>
          <w:gallery w:val="placeholder"/>
        </w:category>
        <w:types>
          <w:type w:val="bbPlcHdr"/>
        </w:types>
        <w:behaviors>
          <w:behavior w:val="content"/>
        </w:behaviors>
        <w:guid w:val="{61E9805B-924C-4B06-882D-16FE80FFF860}"/>
      </w:docPartPr>
      <w:docPartBody>
        <w:p w:rsidR="00B67E1D" w:rsidRDefault="00B62941" w:rsidP="00B62941">
          <w:pPr>
            <w:pStyle w:val="6E617F9F838841C7B79DD575C51C48133"/>
          </w:pPr>
          <w:r w:rsidRPr="00593EF8">
            <w:rPr>
              <w:rStyle w:val="Zstupntext"/>
              <w:highlight w:val="yellow"/>
            </w:rPr>
            <w:t>Zadej telefon</w:t>
          </w:r>
        </w:p>
      </w:docPartBody>
    </w:docPart>
    <w:docPart>
      <w:docPartPr>
        <w:name w:val="8E404C080EAE4EBDB07D5C52102AF37C"/>
        <w:category>
          <w:name w:val="Obecné"/>
          <w:gallery w:val="placeholder"/>
        </w:category>
        <w:types>
          <w:type w:val="bbPlcHdr"/>
        </w:types>
        <w:behaviors>
          <w:behavior w:val="content"/>
        </w:behaviors>
        <w:guid w:val="{AD39D008-39FA-4D31-A254-4BA0A63546D4}"/>
      </w:docPartPr>
      <w:docPartBody>
        <w:p w:rsidR="00B67E1D" w:rsidRDefault="00B62941" w:rsidP="00B62941">
          <w:pPr>
            <w:pStyle w:val="8E404C080EAE4EBDB07D5C52102AF37C3"/>
          </w:pPr>
          <w:r w:rsidRPr="00593EF8">
            <w:rPr>
              <w:highlight w:val="yellow"/>
            </w:rPr>
            <w:t>Zadej E-mail</w:t>
          </w:r>
        </w:p>
      </w:docPartBody>
    </w:docPart>
    <w:docPart>
      <w:docPartPr>
        <w:name w:val="9161833239994DE4BA2F09033B00194C"/>
        <w:category>
          <w:name w:val="Obecné"/>
          <w:gallery w:val="placeholder"/>
        </w:category>
        <w:types>
          <w:type w:val="bbPlcHdr"/>
        </w:types>
        <w:behaviors>
          <w:behavior w:val="content"/>
        </w:behaviors>
        <w:guid w:val="{4E2DD264-D625-4028-A3A8-BA40C107B4A6}"/>
      </w:docPartPr>
      <w:docPartBody>
        <w:p w:rsidR="00B67E1D" w:rsidRDefault="00B62941" w:rsidP="00B62941">
          <w:pPr>
            <w:pStyle w:val="9161833239994DE4BA2F09033B00194C3"/>
          </w:pPr>
          <w:r w:rsidRPr="00593EF8">
            <w:rPr>
              <w:highlight w:val="yellow"/>
            </w:rPr>
            <w:t>Zadej jméno</w:t>
          </w:r>
        </w:p>
      </w:docPartBody>
    </w:docPart>
    <w:docPart>
      <w:docPartPr>
        <w:name w:val="4EA2CD7C5D7F46879E8D95FD1768FD36"/>
        <w:category>
          <w:name w:val="Obecné"/>
          <w:gallery w:val="placeholder"/>
        </w:category>
        <w:types>
          <w:type w:val="bbPlcHdr"/>
        </w:types>
        <w:behaviors>
          <w:behavior w:val="content"/>
        </w:behaviors>
        <w:guid w:val="{7E39A9CA-464C-451B-8C85-44AED9F4B456}"/>
      </w:docPartPr>
      <w:docPartBody>
        <w:p w:rsidR="00B67E1D" w:rsidRDefault="00B62941" w:rsidP="00B62941">
          <w:pPr>
            <w:pStyle w:val="4EA2CD7C5D7F46879E8D95FD1768FD363"/>
          </w:pPr>
          <w:r w:rsidRPr="00593EF8">
            <w:rPr>
              <w:rStyle w:val="Zstupntext"/>
              <w:highlight w:val="yellow"/>
            </w:rPr>
            <w:t>Zadej telefon</w:t>
          </w:r>
        </w:p>
      </w:docPartBody>
    </w:docPart>
    <w:docPart>
      <w:docPartPr>
        <w:name w:val="FB01423B264541DBB7215A9A24670004"/>
        <w:category>
          <w:name w:val="Obecné"/>
          <w:gallery w:val="placeholder"/>
        </w:category>
        <w:types>
          <w:type w:val="bbPlcHdr"/>
        </w:types>
        <w:behaviors>
          <w:behavior w:val="content"/>
        </w:behaviors>
        <w:guid w:val="{5588411D-D603-46A5-8B37-432BC8E9470D}"/>
      </w:docPartPr>
      <w:docPartBody>
        <w:p w:rsidR="00B67E1D" w:rsidRDefault="00B62941" w:rsidP="00B62941">
          <w:pPr>
            <w:pStyle w:val="FB01423B264541DBB7215A9A246700043"/>
          </w:pPr>
          <w:r w:rsidRPr="00593EF8">
            <w:rPr>
              <w:highlight w:val="yellow"/>
            </w:rPr>
            <w:t>Zadej E-mail</w:t>
          </w:r>
        </w:p>
      </w:docPartBody>
    </w:docPart>
    <w:docPart>
      <w:docPartPr>
        <w:name w:val="F47B35C47B0C4178840E82A883C101C0"/>
        <w:category>
          <w:name w:val="Obecné"/>
          <w:gallery w:val="placeholder"/>
        </w:category>
        <w:types>
          <w:type w:val="bbPlcHdr"/>
        </w:types>
        <w:behaviors>
          <w:behavior w:val="content"/>
        </w:behaviors>
        <w:guid w:val="{5B42C3A0-EBA0-45BB-8743-B7733D3B785A}"/>
      </w:docPartPr>
      <w:docPartBody>
        <w:p w:rsidR="00B67E1D" w:rsidRDefault="00B62941" w:rsidP="00B62941">
          <w:pPr>
            <w:pStyle w:val="F47B35C47B0C4178840E82A883C101C03"/>
          </w:pPr>
          <w:r w:rsidRPr="00593EF8">
            <w:rPr>
              <w:highlight w:val="yellow"/>
            </w:rPr>
            <w:t>Zadej jméno</w:t>
          </w:r>
        </w:p>
      </w:docPartBody>
    </w:docPart>
    <w:docPart>
      <w:docPartPr>
        <w:name w:val="2928076022BD49FF886DE94C5E3FE2A0"/>
        <w:category>
          <w:name w:val="Obecné"/>
          <w:gallery w:val="placeholder"/>
        </w:category>
        <w:types>
          <w:type w:val="bbPlcHdr"/>
        </w:types>
        <w:behaviors>
          <w:behavior w:val="content"/>
        </w:behaviors>
        <w:guid w:val="{570512A8-17AE-48E7-858A-00E747370161}"/>
      </w:docPartPr>
      <w:docPartBody>
        <w:p w:rsidR="00B67E1D" w:rsidRDefault="00B62941" w:rsidP="00B62941">
          <w:pPr>
            <w:pStyle w:val="2928076022BD49FF886DE94C5E3FE2A03"/>
          </w:pPr>
          <w:r w:rsidRPr="00593EF8">
            <w:rPr>
              <w:rStyle w:val="Zstupntext"/>
              <w:highlight w:val="yellow"/>
            </w:rPr>
            <w:t>Zadej telefon</w:t>
          </w:r>
        </w:p>
      </w:docPartBody>
    </w:docPart>
    <w:docPart>
      <w:docPartPr>
        <w:name w:val="2D18B4FA47384638B7B6E7CDA971FF0C"/>
        <w:category>
          <w:name w:val="Obecné"/>
          <w:gallery w:val="placeholder"/>
        </w:category>
        <w:types>
          <w:type w:val="bbPlcHdr"/>
        </w:types>
        <w:behaviors>
          <w:behavior w:val="content"/>
        </w:behaviors>
        <w:guid w:val="{14EEE8FC-73CB-4B66-A060-93B56A211A69}"/>
      </w:docPartPr>
      <w:docPartBody>
        <w:p w:rsidR="00B67E1D" w:rsidRDefault="00B62941" w:rsidP="00B62941">
          <w:pPr>
            <w:pStyle w:val="2D18B4FA47384638B7B6E7CDA971FF0C3"/>
          </w:pPr>
          <w:r w:rsidRPr="00593EF8">
            <w:rPr>
              <w:highlight w:val="yellow"/>
            </w:rPr>
            <w:t>Zadej E-mail</w:t>
          </w:r>
        </w:p>
      </w:docPartBody>
    </w:docPart>
    <w:docPart>
      <w:docPartPr>
        <w:name w:val="3666D3DB92884C41B759CD06FCBDA0B9"/>
        <w:category>
          <w:name w:val="Obecné"/>
          <w:gallery w:val="placeholder"/>
        </w:category>
        <w:types>
          <w:type w:val="bbPlcHdr"/>
        </w:types>
        <w:behaviors>
          <w:behavior w:val="content"/>
        </w:behaviors>
        <w:guid w:val="{E0B04C80-2616-4527-B53B-C50ADCEBAF02}"/>
      </w:docPartPr>
      <w:docPartBody>
        <w:p w:rsidR="00B67E1D" w:rsidRDefault="00B62941" w:rsidP="00B62941">
          <w:pPr>
            <w:pStyle w:val="3666D3DB92884C41B759CD06FCBDA0B93"/>
          </w:pPr>
          <w:r w:rsidRPr="00593EF8">
            <w:rPr>
              <w:highlight w:val="yellow"/>
            </w:rPr>
            <w:t>Zadej jméno</w:t>
          </w:r>
        </w:p>
      </w:docPartBody>
    </w:docPart>
    <w:docPart>
      <w:docPartPr>
        <w:name w:val="E152DF2C754A434A8E3E1F11D3669751"/>
        <w:category>
          <w:name w:val="Obecné"/>
          <w:gallery w:val="placeholder"/>
        </w:category>
        <w:types>
          <w:type w:val="bbPlcHdr"/>
        </w:types>
        <w:behaviors>
          <w:behavior w:val="content"/>
        </w:behaviors>
        <w:guid w:val="{6934C60A-B2AB-4819-8D48-E9263EA9B74A}"/>
      </w:docPartPr>
      <w:docPartBody>
        <w:p w:rsidR="00B67E1D" w:rsidRDefault="00B62941" w:rsidP="00B62941">
          <w:pPr>
            <w:pStyle w:val="E152DF2C754A434A8E3E1F11D36697513"/>
          </w:pPr>
          <w:r w:rsidRPr="00593EF8">
            <w:rPr>
              <w:rStyle w:val="Zstupntext"/>
              <w:highlight w:val="yellow"/>
            </w:rPr>
            <w:t>Zadej telefon</w:t>
          </w:r>
        </w:p>
      </w:docPartBody>
    </w:docPart>
    <w:docPart>
      <w:docPartPr>
        <w:name w:val="248C4E62605949A69E1199AAEF74FF1A"/>
        <w:category>
          <w:name w:val="Obecné"/>
          <w:gallery w:val="placeholder"/>
        </w:category>
        <w:types>
          <w:type w:val="bbPlcHdr"/>
        </w:types>
        <w:behaviors>
          <w:behavior w:val="content"/>
        </w:behaviors>
        <w:guid w:val="{6C481423-ACC7-4F9F-B605-EBD52BAF7E1E}"/>
      </w:docPartPr>
      <w:docPartBody>
        <w:p w:rsidR="00B67E1D" w:rsidRDefault="00B62941" w:rsidP="00B62941">
          <w:pPr>
            <w:pStyle w:val="248C4E62605949A69E1199AAEF74FF1A3"/>
          </w:pPr>
          <w:r w:rsidRPr="00593EF8">
            <w:rPr>
              <w:highlight w:val="yellow"/>
            </w:rPr>
            <w:t>Zadej E-mail</w:t>
          </w:r>
        </w:p>
      </w:docPartBody>
    </w:docPart>
    <w:docPart>
      <w:docPartPr>
        <w:name w:val="17ED16C1A10B44579C679D788C31FB75"/>
        <w:category>
          <w:name w:val="Obecné"/>
          <w:gallery w:val="placeholder"/>
        </w:category>
        <w:types>
          <w:type w:val="bbPlcHdr"/>
        </w:types>
        <w:behaviors>
          <w:behavior w:val="content"/>
        </w:behaviors>
        <w:guid w:val="{55853D53-2E67-4784-9691-B0A832C64540}"/>
      </w:docPartPr>
      <w:docPartBody>
        <w:p w:rsidR="00B67E1D" w:rsidRDefault="00B62941" w:rsidP="00B62941">
          <w:pPr>
            <w:pStyle w:val="17ED16C1A10B44579C679D788C31FB753"/>
          </w:pPr>
          <w:r w:rsidRPr="00593EF8">
            <w:rPr>
              <w:highlight w:val="yellow"/>
            </w:rPr>
            <w:t>Zadej jméno</w:t>
          </w:r>
        </w:p>
      </w:docPartBody>
    </w:docPart>
    <w:docPart>
      <w:docPartPr>
        <w:name w:val="36938F3B4C3C496099677FF68D9CF37D"/>
        <w:category>
          <w:name w:val="Obecné"/>
          <w:gallery w:val="placeholder"/>
        </w:category>
        <w:types>
          <w:type w:val="bbPlcHdr"/>
        </w:types>
        <w:behaviors>
          <w:behavior w:val="content"/>
        </w:behaviors>
        <w:guid w:val="{CC450108-F64B-4744-A0FB-91F99CE79375}"/>
      </w:docPartPr>
      <w:docPartBody>
        <w:p w:rsidR="00B67E1D" w:rsidRDefault="00B62941" w:rsidP="00B62941">
          <w:pPr>
            <w:pStyle w:val="36938F3B4C3C496099677FF68D9CF37D3"/>
          </w:pPr>
          <w:r w:rsidRPr="00593EF8">
            <w:rPr>
              <w:rStyle w:val="Zstupntext"/>
              <w:highlight w:val="yellow"/>
            </w:rPr>
            <w:t>Zadej telefon</w:t>
          </w:r>
        </w:p>
      </w:docPartBody>
    </w:docPart>
    <w:docPart>
      <w:docPartPr>
        <w:name w:val="82C07EBE7F224209B6C7544B8305C1F1"/>
        <w:category>
          <w:name w:val="Obecné"/>
          <w:gallery w:val="placeholder"/>
        </w:category>
        <w:types>
          <w:type w:val="bbPlcHdr"/>
        </w:types>
        <w:behaviors>
          <w:behavior w:val="content"/>
        </w:behaviors>
        <w:guid w:val="{7F55969C-DCA9-428C-97CA-415FA01469FD}"/>
      </w:docPartPr>
      <w:docPartBody>
        <w:p w:rsidR="00B67E1D" w:rsidRDefault="00B62941" w:rsidP="00B62941">
          <w:pPr>
            <w:pStyle w:val="82C07EBE7F224209B6C7544B8305C1F13"/>
          </w:pPr>
          <w:r w:rsidRPr="00593EF8">
            <w:rPr>
              <w:highlight w:val="yellow"/>
            </w:rPr>
            <w:t>Zadej E-mail</w:t>
          </w:r>
        </w:p>
      </w:docPartBody>
    </w:docPart>
    <w:docPart>
      <w:docPartPr>
        <w:name w:val="2681C13AB0A84A6C9C4BE6CDCDBCB5CB"/>
        <w:category>
          <w:name w:val="Obecné"/>
          <w:gallery w:val="placeholder"/>
        </w:category>
        <w:types>
          <w:type w:val="bbPlcHdr"/>
        </w:types>
        <w:behaviors>
          <w:behavior w:val="content"/>
        </w:behaviors>
        <w:guid w:val="{2FE22DC3-D90B-4C14-8A58-8580BA8DC792}"/>
      </w:docPartPr>
      <w:docPartBody>
        <w:p w:rsidR="00B67E1D" w:rsidRDefault="00B62941" w:rsidP="00B62941">
          <w:pPr>
            <w:pStyle w:val="2681C13AB0A84A6C9C4BE6CDCDBCB5CB3"/>
          </w:pPr>
          <w:r w:rsidRPr="00593EF8">
            <w:rPr>
              <w:highlight w:val="yellow"/>
            </w:rPr>
            <w:t>Zadej jméno</w:t>
          </w:r>
        </w:p>
      </w:docPartBody>
    </w:docPart>
    <w:docPart>
      <w:docPartPr>
        <w:name w:val="739A0F7F70144248BCD3FCD31421B8B1"/>
        <w:category>
          <w:name w:val="Obecné"/>
          <w:gallery w:val="placeholder"/>
        </w:category>
        <w:types>
          <w:type w:val="bbPlcHdr"/>
        </w:types>
        <w:behaviors>
          <w:behavior w:val="content"/>
        </w:behaviors>
        <w:guid w:val="{C137CB6C-E1F8-456B-B281-9DAA97214528}"/>
      </w:docPartPr>
      <w:docPartBody>
        <w:p w:rsidR="00B67E1D" w:rsidRDefault="00B62941" w:rsidP="00B62941">
          <w:pPr>
            <w:pStyle w:val="739A0F7F70144248BCD3FCD31421B8B13"/>
          </w:pPr>
          <w:r w:rsidRPr="00593EF8">
            <w:rPr>
              <w:rStyle w:val="Zstupntext"/>
              <w:highlight w:val="yellow"/>
            </w:rPr>
            <w:t>Zadej telefon</w:t>
          </w:r>
        </w:p>
      </w:docPartBody>
    </w:docPart>
    <w:docPart>
      <w:docPartPr>
        <w:name w:val="64899A44A137448BA1C7CFE801A3AEAA"/>
        <w:category>
          <w:name w:val="Obecné"/>
          <w:gallery w:val="placeholder"/>
        </w:category>
        <w:types>
          <w:type w:val="bbPlcHdr"/>
        </w:types>
        <w:behaviors>
          <w:behavior w:val="content"/>
        </w:behaviors>
        <w:guid w:val="{E2F084E8-1CE8-4C7B-96EB-777E975B2B3C}"/>
      </w:docPartPr>
      <w:docPartBody>
        <w:p w:rsidR="00B67E1D" w:rsidRDefault="00B62941" w:rsidP="00B62941">
          <w:pPr>
            <w:pStyle w:val="64899A44A137448BA1C7CFE801A3AEAA3"/>
          </w:pPr>
          <w:r w:rsidRPr="00593EF8">
            <w:rPr>
              <w:highlight w:val="yellow"/>
            </w:rPr>
            <w:t>Zadej E-mail</w:t>
          </w:r>
        </w:p>
      </w:docPartBody>
    </w:docPart>
    <w:docPart>
      <w:docPartPr>
        <w:name w:val="AC78F90D2B9346B09CAF2F5891D6EE1A"/>
        <w:category>
          <w:name w:val="Obecné"/>
          <w:gallery w:val="placeholder"/>
        </w:category>
        <w:types>
          <w:type w:val="bbPlcHdr"/>
        </w:types>
        <w:behaviors>
          <w:behavior w:val="content"/>
        </w:behaviors>
        <w:guid w:val="{94788931-B9EE-4E1B-A5FC-BC237E585E44}"/>
      </w:docPartPr>
      <w:docPartBody>
        <w:p w:rsidR="00B67E1D" w:rsidRDefault="00B62941" w:rsidP="00B62941">
          <w:pPr>
            <w:pStyle w:val="AC78F90D2B9346B09CAF2F5891D6EE1A3"/>
          </w:pPr>
          <w:r w:rsidRPr="00593EF8">
            <w:rPr>
              <w:highlight w:val="yellow"/>
            </w:rPr>
            <w:t>Zadej jméno</w:t>
          </w:r>
        </w:p>
      </w:docPartBody>
    </w:docPart>
    <w:docPart>
      <w:docPartPr>
        <w:name w:val="8B8C5804BF784932AA8067B4B49552A7"/>
        <w:category>
          <w:name w:val="Obecné"/>
          <w:gallery w:val="placeholder"/>
        </w:category>
        <w:types>
          <w:type w:val="bbPlcHdr"/>
        </w:types>
        <w:behaviors>
          <w:behavior w:val="content"/>
        </w:behaviors>
        <w:guid w:val="{3BB74544-E611-4A8F-A90B-B4340B38FFE0}"/>
      </w:docPartPr>
      <w:docPartBody>
        <w:p w:rsidR="00B67E1D" w:rsidRDefault="00B62941" w:rsidP="00B62941">
          <w:pPr>
            <w:pStyle w:val="8B8C5804BF784932AA8067B4B49552A73"/>
          </w:pPr>
          <w:r w:rsidRPr="00593EF8">
            <w:rPr>
              <w:rStyle w:val="Zstupntext"/>
              <w:highlight w:val="yellow"/>
            </w:rPr>
            <w:t>Zadej telefon</w:t>
          </w:r>
        </w:p>
      </w:docPartBody>
    </w:docPart>
    <w:docPart>
      <w:docPartPr>
        <w:name w:val="6AF9BC235B034D57ADFC782357563E7C"/>
        <w:category>
          <w:name w:val="Obecné"/>
          <w:gallery w:val="placeholder"/>
        </w:category>
        <w:types>
          <w:type w:val="bbPlcHdr"/>
        </w:types>
        <w:behaviors>
          <w:behavior w:val="content"/>
        </w:behaviors>
        <w:guid w:val="{2003231F-9EC0-4D17-A5EF-44EF31DB03B4}"/>
      </w:docPartPr>
      <w:docPartBody>
        <w:p w:rsidR="00B67E1D" w:rsidRDefault="00B62941" w:rsidP="00B62941">
          <w:pPr>
            <w:pStyle w:val="6AF9BC235B034D57ADFC782357563E7C3"/>
          </w:pPr>
          <w:r w:rsidRPr="00593EF8">
            <w:rPr>
              <w:highlight w:val="yellow"/>
            </w:rPr>
            <w:t>Zadej E-mail</w:t>
          </w:r>
        </w:p>
      </w:docPartBody>
    </w:docPart>
    <w:docPart>
      <w:docPartPr>
        <w:name w:val="4205B34EF9FF4C80AE995CD3D65BB5A2"/>
        <w:category>
          <w:name w:val="Obecné"/>
          <w:gallery w:val="placeholder"/>
        </w:category>
        <w:types>
          <w:type w:val="bbPlcHdr"/>
        </w:types>
        <w:behaviors>
          <w:behavior w:val="content"/>
        </w:behaviors>
        <w:guid w:val="{5A7A613D-553A-409C-81B0-F2AE92B7A1F5}"/>
      </w:docPartPr>
      <w:docPartBody>
        <w:p w:rsidR="00B67E1D" w:rsidRDefault="00B62941" w:rsidP="00B62941">
          <w:pPr>
            <w:pStyle w:val="4205B34EF9FF4C80AE995CD3D65BB5A23"/>
          </w:pPr>
          <w:r w:rsidRPr="00593EF8">
            <w:rPr>
              <w:highlight w:val="yellow"/>
            </w:rPr>
            <w:t>Zadej jméno</w:t>
          </w:r>
        </w:p>
      </w:docPartBody>
    </w:docPart>
    <w:docPart>
      <w:docPartPr>
        <w:name w:val="A438AAC6A3D046F292B3A47B801116A8"/>
        <w:category>
          <w:name w:val="Obecné"/>
          <w:gallery w:val="placeholder"/>
        </w:category>
        <w:types>
          <w:type w:val="bbPlcHdr"/>
        </w:types>
        <w:behaviors>
          <w:behavior w:val="content"/>
        </w:behaviors>
        <w:guid w:val="{7CF84D9E-4A91-4E68-B27C-15D34211186B}"/>
      </w:docPartPr>
      <w:docPartBody>
        <w:p w:rsidR="00B67E1D" w:rsidRDefault="00B62941" w:rsidP="00B62941">
          <w:pPr>
            <w:pStyle w:val="A438AAC6A3D046F292B3A47B801116A83"/>
          </w:pPr>
          <w:r w:rsidRPr="00593EF8">
            <w:rPr>
              <w:rStyle w:val="Zstupntext"/>
              <w:highlight w:val="yellow"/>
            </w:rPr>
            <w:t>Zadej telefon</w:t>
          </w:r>
        </w:p>
      </w:docPartBody>
    </w:docPart>
    <w:docPart>
      <w:docPartPr>
        <w:name w:val="8739F3B5F92F4FFCAE6C3D224FF9DA5D"/>
        <w:category>
          <w:name w:val="Obecné"/>
          <w:gallery w:val="placeholder"/>
        </w:category>
        <w:types>
          <w:type w:val="bbPlcHdr"/>
        </w:types>
        <w:behaviors>
          <w:behavior w:val="content"/>
        </w:behaviors>
        <w:guid w:val="{28555FE3-691E-4B82-82C8-FE72A2CC8663}"/>
      </w:docPartPr>
      <w:docPartBody>
        <w:p w:rsidR="00B67E1D" w:rsidRDefault="00B62941" w:rsidP="00B62941">
          <w:pPr>
            <w:pStyle w:val="8739F3B5F92F4FFCAE6C3D224FF9DA5D3"/>
          </w:pPr>
          <w:r w:rsidRPr="00593EF8">
            <w:rPr>
              <w:highlight w:val="yellow"/>
            </w:rPr>
            <w:t>Zadej E-mail</w:t>
          </w:r>
        </w:p>
      </w:docPartBody>
    </w:docPart>
    <w:docPart>
      <w:docPartPr>
        <w:name w:val="7674B453536A4AE6B42299C5E0E62403"/>
        <w:category>
          <w:name w:val="Obecné"/>
          <w:gallery w:val="placeholder"/>
        </w:category>
        <w:types>
          <w:type w:val="bbPlcHdr"/>
        </w:types>
        <w:behaviors>
          <w:behavior w:val="content"/>
        </w:behaviors>
        <w:guid w:val="{BF4171DC-541E-4F09-8068-AC6B5B141A19}"/>
      </w:docPartPr>
      <w:docPartBody>
        <w:p w:rsidR="00B67E1D" w:rsidRDefault="00B62941" w:rsidP="00B62941">
          <w:pPr>
            <w:pStyle w:val="7674B453536A4AE6B42299C5E0E624033"/>
          </w:pPr>
          <w:r w:rsidRPr="00593EF8">
            <w:rPr>
              <w:highlight w:val="yellow"/>
            </w:rPr>
            <w:t>Zadej jméno</w:t>
          </w:r>
        </w:p>
      </w:docPartBody>
    </w:docPart>
    <w:docPart>
      <w:docPartPr>
        <w:name w:val="E467EB07ED064358AEBCD6F3FA7E9EE5"/>
        <w:category>
          <w:name w:val="Obecné"/>
          <w:gallery w:val="placeholder"/>
        </w:category>
        <w:types>
          <w:type w:val="bbPlcHdr"/>
        </w:types>
        <w:behaviors>
          <w:behavior w:val="content"/>
        </w:behaviors>
        <w:guid w:val="{D0813E5F-D123-4D8E-9309-C86A4279D497}"/>
      </w:docPartPr>
      <w:docPartBody>
        <w:p w:rsidR="00B67E1D" w:rsidRDefault="00B62941" w:rsidP="00B62941">
          <w:pPr>
            <w:pStyle w:val="E467EB07ED064358AEBCD6F3FA7E9EE53"/>
          </w:pPr>
          <w:r w:rsidRPr="00593EF8">
            <w:rPr>
              <w:rStyle w:val="Zstupntext"/>
              <w:highlight w:val="yellow"/>
            </w:rPr>
            <w:t>Zadej telefon</w:t>
          </w:r>
        </w:p>
      </w:docPartBody>
    </w:docPart>
    <w:docPart>
      <w:docPartPr>
        <w:name w:val="2CF2039A536E4119BB55D21DF25589BE"/>
        <w:category>
          <w:name w:val="Obecné"/>
          <w:gallery w:val="placeholder"/>
        </w:category>
        <w:types>
          <w:type w:val="bbPlcHdr"/>
        </w:types>
        <w:behaviors>
          <w:behavior w:val="content"/>
        </w:behaviors>
        <w:guid w:val="{2C12BA49-068D-4F51-BACF-D05B1468AF47}"/>
      </w:docPartPr>
      <w:docPartBody>
        <w:p w:rsidR="00B67E1D" w:rsidRDefault="00B62941" w:rsidP="00B62941">
          <w:pPr>
            <w:pStyle w:val="2CF2039A536E4119BB55D21DF25589BE3"/>
          </w:pPr>
          <w:r w:rsidRPr="00593EF8">
            <w:rPr>
              <w:highlight w:val="yellow"/>
            </w:rPr>
            <w:t>Zadej E-mail</w:t>
          </w:r>
        </w:p>
      </w:docPartBody>
    </w:docPart>
    <w:docPart>
      <w:docPartPr>
        <w:name w:val="C59B6B557C514A35A5511D9469AC4F46"/>
        <w:category>
          <w:name w:val="Obecné"/>
          <w:gallery w:val="placeholder"/>
        </w:category>
        <w:types>
          <w:type w:val="bbPlcHdr"/>
        </w:types>
        <w:behaviors>
          <w:behavior w:val="content"/>
        </w:behaviors>
        <w:guid w:val="{BCF15785-EBF9-4F38-B0E5-B0EC9A08C0D6}"/>
      </w:docPartPr>
      <w:docPartBody>
        <w:p w:rsidR="00B67E1D" w:rsidRDefault="00B62941" w:rsidP="00B62941">
          <w:pPr>
            <w:pStyle w:val="C59B6B557C514A35A5511D9469AC4F463"/>
          </w:pPr>
          <w:r w:rsidRPr="00593EF8">
            <w:rPr>
              <w:highlight w:val="yellow"/>
            </w:rPr>
            <w:t>Zadej jméno</w:t>
          </w:r>
        </w:p>
      </w:docPartBody>
    </w:docPart>
    <w:docPart>
      <w:docPartPr>
        <w:name w:val="D745672776D44EF9A42ACF96E2869A03"/>
        <w:category>
          <w:name w:val="Obecné"/>
          <w:gallery w:val="placeholder"/>
        </w:category>
        <w:types>
          <w:type w:val="bbPlcHdr"/>
        </w:types>
        <w:behaviors>
          <w:behavior w:val="content"/>
        </w:behaviors>
        <w:guid w:val="{3A36B044-0B81-46F9-A5C7-FF58FA18A199}"/>
      </w:docPartPr>
      <w:docPartBody>
        <w:p w:rsidR="00B67E1D" w:rsidRDefault="00B62941" w:rsidP="00B62941">
          <w:pPr>
            <w:pStyle w:val="D745672776D44EF9A42ACF96E2869A033"/>
          </w:pPr>
          <w:r w:rsidRPr="00593EF8">
            <w:rPr>
              <w:rStyle w:val="Zstupntext"/>
              <w:highlight w:val="yellow"/>
            </w:rPr>
            <w:t>Zadej telefon</w:t>
          </w:r>
        </w:p>
      </w:docPartBody>
    </w:docPart>
    <w:docPart>
      <w:docPartPr>
        <w:name w:val="49A97FCC5AE942AEB9CF89FF7FCCE853"/>
        <w:category>
          <w:name w:val="Obecné"/>
          <w:gallery w:val="placeholder"/>
        </w:category>
        <w:types>
          <w:type w:val="bbPlcHdr"/>
        </w:types>
        <w:behaviors>
          <w:behavior w:val="content"/>
        </w:behaviors>
        <w:guid w:val="{5C944750-634F-4D54-B4FC-CB4820FF0A15}"/>
      </w:docPartPr>
      <w:docPartBody>
        <w:p w:rsidR="00B67E1D" w:rsidRDefault="00B62941" w:rsidP="00B62941">
          <w:pPr>
            <w:pStyle w:val="49A97FCC5AE942AEB9CF89FF7FCCE8533"/>
          </w:pPr>
          <w:r w:rsidRPr="00593EF8">
            <w:rPr>
              <w:highlight w:val="yellow"/>
            </w:rPr>
            <w:t>Zadej E-mail</w:t>
          </w:r>
        </w:p>
      </w:docPartBody>
    </w:docPart>
    <w:docPart>
      <w:docPartPr>
        <w:name w:val="8B750FC7CEAF4B1BA0962EDFBFB3B15C"/>
        <w:category>
          <w:name w:val="Obecné"/>
          <w:gallery w:val="placeholder"/>
        </w:category>
        <w:types>
          <w:type w:val="bbPlcHdr"/>
        </w:types>
        <w:behaviors>
          <w:behavior w:val="content"/>
        </w:behaviors>
        <w:guid w:val="{2FBECF80-6222-4927-8EBF-B5CA2C9E5DBF}"/>
      </w:docPartPr>
      <w:docPartBody>
        <w:p w:rsidR="00B67E1D" w:rsidRDefault="00B62941" w:rsidP="00B62941">
          <w:pPr>
            <w:pStyle w:val="8B750FC7CEAF4B1BA0962EDFBFB3B15C3"/>
          </w:pPr>
          <w:r w:rsidRPr="00593EF8">
            <w:rPr>
              <w:highlight w:val="yellow"/>
            </w:rPr>
            <w:t>Zadej jméno</w:t>
          </w:r>
        </w:p>
      </w:docPartBody>
    </w:docPart>
    <w:docPart>
      <w:docPartPr>
        <w:name w:val="57B03507C2244A16A9999BC7B6900EA0"/>
        <w:category>
          <w:name w:val="Obecné"/>
          <w:gallery w:val="placeholder"/>
        </w:category>
        <w:types>
          <w:type w:val="bbPlcHdr"/>
        </w:types>
        <w:behaviors>
          <w:behavior w:val="content"/>
        </w:behaviors>
        <w:guid w:val="{C01FEFF8-124D-428C-B5BA-A6950330136B}"/>
      </w:docPartPr>
      <w:docPartBody>
        <w:p w:rsidR="00B67E1D" w:rsidRDefault="00B62941" w:rsidP="00B62941">
          <w:pPr>
            <w:pStyle w:val="57B03507C2244A16A9999BC7B6900EA03"/>
          </w:pPr>
          <w:r w:rsidRPr="00593EF8">
            <w:rPr>
              <w:rStyle w:val="Zstupntext"/>
              <w:highlight w:val="yellow"/>
            </w:rPr>
            <w:t>Zadej telefon</w:t>
          </w:r>
        </w:p>
      </w:docPartBody>
    </w:docPart>
    <w:docPart>
      <w:docPartPr>
        <w:name w:val="8196A30F94154B9987C650F51AB79349"/>
        <w:category>
          <w:name w:val="Obecné"/>
          <w:gallery w:val="placeholder"/>
        </w:category>
        <w:types>
          <w:type w:val="bbPlcHdr"/>
        </w:types>
        <w:behaviors>
          <w:behavior w:val="content"/>
        </w:behaviors>
        <w:guid w:val="{9A19FF18-B5BD-4894-9570-B1942A65A8EF}"/>
      </w:docPartPr>
      <w:docPartBody>
        <w:p w:rsidR="00B67E1D" w:rsidRDefault="00B62941" w:rsidP="00B62941">
          <w:pPr>
            <w:pStyle w:val="8196A30F94154B9987C650F51AB793493"/>
          </w:pPr>
          <w:r w:rsidRPr="00593EF8">
            <w:rPr>
              <w:highlight w:val="yellow"/>
            </w:rPr>
            <w:t>Zadej E-mail</w:t>
          </w:r>
        </w:p>
      </w:docPartBody>
    </w:docPart>
    <w:docPart>
      <w:docPartPr>
        <w:name w:val="033042543AC24815BF7F36DB6AFD3A23"/>
        <w:category>
          <w:name w:val="Obecné"/>
          <w:gallery w:val="placeholder"/>
        </w:category>
        <w:types>
          <w:type w:val="bbPlcHdr"/>
        </w:types>
        <w:behaviors>
          <w:behavior w:val="content"/>
        </w:behaviors>
        <w:guid w:val="{339215D3-E012-41DA-BC6C-AA78CD31AF60}"/>
      </w:docPartPr>
      <w:docPartBody>
        <w:p w:rsidR="00B67E1D" w:rsidRDefault="00B62941" w:rsidP="00B62941">
          <w:pPr>
            <w:pStyle w:val="033042543AC24815BF7F36DB6AFD3A233"/>
          </w:pPr>
          <w:r w:rsidRPr="00593EF8">
            <w:rPr>
              <w:highlight w:val="yellow"/>
            </w:rPr>
            <w:t>Zadej jméno</w:t>
          </w:r>
        </w:p>
      </w:docPartBody>
    </w:docPart>
    <w:docPart>
      <w:docPartPr>
        <w:name w:val="3B68A2CD51CC43A588B1A24619A3D2FF"/>
        <w:category>
          <w:name w:val="Obecné"/>
          <w:gallery w:val="placeholder"/>
        </w:category>
        <w:types>
          <w:type w:val="bbPlcHdr"/>
        </w:types>
        <w:behaviors>
          <w:behavior w:val="content"/>
        </w:behaviors>
        <w:guid w:val="{BB8F652A-9003-4AEC-8A55-764EDC2A0648}"/>
      </w:docPartPr>
      <w:docPartBody>
        <w:p w:rsidR="00B67E1D" w:rsidRDefault="00B62941" w:rsidP="00B62941">
          <w:pPr>
            <w:pStyle w:val="3B68A2CD51CC43A588B1A24619A3D2FF3"/>
          </w:pPr>
          <w:r w:rsidRPr="00593EF8">
            <w:rPr>
              <w:rStyle w:val="Zstupntext"/>
              <w:highlight w:val="yellow"/>
            </w:rPr>
            <w:t>Zadej telefon</w:t>
          </w:r>
        </w:p>
      </w:docPartBody>
    </w:docPart>
    <w:docPart>
      <w:docPartPr>
        <w:name w:val="5AD023BF0AEB484C919A41CEF4DC444F"/>
        <w:category>
          <w:name w:val="Obecné"/>
          <w:gallery w:val="placeholder"/>
        </w:category>
        <w:types>
          <w:type w:val="bbPlcHdr"/>
        </w:types>
        <w:behaviors>
          <w:behavior w:val="content"/>
        </w:behaviors>
        <w:guid w:val="{E9BAE29F-39DB-4085-8B9A-1F2A29BFB01C}"/>
      </w:docPartPr>
      <w:docPartBody>
        <w:p w:rsidR="00B67E1D" w:rsidRDefault="00B62941" w:rsidP="00B62941">
          <w:pPr>
            <w:pStyle w:val="5AD023BF0AEB484C919A41CEF4DC444F3"/>
          </w:pPr>
          <w:r w:rsidRPr="00593EF8">
            <w:rPr>
              <w:highlight w:val="yellow"/>
            </w:rPr>
            <w:t>Zadej E-mail</w:t>
          </w:r>
        </w:p>
      </w:docPartBody>
    </w:docPart>
    <w:docPart>
      <w:docPartPr>
        <w:name w:val="EA0056E5AE05455B86B0419734C84D06"/>
        <w:category>
          <w:name w:val="Obecné"/>
          <w:gallery w:val="placeholder"/>
        </w:category>
        <w:types>
          <w:type w:val="bbPlcHdr"/>
        </w:types>
        <w:behaviors>
          <w:behavior w:val="content"/>
        </w:behaviors>
        <w:guid w:val="{7AE208CA-53AB-4B47-8E74-1D168284412A}"/>
      </w:docPartPr>
      <w:docPartBody>
        <w:p w:rsidR="00B67E1D" w:rsidRDefault="00B62941" w:rsidP="00B62941">
          <w:pPr>
            <w:pStyle w:val="EA0056E5AE05455B86B0419734C84D063"/>
          </w:pPr>
          <w:r w:rsidRPr="00593EF8">
            <w:rPr>
              <w:highlight w:val="yellow"/>
            </w:rPr>
            <w:t>Zadej jméno</w:t>
          </w:r>
        </w:p>
      </w:docPartBody>
    </w:docPart>
    <w:docPart>
      <w:docPartPr>
        <w:name w:val="1C8441E130E343D286CCC60FD8CD6D95"/>
        <w:category>
          <w:name w:val="Obecné"/>
          <w:gallery w:val="placeholder"/>
        </w:category>
        <w:types>
          <w:type w:val="bbPlcHdr"/>
        </w:types>
        <w:behaviors>
          <w:behavior w:val="content"/>
        </w:behaviors>
        <w:guid w:val="{29CBFE15-81B7-43B9-9F44-86B9A4607877}"/>
      </w:docPartPr>
      <w:docPartBody>
        <w:p w:rsidR="00B67E1D" w:rsidRDefault="00B62941" w:rsidP="00B62941">
          <w:pPr>
            <w:pStyle w:val="1C8441E130E343D286CCC60FD8CD6D953"/>
          </w:pPr>
          <w:r w:rsidRPr="00593EF8">
            <w:rPr>
              <w:rStyle w:val="Zstupntext"/>
              <w:highlight w:val="yellow"/>
            </w:rPr>
            <w:t>Zadej telefon</w:t>
          </w:r>
        </w:p>
      </w:docPartBody>
    </w:docPart>
    <w:docPart>
      <w:docPartPr>
        <w:name w:val="C79A84FF3A374AFF8EB763D3C65D0181"/>
        <w:category>
          <w:name w:val="Obecné"/>
          <w:gallery w:val="placeholder"/>
        </w:category>
        <w:types>
          <w:type w:val="bbPlcHdr"/>
        </w:types>
        <w:behaviors>
          <w:behavior w:val="content"/>
        </w:behaviors>
        <w:guid w:val="{3DCD13C1-D968-46E9-ADBF-02911E3ED5CC}"/>
      </w:docPartPr>
      <w:docPartBody>
        <w:p w:rsidR="00B67E1D" w:rsidRDefault="00B62941" w:rsidP="00B62941">
          <w:pPr>
            <w:pStyle w:val="C79A84FF3A374AFF8EB763D3C65D01813"/>
          </w:pPr>
          <w:r w:rsidRPr="00593EF8">
            <w:rPr>
              <w:highlight w:val="yellow"/>
            </w:rPr>
            <w:t>Zadej E-mail</w:t>
          </w:r>
        </w:p>
      </w:docPartBody>
    </w:docPart>
    <w:docPart>
      <w:docPartPr>
        <w:name w:val="3C5527FC2299462281E9656B31300E0F"/>
        <w:category>
          <w:name w:val="Obecné"/>
          <w:gallery w:val="placeholder"/>
        </w:category>
        <w:types>
          <w:type w:val="bbPlcHdr"/>
        </w:types>
        <w:behaviors>
          <w:behavior w:val="content"/>
        </w:behaviors>
        <w:guid w:val="{EE9E753A-851F-4744-A1E6-BCABAD2D4257}"/>
      </w:docPartPr>
      <w:docPartBody>
        <w:p w:rsidR="00B67E1D" w:rsidRDefault="00B62941" w:rsidP="00B62941">
          <w:pPr>
            <w:pStyle w:val="3C5527FC2299462281E9656B31300E0F3"/>
          </w:pPr>
          <w:r w:rsidRPr="00593EF8">
            <w:rPr>
              <w:highlight w:val="yellow"/>
            </w:rPr>
            <w:t>Zadej jméno</w:t>
          </w:r>
        </w:p>
      </w:docPartBody>
    </w:docPart>
    <w:docPart>
      <w:docPartPr>
        <w:name w:val="EB9D44AB5CB84530A9202F47A679C70C"/>
        <w:category>
          <w:name w:val="Obecné"/>
          <w:gallery w:val="placeholder"/>
        </w:category>
        <w:types>
          <w:type w:val="bbPlcHdr"/>
        </w:types>
        <w:behaviors>
          <w:behavior w:val="content"/>
        </w:behaviors>
        <w:guid w:val="{46EEDE1A-0904-4856-A454-27388001B1D5}"/>
      </w:docPartPr>
      <w:docPartBody>
        <w:p w:rsidR="00B67E1D" w:rsidRDefault="00B62941" w:rsidP="00B62941">
          <w:pPr>
            <w:pStyle w:val="EB9D44AB5CB84530A9202F47A679C70C3"/>
          </w:pPr>
          <w:r w:rsidRPr="00593EF8">
            <w:rPr>
              <w:rStyle w:val="Zstupntext"/>
              <w:highlight w:val="yellow"/>
            </w:rPr>
            <w:t>Zadej telefon</w:t>
          </w:r>
        </w:p>
      </w:docPartBody>
    </w:docPart>
    <w:docPart>
      <w:docPartPr>
        <w:name w:val="AF17FD85053E4658B92104EF58B56D73"/>
        <w:category>
          <w:name w:val="Obecné"/>
          <w:gallery w:val="placeholder"/>
        </w:category>
        <w:types>
          <w:type w:val="bbPlcHdr"/>
        </w:types>
        <w:behaviors>
          <w:behavior w:val="content"/>
        </w:behaviors>
        <w:guid w:val="{63A3C6DA-F657-4221-BDED-2E132E648203}"/>
      </w:docPartPr>
      <w:docPartBody>
        <w:p w:rsidR="00B67E1D" w:rsidRDefault="00B62941" w:rsidP="00B62941">
          <w:pPr>
            <w:pStyle w:val="AF17FD85053E4658B92104EF58B56D733"/>
          </w:pPr>
          <w:r w:rsidRPr="00593EF8">
            <w:rPr>
              <w:highlight w:val="yellow"/>
            </w:rPr>
            <w:t>Zadej E-mail</w:t>
          </w:r>
        </w:p>
      </w:docPartBody>
    </w:docPart>
    <w:docPart>
      <w:docPartPr>
        <w:name w:val="664E813FDE484FBDA877A802293E5343"/>
        <w:category>
          <w:name w:val="Obecné"/>
          <w:gallery w:val="placeholder"/>
        </w:category>
        <w:types>
          <w:type w:val="bbPlcHdr"/>
        </w:types>
        <w:behaviors>
          <w:behavior w:val="content"/>
        </w:behaviors>
        <w:guid w:val="{8E8A8E84-C856-4114-8E12-8FD884860ADA}"/>
      </w:docPartPr>
      <w:docPartBody>
        <w:p w:rsidR="00B67E1D" w:rsidRDefault="00B62941" w:rsidP="00B62941">
          <w:pPr>
            <w:pStyle w:val="664E813FDE484FBDA877A802293E53433"/>
          </w:pPr>
          <w:r w:rsidRPr="00593EF8">
            <w:rPr>
              <w:highlight w:val="yellow"/>
            </w:rPr>
            <w:t>Zadej jméno</w:t>
          </w:r>
        </w:p>
      </w:docPartBody>
    </w:docPart>
    <w:docPart>
      <w:docPartPr>
        <w:name w:val="039390CEE07F42C69D3A9F80408CBF0D"/>
        <w:category>
          <w:name w:val="Obecné"/>
          <w:gallery w:val="placeholder"/>
        </w:category>
        <w:types>
          <w:type w:val="bbPlcHdr"/>
        </w:types>
        <w:behaviors>
          <w:behavior w:val="content"/>
        </w:behaviors>
        <w:guid w:val="{3D005AC4-F503-4EAE-A154-C281C705D44E}"/>
      </w:docPartPr>
      <w:docPartBody>
        <w:p w:rsidR="00B67E1D" w:rsidRDefault="00B62941" w:rsidP="00B62941">
          <w:pPr>
            <w:pStyle w:val="039390CEE07F42C69D3A9F80408CBF0D3"/>
          </w:pPr>
          <w:r w:rsidRPr="00593EF8">
            <w:rPr>
              <w:rStyle w:val="Zstupntext"/>
              <w:highlight w:val="yellow"/>
            </w:rPr>
            <w:t>Zadej telefon</w:t>
          </w:r>
        </w:p>
      </w:docPartBody>
    </w:docPart>
    <w:docPart>
      <w:docPartPr>
        <w:name w:val="5171FACAE7BF452DA0877ECB6A77FBAA"/>
        <w:category>
          <w:name w:val="Obecné"/>
          <w:gallery w:val="placeholder"/>
        </w:category>
        <w:types>
          <w:type w:val="bbPlcHdr"/>
        </w:types>
        <w:behaviors>
          <w:behavior w:val="content"/>
        </w:behaviors>
        <w:guid w:val="{759EF1A0-9585-4FAA-82C7-D5907765022E}"/>
      </w:docPartPr>
      <w:docPartBody>
        <w:p w:rsidR="00B67E1D" w:rsidRDefault="00B62941" w:rsidP="00B62941">
          <w:pPr>
            <w:pStyle w:val="5171FACAE7BF452DA0877ECB6A77FBAA3"/>
          </w:pPr>
          <w:r w:rsidRPr="00593EF8">
            <w:rPr>
              <w:highlight w:val="yellow"/>
            </w:rPr>
            <w:t>Zadej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lara Sans">
    <w:panose1 w:val="02000503000000020004"/>
    <w:charset w:val="EE"/>
    <w:family w:val="auto"/>
    <w:pitch w:val="variable"/>
    <w:sig w:usb0="A000002F" w:usb1="1000207A" w:usb2="00000000" w:usb3="00000000" w:csb0="0000019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C12"/>
    <w:rsid w:val="00100C12"/>
    <w:rsid w:val="002F3C37"/>
    <w:rsid w:val="004A2321"/>
    <w:rsid w:val="00533ED0"/>
    <w:rsid w:val="005D2ACD"/>
    <w:rsid w:val="00673D3F"/>
    <w:rsid w:val="00B62941"/>
    <w:rsid w:val="00B67E1D"/>
    <w:rsid w:val="00C34DFC"/>
    <w:rsid w:val="00CC0E06"/>
    <w:rsid w:val="00D258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B62941"/>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F663095854074545BC0DEAF5102B31521">
    <w:name w:val="F663095854074545BC0DEAF5102B3152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63095854074545BC0DEAF5102B31522">
    <w:name w:val="F663095854074545BC0DEAF5102B3152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63095854074545BC0DEAF5102B31523">
    <w:name w:val="F663095854074545BC0DEAF5102B3152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3">
    <w:name w:val="3B6CDD57360249B6AB3843DFA85287F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3">
    <w:name w:val="DE85931DEE3F4DC9B5C92D3447BB22C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3">
    <w:name w:val="9240DBF276AE420F918EB4B78C3B5078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3">
    <w:name w:val="6E617F9F838841C7B79DD575C51C481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3">
    <w:name w:val="8E404C080EAE4EBDB07D5C52102AF37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3">
    <w:name w:val="9161833239994DE4BA2F09033B00194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3">
    <w:name w:val="4EA2CD7C5D7F46879E8D95FD1768FD3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3">
    <w:name w:val="FB01423B264541DBB7215A9A24670004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3">
    <w:name w:val="F47B35C47B0C4178840E82A883C101C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3">
    <w:name w:val="2928076022BD49FF886DE94C5E3FE2A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3">
    <w:name w:val="2D18B4FA47384638B7B6E7CDA971FF0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3">
    <w:name w:val="3666D3DB92884C41B759CD06FCBDA0B9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3">
    <w:name w:val="E152DF2C754A434A8E3E1F11D366975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3">
    <w:name w:val="248C4E62605949A69E1199AAEF74FF1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3">
    <w:name w:val="17ED16C1A10B44579C679D788C31FB7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3">
    <w:name w:val="36938F3B4C3C496099677FF68D9CF37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3">
    <w:name w:val="82C07EBE7F224209B6C7544B8305C1F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3">
    <w:name w:val="2681C13AB0A84A6C9C4BE6CDCDBCB5CB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3">
    <w:name w:val="739A0F7F70144248BCD3FCD31421B8B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3">
    <w:name w:val="64899A44A137448BA1C7CFE801A3AEA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3">
    <w:name w:val="AC78F90D2B9346B09CAF2F5891D6EE1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3">
    <w:name w:val="8B8C5804BF784932AA8067B4B49552A7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3">
    <w:name w:val="6AF9BC235B034D57ADFC782357563E7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3">
    <w:name w:val="4205B34EF9FF4C80AE995CD3D65BB5A2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3">
    <w:name w:val="A438AAC6A3D046F292B3A47B801116A8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3">
    <w:name w:val="8739F3B5F92F4FFCAE6C3D224FF9DA5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3">
    <w:name w:val="7674B453536A4AE6B42299C5E0E6240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3">
    <w:name w:val="E467EB07ED064358AEBCD6F3FA7E9EE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3">
    <w:name w:val="2CF2039A536E4119BB55D21DF25589BE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3">
    <w:name w:val="C59B6B557C514A35A5511D9469AC4F4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3">
    <w:name w:val="D745672776D44EF9A42ACF96E2869A0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3">
    <w:name w:val="49A97FCC5AE942AEB9CF89FF7FCCE85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3">
    <w:name w:val="8B750FC7CEAF4B1BA0962EDFBFB3B15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3">
    <w:name w:val="57B03507C2244A16A9999BC7B6900EA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3">
    <w:name w:val="8196A30F94154B9987C650F51AB79349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3">
    <w:name w:val="033042543AC24815BF7F36DB6AFD3A2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3">
    <w:name w:val="3B68A2CD51CC43A588B1A24619A3D2F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3">
    <w:name w:val="5AD023BF0AEB484C919A41CEF4DC444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3">
    <w:name w:val="EA0056E5AE05455B86B0419734C84D0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3">
    <w:name w:val="1C8441E130E343D286CCC60FD8CD6D9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3">
    <w:name w:val="C79A84FF3A374AFF8EB763D3C65D018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3">
    <w:name w:val="3C5527FC2299462281E9656B31300E0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3">
    <w:name w:val="EB9D44AB5CB84530A9202F47A679C70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3">
    <w:name w:val="AF17FD85053E4658B92104EF58B56D7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3">
    <w:name w:val="664E813FDE484FBDA877A802293E534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3">
    <w:name w:val="039390CEE07F42C69D3A9F80408CBF0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3">
    <w:name w:val="5171FACAE7BF452DA0877ECB6A77FBA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47CA45324844D1EBB272509B9D80DD8">
    <w:name w:val="A47CA45324844D1EBB272509B9D80DD8"/>
  </w:style>
  <w:style w:type="paragraph" w:customStyle="1" w:styleId="81A5A65FAE084BD8ACBCAB3B9D5E43BB">
    <w:name w:val="81A5A65FAE084BD8ACBCAB3B9D5E43BB"/>
  </w:style>
  <w:style w:type="paragraph" w:customStyle="1" w:styleId="5EC8D261799045DB858E3FF03FEB69D5">
    <w:name w:val="5EC8D261799045DB858E3FF03FEB69D5"/>
  </w:style>
  <w:style w:type="paragraph" w:customStyle="1" w:styleId="14E9E467AFDF45A38A7D94DA0E346865">
    <w:name w:val="14E9E467AFDF45A38A7D94DA0E346865"/>
  </w:style>
  <w:style w:type="paragraph" w:customStyle="1" w:styleId="1DF8F5C0A9B64C8D8D3601DBF50DD591">
    <w:name w:val="1DF8F5C0A9B64C8D8D3601DBF50DD591"/>
  </w:style>
  <w:style w:type="paragraph" w:customStyle="1" w:styleId="73B78E30CD2B45E28147C62525EC3642">
    <w:name w:val="73B78E30CD2B45E28147C62525EC3642"/>
  </w:style>
  <w:style w:type="paragraph" w:customStyle="1" w:styleId="E82313D4BD5D4914BD902B6F006FACFA">
    <w:name w:val="E82313D4BD5D4914BD902B6F006FACFA"/>
  </w:style>
  <w:style w:type="paragraph" w:customStyle="1" w:styleId="6D01D04BAFB14BDDA84F8D4C76E7E6BE">
    <w:name w:val="6D01D04BAFB14BDDA84F8D4C76E7E6BE"/>
  </w:style>
  <w:style w:type="paragraph" w:customStyle="1" w:styleId="6B8097B081344CA384B2BA25ADB9421C">
    <w:name w:val="6B8097B081344CA384B2BA25ADB9421C"/>
  </w:style>
  <w:style w:type="paragraph" w:customStyle="1" w:styleId="517138472DE64D1699A113AAC7B6BBDF">
    <w:name w:val="517138472DE64D1699A113AAC7B6BBDF"/>
  </w:style>
  <w:style w:type="paragraph" w:customStyle="1" w:styleId="23CA3C9A47AF44F2B488B54F2A352DA9">
    <w:name w:val="23CA3C9A47AF44F2B488B54F2A352DA9"/>
  </w:style>
  <w:style w:type="paragraph" w:customStyle="1" w:styleId="6E4FE8FD277B46BBB6FD4260C95FB489">
    <w:name w:val="6E4FE8FD277B46BBB6FD4260C95FB489"/>
  </w:style>
  <w:style w:type="character" w:styleId="Zstupntext">
    <w:name w:val="Placeholder Text"/>
    <w:basedOn w:val="Standardnpsmoodstavce"/>
    <w:uiPriority w:val="99"/>
    <w:semiHidden/>
    <w:rsid w:val="00B62941"/>
    <w:rPr>
      <w:color w:val="808080"/>
    </w:rPr>
  </w:style>
  <w:style w:type="paragraph" w:customStyle="1" w:styleId="6E911DC8853947459685C31240F8B85F">
    <w:name w:val="6E911DC8853947459685C31240F8B85F"/>
  </w:style>
  <w:style w:type="paragraph" w:customStyle="1" w:styleId="51D8DD4E7201446796E9B4530EB337AA">
    <w:name w:val="51D8DD4E7201446796E9B4530EB337AA"/>
  </w:style>
  <w:style w:type="paragraph" w:customStyle="1" w:styleId="E7C177AAB3AE4ABD82819FFEEF57E160">
    <w:name w:val="E7C177AAB3AE4ABD82819FFEEF57E160"/>
  </w:style>
  <w:style w:type="paragraph" w:customStyle="1" w:styleId="6A28548C2C9C4A8C9B06126984223FD1">
    <w:name w:val="6A28548C2C9C4A8C9B06126984223FD1"/>
  </w:style>
  <w:style w:type="paragraph" w:customStyle="1" w:styleId="ECB3F739448F4BDEA2F0842898ADF1E9">
    <w:name w:val="ECB3F739448F4BDEA2F0842898ADF1E9"/>
  </w:style>
  <w:style w:type="paragraph" w:customStyle="1" w:styleId="7E26AF5EE7694F6B8C74DDBD9514CEE5">
    <w:name w:val="7E26AF5EE7694F6B8C74DDBD9514CEE5"/>
  </w:style>
  <w:style w:type="paragraph" w:customStyle="1" w:styleId="EE29C6FC03D1451293E3BCEC9FAD3257">
    <w:name w:val="EE29C6FC03D1451293E3BCEC9FAD3257"/>
  </w:style>
  <w:style w:type="paragraph" w:customStyle="1" w:styleId="E13E97EE92C34478A9811FDBA5375670">
    <w:name w:val="E13E97EE92C34478A9811FDBA5375670"/>
  </w:style>
  <w:style w:type="paragraph" w:customStyle="1" w:styleId="E4DB3EB9C25D4BEB961320393B38D320">
    <w:name w:val="E4DB3EB9C25D4BEB961320393B38D320"/>
    <w:rsid w:val="002F3C37"/>
  </w:style>
  <w:style w:type="paragraph" w:customStyle="1" w:styleId="22B4B4015BD0498F8BA7CA2B0B2B5DB2">
    <w:name w:val="22B4B4015BD0498F8BA7CA2B0B2B5DB2"/>
    <w:rsid w:val="002F3C37"/>
  </w:style>
  <w:style w:type="paragraph" w:customStyle="1" w:styleId="8064A2B461374D16916724BD8ACE1ED0">
    <w:name w:val="8064A2B461374D16916724BD8ACE1ED0"/>
    <w:rsid w:val="004A2321"/>
  </w:style>
  <w:style w:type="paragraph" w:customStyle="1" w:styleId="FA8FE423613D422A9935E61CD04ECC99">
    <w:name w:val="FA8FE423613D422A9935E61CD04ECC99"/>
    <w:rsid w:val="004A2321"/>
  </w:style>
  <w:style w:type="paragraph" w:customStyle="1" w:styleId="943777677AAF47A9A7F6A9D02F6A6800">
    <w:name w:val="943777677AAF47A9A7F6A9D02F6A6800"/>
    <w:rsid w:val="00673D3F"/>
  </w:style>
  <w:style w:type="paragraph" w:customStyle="1" w:styleId="B7A6CBF42C6D46D085100114084DC384">
    <w:name w:val="B7A6CBF42C6D46D085100114084DC384"/>
    <w:rsid w:val="00673D3F"/>
  </w:style>
  <w:style w:type="paragraph" w:customStyle="1" w:styleId="0D670000A80F4B0BB0C7483691CBF4CD">
    <w:name w:val="0D670000A80F4B0BB0C7483691CBF4CD"/>
    <w:rsid w:val="00673D3F"/>
  </w:style>
  <w:style w:type="paragraph" w:customStyle="1" w:styleId="BE928F41AC1E4CC18DB9C73C6FCA82A7">
    <w:name w:val="BE928F41AC1E4CC18DB9C73C6FCA82A7"/>
    <w:rsid w:val="00673D3F"/>
  </w:style>
  <w:style w:type="paragraph" w:customStyle="1" w:styleId="087F74E0A14746D1B4AE3A580C2D71EF">
    <w:name w:val="087F74E0A14746D1B4AE3A580C2D71EF"/>
    <w:rsid w:val="00673D3F"/>
  </w:style>
  <w:style w:type="paragraph" w:customStyle="1" w:styleId="DD0BD466AFE944F4A71283507E714CAC">
    <w:name w:val="DD0BD466AFE944F4A71283507E714CAC"/>
    <w:rsid w:val="00673D3F"/>
  </w:style>
  <w:style w:type="paragraph" w:customStyle="1" w:styleId="0AD5B65628034FDCBF83A14F025763D3">
    <w:name w:val="0AD5B65628034FDCBF83A14F025763D3"/>
    <w:rsid w:val="00673D3F"/>
  </w:style>
  <w:style w:type="paragraph" w:customStyle="1" w:styleId="F0156E57C4F347EA9EB48DCDFE34347F">
    <w:name w:val="F0156E57C4F347EA9EB48DCDFE34347F"/>
    <w:rsid w:val="00533ED0"/>
  </w:style>
  <w:style w:type="paragraph" w:customStyle="1" w:styleId="789276A046354CC58D2EA735CE2E27EB">
    <w:name w:val="789276A046354CC58D2EA735CE2E27EB"/>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
    <w:name w:val="224240170E7A4779A105CD761B370209"/>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
    <w:name w:val="B1767BFB7D124F7886CE3360A4944BC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89276A046354CC58D2EA735CE2E27EB1">
    <w:name w:val="789276A046354CC58D2EA735CE2E27EB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24240170E7A4779A105CD761B3702091">
    <w:name w:val="224240170E7A4779A105CD761B370209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B1767BFB7D124F7886CE3360A4944BC11">
    <w:name w:val="B1767BFB7D124F7886CE3360A4944BC11"/>
    <w:rsid w:val="00533ED0"/>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A7BA1B41D749E5A59F457E067AE113">
    <w:name w:val="F6A7BA1B41D749E5A59F457E067AE113"/>
    <w:rsid w:val="00533ED0"/>
  </w:style>
  <w:style w:type="paragraph" w:customStyle="1" w:styleId="43EA8B80533341A7BBAA33CDF389F0A1">
    <w:name w:val="43EA8B80533341A7BBAA33CDF389F0A1"/>
    <w:rsid w:val="00533ED0"/>
  </w:style>
  <w:style w:type="paragraph" w:customStyle="1" w:styleId="03235B9CD2F64E148C48D0EAA5C30BEB">
    <w:name w:val="03235B9CD2F64E148C48D0EAA5C30BEB"/>
    <w:rsid w:val="00533ED0"/>
  </w:style>
  <w:style w:type="paragraph" w:customStyle="1" w:styleId="05837E140403474F938D1BBBDC0E1254">
    <w:name w:val="05837E140403474F938D1BBBDC0E1254"/>
    <w:rsid w:val="00533ED0"/>
  </w:style>
  <w:style w:type="paragraph" w:customStyle="1" w:styleId="B57AE2BCDA754A86B382ECBA72DD4E84">
    <w:name w:val="B57AE2BCDA754A86B382ECBA72DD4E84"/>
    <w:rsid w:val="00533ED0"/>
  </w:style>
  <w:style w:type="paragraph" w:customStyle="1" w:styleId="E8DA03C8345449FA8E16C3042E381B3D">
    <w:name w:val="E8DA03C8345449FA8E16C3042E381B3D"/>
    <w:rsid w:val="00533ED0"/>
  </w:style>
  <w:style w:type="paragraph" w:customStyle="1" w:styleId="7C67E648EDD949AABEF6AC20991AEB84">
    <w:name w:val="7C67E648EDD949AABEF6AC20991AEB84"/>
    <w:rsid w:val="00533ED0"/>
  </w:style>
  <w:style w:type="paragraph" w:customStyle="1" w:styleId="14BD767BE5964759B06F0C30EE01238C">
    <w:name w:val="14BD767BE5964759B06F0C30EE01238C"/>
    <w:rsid w:val="00533ED0"/>
  </w:style>
  <w:style w:type="paragraph" w:customStyle="1" w:styleId="CFC19EE796B54C84957923CD7FA8B450">
    <w:name w:val="CFC19EE796B54C84957923CD7FA8B450"/>
    <w:rsid w:val="00533ED0"/>
  </w:style>
  <w:style w:type="paragraph" w:customStyle="1" w:styleId="042FC785E4E94229A22852D7287C42EE">
    <w:name w:val="042FC785E4E94229A22852D7287C42EE"/>
    <w:rsid w:val="00533ED0"/>
  </w:style>
  <w:style w:type="paragraph" w:customStyle="1" w:styleId="0B5A7A70F8654463B4C7A9A488EF5FBB">
    <w:name w:val="0B5A7A70F8654463B4C7A9A488EF5FBB"/>
    <w:rsid w:val="00533ED0"/>
  </w:style>
  <w:style w:type="paragraph" w:customStyle="1" w:styleId="586147BEF75B4EA38FDB16CADFA371B4">
    <w:name w:val="586147BEF75B4EA38FDB16CADFA371B4"/>
    <w:rsid w:val="00533ED0"/>
  </w:style>
  <w:style w:type="paragraph" w:customStyle="1" w:styleId="6B8BEF38ACD94C93BAD2183E8BB5B1A6">
    <w:name w:val="6B8BEF38ACD94C93BAD2183E8BB5B1A6"/>
    <w:rsid w:val="00533ED0"/>
  </w:style>
  <w:style w:type="paragraph" w:customStyle="1" w:styleId="9371A412338549A2A4F5D49B7F535AB3">
    <w:name w:val="9371A412338549A2A4F5D49B7F535AB3"/>
    <w:rsid w:val="00533ED0"/>
  </w:style>
  <w:style w:type="paragraph" w:customStyle="1" w:styleId="E944C91EE1814CB3945988A8094CCF84">
    <w:name w:val="E944C91EE1814CB3945988A8094CCF84"/>
    <w:rsid w:val="00533ED0"/>
  </w:style>
  <w:style w:type="paragraph" w:customStyle="1" w:styleId="6E740BC14E1B4B1D81565FDC3B3BA258">
    <w:name w:val="6E740BC14E1B4B1D81565FDC3B3BA258"/>
    <w:rsid w:val="00533ED0"/>
  </w:style>
  <w:style w:type="paragraph" w:customStyle="1" w:styleId="4D525BCC821D461CB0CBA5B97D9E4145">
    <w:name w:val="4D525BCC821D461CB0CBA5B97D9E4145"/>
    <w:rsid w:val="00533ED0"/>
  </w:style>
  <w:style w:type="paragraph" w:customStyle="1" w:styleId="E70530F2B8FE4625BE60D78D2024FBE3">
    <w:name w:val="E70530F2B8FE4625BE60D78D2024FBE3"/>
    <w:rsid w:val="00533ED0"/>
  </w:style>
  <w:style w:type="paragraph" w:customStyle="1" w:styleId="C19FA9F39860469CAF93B6EA7FBF48FB">
    <w:name w:val="C19FA9F39860469CAF93B6EA7FBF48FB"/>
    <w:rsid w:val="00533ED0"/>
  </w:style>
  <w:style w:type="paragraph" w:customStyle="1" w:styleId="8EAF65A94B2847898C4F7C68D9B45549">
    <w:name w:val="8EAF65A94B2847898C4F7C68D9B45549"/>
    <w:rsid w:val="00533ED0"/>
  </w:style>
  <w:style w:type="paragraph" w:customStyle="1" w:styleId="57E61143B4E34102B3A76771316331C3">
    <w:name w:val="57E61143B4E34102B3A76771316331C3"/>
    <w:rsid w:val="00533ED0"/>
  </w:style>
  <w:style w:type="paragraph" w:customStyle="1" w:styleId="EE7B43FA80024134B2115605E8DF6D38">
    <w:name w:val="EE7B43FA80024134B2115605E8DF6D38"/>
    <w:rsid w:val="00533ED0"/>
  </w:style>
  <w:style w:type="paragraph" w:customStyle="1" w:styleId="A5F9F07FADCB4CDE954FFB25B81CA372">
    <w:name w:val="A5F9F07FADCB4CDE954FFB25B81CA372"/>
    <w:rsid w:val="00533ED0"/>
  </w:style>
  <w:style w:type="paragraph" w:customStyle="1" w:styleId="98FF7A0B905143F4BFCDD1EDF71BD5E8">
    <w:name w:val="98FF7A0B905143F4BFCDD1EDF71BD5E8"/>
    <w:rsid w:val="00533ED0"/>
  </w:style>
  <w:style w:type="paragraph" w:customStyle="1" w:styleId="2C68077DC0CB4C49ABCA532390DFC4D7">
    <w:name w:val="2C68077DC0CB4C49ABCA532390DFC4D7"/>
    <w:rsid w:val="00533ED0"/>
  </w:style>
  <w:style w:type="paragraph" w:customStyle="1" w:styleId="2E1DABE860A94426A8835FEF1D874227">
    <w:name w:val="2E1DABE860A94426A8835FEF1D874227"/>
    <w:rsid w:val="00533ED0"/>
  </w:style>
  <w:style w:type="paragraph" w:customStyle="1" w:styleId="F1BB6AE050B54940B2B43A6D571E55FC">
    <w:name w:val="F1BB6AE050B54940B2B43A6D571E55FC"/>
    <w:rsid w:val="00533ED0"/>
  </w:style>
  <w:style w:type="paragraph" w:customStyle="1" w:styleId="9D39F2379693423483F3F6CDFCE2B5EC">
    <w:name w:val="9D39F2379693423483F3F6CDFCE2B5EC"/>
    <w:rsid w:val="00533ED0"/>
  </w:style>
  <w:style w:type="paragraph" w:customStyle="1" w:styleId="DC55EF45AB994EF5A712557FAECFB10F">
    <w:name w:val="DC55EF45AB994EF5A712557FAECFB10F"/>
    <w:rsid w:val="00533ED0"/>
  </w:style>
  <w:style w:type="paragraph" w:customStyle="1" w:styleId="06D74536511F4BD7A1EE556A2B7F10BE">
    <w:name w:val="06D74536511F4BD7A1EE556A2B7F10BE"/>
    <w:rsid w:val="00533ED0"/>
  </w:style>
  <w:style w:type="paragraph" w:customStyle="1" w:styleId="2006620503D445019F7D2ABF28660A6D">
    <w:name w:val="2006620503D445019F7D2ABF28660A6D"/>
    <w:rsid w:val="00533ED0"/>
  </w:style>
  <w:style w:type="paragraph" w:customStyle="1" w:styleId="DBFF14D853A64098A5CFA9A516DC7731">
    <w:name w:val="DBFF14D853A64098A5CFA9A516DC7731"/>
    <w:rsid w:val="00533ED0"/>
  </w:style>
  <w:style w:type="paragraph" w:customStyle="1" w:styleId="E14BC0EDECBC4371991ADDCD61282A59">
    <w:name w:val="E14BC0EDECBC4371991ADDCD61282A59"/>
    <w:rsid w:val="00533ED0"/>
  </w:style>
  <w:style w:type="paragraph" w:customStyle="1" w:styleId="92F499796266481B9CE02D7D764708A4">
    <w:name w:val="92F499796266481B9CE02D7D764708A4"/>
    <w:rsid w:val="00533ED0"/>
  </w:style>
  <w:style w:type="paragraph" w:customStyle="1" w:styleId="94957208C98044EF839A562B04C6008D">
    <w:name w:val="94957208C98044EF839A562B04C6008D"/>
    <w:rsid w:val="00533ED0"/>
  </w:style>
  <w:style w:type="paragraph" w:customStyle="1" w:styleId="36596513E91044A1A43B30FF1F80BC85">
    <w:name w:val="36596513E91044A1A43B30FF1F80BC85"/>
    <w:rsid w:val="00533ED0"/>
  </w:style>
  <w:style w:type="paragraph" w:customStyle="1" w:styleId="C1F1C83C055F4A9995BF7BD9DE148562">
    <w:name w:val="C1F1C83C055F4A9995BF7BD9DE148562"/>
    <w:rsid w:val="00533ED0"/>
  </w:style>
  <w:style w:type="paragraph" w:customStyle="1" w:styleId="ABB596F9510445A8B1E987814A256BA0">
    <w:name w:val="ABB596F9510445A8B1E987814A256BA0"/>
    <w:rsid w:val="00533ED0"/>
  </w:style>
  <w:style w:type="paragraph" w:customStyle="1" w:styleId="53491A6E08AB47EF96B3CCFA97BA57DD">
    <w:name w:val="53491A6E08AB47EF96B3CCFA97BA57DD"/>
    <w:rsid w:val="00533ED0"/>
  </w:style>
  <w:style w:type="paragraph" w:customStyle="1" w:styleId="18FF7C29DE334EF5AB9CAD1CF8A52261">
    <w:name w:val="18FF7C29DE334EF5AB9CAD1CF8A52261"/>
    <w:rsid w:val="00533ED0"/>
  </w:style>
  <w:style w:type="paragraph" w:customStyle="1" w:styleId="8F2F1A476D094B099F918756121390B5">
    <w:name w:val="8F2F1A476D094B099F918756121390B5"/>
    <w:rsid w:val="00533ED0"/>
  </w:style>
  <w:style w:type="paragraph" w:customStyle="1" w:styleId="AA3BA94F4F3F4CAF964F556D0A65CAE7">
    <w:name w:val="AA3BA94F4F3F4CAF964F556D0A65CAE7"/>
    <w:rsid w:val="00533ED0"/>
  </w:style>
  <w:style w:type="paragraph" w:customStyle="1" w:styleId="CD46D4BC3A524AACBA738934B3D6BE09">
    <w:name w:val="CD46D4BC3A524AACBA738934B3D6BE09"/>
    <w:rsid w:val="00533ED0"/>
  </w:style>
  <w:style w:type="paragraph" w:customStyle="1" w:styleId="E48C5D7F92954749B7D571B0CD279243">
    <w:name w:val="E48C5D7F92954749B7D571B0CD279243"/>
    <w:rsid w:val="00533ED0"/>
  </w:style>
  <w:style w:type="paragraph" w:customStyle="1" w:styleId="F6AFC3B919724C088E86D2F76876CC26">
    <w:name w:val="F6AFC3B919724C088E86D2F76876CC26"/>
    <w:rsid w:val="00533ED0"/>
  </w:style>
  <w:style w:type="paragraph" w:customStyle="1" w:styleId="38888E709B584CD595737F0B91A69F8B">
    <w:name w:val="38888E709B584CD595737F0B91A69F8B"/>
    <w:rsid w:val="00533ED0"/>
  </w:style>
  <w:style w:type="paragraph" w:customStyle="1" w:styleId="6416EE4F70124DCFB984497581BACC42">
    <w:name w:val="6416EE4F70124DCFB984497581BACC42"/>
    <w:rsid w:val="00533ED0"/>
  </w:style>
  <w:style w:type="paragraph" w:customStyle="1" w:styleId="A7D371BAD85D45E0BE2C1BF28D62C599">
    <w:name w:val="A7D371BAD85D45E0BE2C1BF28D62C599"/>
    <w:rsid w:val="00533ED0"/>
  </w:style>
  <w:style w:type="paragraph" w:customStyle="1" w:styleId="7E5124A71CEE458DAFE32196B121B4EF">
    <w:name w:val="7E5124A71CEE458DAFE32196B121B4EF"/>
    <w:rsid w:val="00533ED0"/>
  </w:style>
  <w:style w:type="paragraph" w:customStyle="1" w:styleId="2BDB07577D5046B0A5407AAF0881498F">
    <w:name w:val="2BDB07577D5046B0A5407AAF0881498F"/>
    <w:rsid w:val="00533ED0"/>
  </w:style>
  <w:style w:type="paragraph" w:customStyle="1" w:styleId="52D1E674D1E34260B56486CD273845C2">
    <w:name w:val="52D1E674D1E34260B56486CD273845C2"/>
    <w:rsid w:val="00533ED0"/>
  </w:style>
  <w:style w:type="paragraph" w:customStyle="1" w:styleId="554E0EE73A2245CC89351A986F7E2FA9">
    <w:name w:val="554E0EE73A2245CC89351A986F7E2FA9"/>
    <w:rsid w:val="00533ED0"/>
  </w:style>
  <w:style w:type="paragraph" w:customStyle="1" w:styleId="E7232FDF25B0483C881DC80597C4EE4D">
    <w:name w:val="E7232FDF25B0483C881DC80597C4EE4D"/>
    <w:rsid w:val="00533ED0"/>
  </w:style>
  <w:style w:type="paragraph" w:customStyle="1" w:styleId="225859297BFA4747B47A227F59F1AF0A">
    <w:name w:val="225859297BFA4747B47A227F59F1AF0A"/>
    <w:rsid w:val="00533ED0"/>
  </w:style>
  <w:style w:type="paragraph" w:customStyle="1" w:styleId="BBDEC0A230FB44C0ADCC930F355E4476">
    <w:name w:val="BBDEC0A230FB44C0ADCC930F355E4476"/>
    <w:rsid w:val="00533ED0"/>
  </w:style>
  <w:style w:type="paragraph" w:customStyle="1" w:styleId="2CD30F0CC14D42BF9B55B8AC22E77E95">
    <w:name w:val="2CD30F0CC14D42BF9B55B8AC22E77E95"/>
    <w:rsid w:val="00533ED0"/>
  </w:style>
  <w:style w:type="paragraph" w:customStyle="1" w:styleId="8BD206CDA5044E889E31E73178F5F6A8">
    <w:name w:val="8BD206CDA5044E889E31E73178F5F6A8"/>
    <w:rsid w:val="00533ED0"/>
  </w:style>
  <w:style w:type="paragraph" w:customStyle="1" w:styleId="93ACCDECE7F64112B0B3CB49B4B0979F">
    <w:name w:val="93ACCDECE7F64112B0B3CB49B4B0979F"/>
    <w:rsid w:val="00533ED0"/>
  </w:style>
  <w:style w:type="paragraph" w:customStyle="1" w:styleId="0EEC14D1B526498FBE1C348355F0EFDB">
    <w:name w:val="0EEC14D1B526498FBE1C348355F0EFDB"/>
    <w:rsid w:val="00533ED0"/>
  </w:style>
  <w:style w:type="paragraph" w:customStyle="1" w:styleId="868DC52274CB40AE86548F04E7C8057C">
    <w:name w:val="868DC52274CB40AE86548F04E7C8057C"/>
    <w:rsid w:val="00533ED0"/>
  </w:style>
  <w:style w:type="paragraph" w:customStyle="1" w:styleId="82CF1D0DFE7043CB82EB930E1FC7827D">
    <w:name w:val="82CF1D0DFE7043CB82EB930E1FC7827D"/>
    <w:rsid w:val="00533ED0"/>
  </w:style>
  <w:style w:type="paragraph" w:customStyle="1" w:styleId="38CD0F9269E642FE9B2C72EAAE599FDE">
    <w:name w:val="38CD0F9269E642FE9B2C72EAAE599FDE"/>
    <w:rsid w:val="00533ED0"/>
  </w:style>
  <w:style w:type="paragraph" w:customStyle="1" w:styleId="1A4369EEB7CF44A7AFC907293ABC3000">
    <w:name w:val="1A4369EEB7CF44A7AFC907293ABC3000"/>
    <w:rsid w:val="00533ED0"/>
  </w:style>
  <w:style w:type="paragraph" w:customStyle="1" w:styleId="2A2F1B298C924211ACD2D5166768FFEB">
    <w:name w:val="2A2F1B298C924211ACD2D5166768FFEB"/>
    <w:rsid w:val="00533ED0"/>
  </w:style>
  <w:style w:type="paragraph" w:customStyle="1" w:styleId="8CF45EC0DB1B47E792EE19B08223D346">
    <w:name w:val="8CF45EC0DB1B47E792EE19B08223D346"/>
    <w:rsid w:val="00533ED0"/>
  </w:style>
  <w:style w:type="paragraph" w:customStyle="1" w:styleId="F663095854074545BC0DEAF5102B3152">
    <w:name w:val="F663095854074545BC0DEAF5102B3152"/>
    <w:rsid w:val="00533ED0"/>
  </w:style>
  <w:style w:type="paragraph" w:customStyle="1" w:styleId="3B6CDD57360249B6AB3843DFA85287F0">
    <w:name w:val="3B6CDD57360249B6AB3843DFA85287F0"/>
    <w:rsid w:val="00533ED0"/>
  </w:style>
  <w:style w:type="paragraph" w:customStyle="1" w:styleId="DE85931DEE3F4DC9B5C92D3447BB22C6">
    <w:name w:val="DE85931DEE3F4DC9B5C92D3447BB22C6"/>
    <w:rsid w:val="00533ED0"/>
  </w:style>
  <w:style w:type="paragraph" w:customStyle="1" w:styleId="9240DBF276AE420F918EB4B78C3B5078">
    <w:name w:val="9240DBF276AE420F918EB4B78C3B5078"/>
    <w:rsid w:val="00533ED0"/>
  </w:style>
  <w:style w:type="paragraph" w:customStyle="1" w:styleId="6E617F9F838841C7B79DD575C51C4813">
    <w:name w:val="6E617F9F838841C7B79DD575C51C4813"/>
    <w:rsid w:val="00533ED0"/>
  </w:style>
  <w:style w:type="paragraph" w:customStyle="1" w:styleId="8E404C080EAE4EBDB07D5C52102AF37C">
    <w:name w:val="8E404C080EAE4EBDB07D5C52102AF37C"/>
    <w:rsid w:val="00533ED0"/>
  </w:style>
  <w:style w:type="paragraph" w:customStyle="1" w:styleId="C11FDE4FEAF34006A330FC293FAD2023">
    <w:name w:val="C11FDE4FEAF34006A330FC293FAD2023"/>
    <w:rsid w:val="00533ED0"/>
  </w:style>
  <w:style w:type="paragraph" w:customStyle="1" w:styleId="F36BC1556957423BB97CC312992D9205">
    <w:name w:val="F36BC1556957423BB97CC312992D9205"/>
    <w:rsid w:val="00533ED0"/>
  </w:style>
  <w:style w:type="paragraph" w:customStyle="1" w:styleId="77EF2C81BC254ADBA30CAB0839974CDD">
    <w:name w:val="77EF2C81BC254ADBA30CAB0839974CDD"/>
    <w:rsid w:val="00533ED0"/>
  </w:style>
  <w:style w:type="paragraph" w:customStyle="1" w:styleId="9161833239994DE4BA2F09033B00194C">
    <w:name w:val="9161833239994DE4BA2F09033B00194C"/>
    <w:rsid w:val="00533ED0"/>
  </w:style>
  <w:style w:type="paragraph" w:customStyle="1" w:styleId="4EA2CD7C5D7F46879E8D95FD1768FD36">
    <w:name w:val="4EA2CD7C5D7F46879E8D95FD1768FD36"/>
    <w:rsid w:val="00533ED0"/>
  </w:style>
  <w:style w:type="paragraph" w:customStyle="1" w:styleId="FB01423B264541DBB7215A9A24670004">
    <w:name w:val="FB01423B264541DBB7215A9A24670004"/>
    <w:rsid w:val="00533ED0"/>
  </w:style>
  <w:style w:type="paragraph" w:customStyle="1" w:styleId="F47B35C47B0C4178840E82A883C101C0">
    <w:name w:val="F47B35C47B0C4178840E82A883C101C0"/>
    <w:rsid w:val="00533ED0"/>
  </w:style>
  <w:style w:type="paragraph" w:customStyle="1" w:styleId="2928076022BD49FF886DE94C5E3FE2A0">
    <w:name w:val="2928076022BD49FF886DE94C5E3FE2A0"/>
    <w:rsid w:val="00533ED0"/>
  </w:style>
  <w:style w:type="paragraph" w:customStyle="1" w:styleId="2D18B4FA47384638B7B6E7CDA971FF0C">
    <w:name w:val="2D18B4FA47384638B7B6E7CDA971FF0C"/>
    <w:rsid w:val="00533ED0"/>
  </w:style>
  <w:style w:type="paragraph" w:customStyle="1" w:styleId="3666D3DB92884C41B759CD06FCBDA0B9">
    <w:name w:val="3666D3DB92884C41B759CD06FCBDA0B9"/>
    <w:rsid w:val="00533ED0"/>
  </w:style>
  <w:style w:type="paragraph" w:customStyle="1" w:styleId="E152DF2C754A434A8E3E1F11D3669751">
    <w:name w:val="E152DF2C754A434A8E3E1F11D3669751"/>
    <w:rsid w:val="00533ED0"/>
  </w:style>
  <w:style w:type="paragraph" w:customStyle="1" w:styleId="248C4E62605949A69E1199AAEF74FF1A">
    <w:name w:val="248C4E62605949A69E1199AAEF74FF1A"/>
    <w:rsid w:val="00533ED0"/>
  </w:style>
  <w:style w:type="paragraph" w:customStyle="1" w:styleId="17ED16C1A10B44579C679D788C31FB75">
    <w:name w:val="17ED16C1A10B44579C679D788C31FB75"/>
    <w:rsid w:val="00533ED0"/>
  </w:style>
  <w:style w:type="paragraph" w:customStyle="1" w:styleId="36938F3B4C3C496099677FF68D9CF37D">
    <w:name w:val="36938F3B4C3C496099677FF68D9CF37D"/>
    <w:rsid w:val="00533ED0"/>
  </w:style>
  <w:style w:type="paragraph" w:customStyle="1" w:styleId="82C07EBE7F224209B6C7544B8305C1F1">
    <w:name w:val="82C07EBE7F224209B6C7544B8305C1F1"/>
    <w:rsid w:val="00533ED0"/>
  </w:style>
  <w:style w:type="paragraph" w:customStyle="1" w:styleId="2681C13AB0A84A6C9C4BE6CDCDBCB5CB">
    <w:name w:val="2681C13AB0A84A6C9C4BE6CDCDBCB5CB"/>
    <w:rsid w:val="00533ED0"/>
  </w:style>
  <w:style w:type="paragraph" w:customStyle="1" w:styleId="739A0F7F70144248BCD3FCD31421B8B1">
    <w:name w:val="739A0F7F70144248BCD3FCD31421B8B1"/>
    <w:rsid w:val="00533ED0"/>
  </w:style>
  <w:style w:type="paragraph" w:customStyle="1" w:styleId="64899A44A137448BA1C7CFE801A3AEAA">
    <w:name w:val="64899A44A137448BA1C7CFE801A3AEAA"/>
    <w:rsid w:val="00533ED0"/>
  </w:style>
  <w:style w:type="paragraph" w:customStyle="1" w:styleId="AC78F90D2B9346B09CAF2F5891D6EE1A">
    <w:name w:val="AC78F90D2B9346B09CAF2F5891D6EE1A"/>
    <w:rsid w:val="00533ED0"/>
  </w:style>
  <w:style w:type="paragraph" w:customStyle="1" w:styleId="8B8C5804BF784932AA8067B4B49552A7">
    <w:name w:val="8B8C5804BF784932AA8067B4B49552A7"/>
    <w:rsid w:val="00533ED0"/>
  </w:style>
  <w:style w:type="paragraph" w:customStyle="1" w:styleId="6AF9BC235B034D57ADFC782357563E7C">
    <w:name w:val="6AF9BC235B034D57ADFC782357563E7C"/>
    <w:rsid w:val="00533ED0"/>
  </w:style>
  <w:style w:type="paragraph" w:customStyle="1" w:styleId="36B2E7BE669B412F8937153CA012F8B6">
    <w:name w:val="36B2E7BE669B412F8937153CA012F8B6"/>
    <w:rsid w:val="00533ED0"/>
  </w:style>
  <w:style w:type="paragraph" w:customStyle="1" w:styleId="13690BA99BDC4E358745FBE0D9F52C4C">
    <w:name w:val="13690BA99BDC4E358745FBE0D9F52C4C"/>
    <w:rsid w:val="00533ED0"/>
  </w:style>
  <w:style w:type="paragraph" w:customStyle="1" w:styleId="F9E1863C03794A80981788329CFD1C64">
    <w:name w:val="F9E1863C03794A80981788329CFD1C64"/>
    <w:rsid w:val="00533ED0"/>
  </w:style>
  <w:style w:type="paragraph" w:customStyle="1" w:styleId="79BB8AE9B7384F7B89BEA09C6252554E">
    <w:name w:val="79BB8AE9B7384F7B89BEA09C6252554E"/>
    <w:rsid w:val="00533ED0"/>
  </w:style>
  <w:style w:type="paragraph" w:customStyle="1" w:styleId="07B6A01771A542D8A2BCF0036044AA24">
    <w:name w:val="07B6A01771A542D8A2BCF0036044AA24"/>
    <w:rsid w:val="00533ED0"/>
  </w:style>
  <w:style w:type="paragraph" w:customStyle="1" w:styleId="2BF04D64F4C34E2991078A526B54A87D">
    <w:name w:val="2BF04D64F4C34E2991078A526B54A87D"/>
    <w:rsid w:val="00533ED0"/>
  </w:style>
  <w:style w:type="paragraph" w:customStyle="1" w:styleId="8AE8254A8CA8479981E0A664F4310A12">
    <w:name w:val="8AE8254A8CA8479981E0A664F4310A12"/>
    <w:rsid w:val="00533ED0"/>
  </w:style>
  <w:style w:type="paragraph" w:customStyle="1" w:styleId="FE7F148CACBE41B9B044C9DC9B69A576">
    <w:name w:val="FE7F148CACBE41B9B044C9DC9B69A576"/>
    <w:rsid w:val="00533ED0"/>
  </w:style>
  <w:style w:type="paragraph" w:customStyle="1" w:styleId="06DF85E39E4849689C0DFFB5DAF3D8E4">
    <w:name w:val="06DF85E39E4849689C0DFFB5DAF3D8E4"/>
    <w:rsid w:val="00533ED0"/>
  </w:style>
  <w:style w:type="paragraph" w:customStyle="1" w:styleId="3556925BE05C4888931EED4240030F83">
    <w:name w:val="3556925BE05C4888931EED4240030F83"/>
    <w:rsid w:val="00533ED0"/>
  </w:style>
  <w:style w:type="paragraph" w:customStyle="1" w:styleId="60A460419F5544858F99DB9470A1A996">
    <w:name w:val="60A460419F5544858F99DB9470A1A996"/>
    <w:rsid w:val="00533ED0"/>
  </w:style>
  <w:style w:type="paragraph" w:customStyle="1" w:styleId="7D0833874B7046EFA55BFDCE1791BD48">
    <w:name w:val="7D0833874B7046EFA55BFDCE1791BD48"/>
    <w:rsid w:val="00533ED0"/>
  </w:style>
  <w:style w:type="paragraph" w:customStyle="1" w:styleId="4205B34EF9FF4C80AE995CD3D65BB5A2">
    <w:name w:val="4205B34EF9FF4C80AE995CD3D65BB5A2"/>
    <w:rsid w:val="00533ED0"/>
  </w:style>
  <w:style w:type="paragraph" w:customStyle="1" w:styleId="A438AAC6A3D046F292B3A47B801116A8">
    <w:name w:val="A438AAC6A3D046F292B3A47B801116A8"/>
    <w:rsid w:val="00533ED0"/>
  </w:style>
  <w:style w:type="paragraph" w:customStyle="1" w:styleId="8739F3B5F92F4FFCAE6C3D224FF9DA5D">
    <w:name w:val="8739F3B5F92F4FFCAE6C3D224FF9DA5D"/>
    <w:rsid w:val="00533ED0"/>
  </w:style>
  <w:style w:type="paragraph" w:customStyle="1" w:styleId="7674B453536A4AE6B42299C5E0E62403">
    <w:name w:val="7674B453536A4AE6B42299C5E0E62403"/>
    <w:rsid w:val="00533ED0"/>
  </w:style>
  <w:style w:type="paragraph" w:customStyle="1" w:styleId="E467EB07ED064358AEBCD6F3FA7E9EE5">
    <w:name w:val="E467EB07ED064358AEBCD6F3FA7E9EE5"/>
    <w:rsid w:val="00533ED0"/>
  </w:style>
  <w:style w:type="paragraph" w:customStyle="1" w:styleId="2CF2039A536E4119BB55D21DF25589BE">
    <w:name w:val="2CF2039A536E4119BB55D21DF25589BE"/>
    <w:rsid w:val="00533ED0"/>
  </w:style>
  <w:style w:type="paragraph" w:customStyle="1" w:styleId="C59B6B557C514A35A5511D9469AC4F46">
    <w:name w:val="C59B6B557C514A35A5511D9469AC4F46"/>
    <w:rsid w:val="00533ED0"/>
  </w:style>
  <w:style w:type="paragraph" w:customStyle="1" w:styleId="D745672776D44EF9A42ACF96E2869A03">
    <w:name w:val="D745672776D44EF9A42ACF96E2869A03"/>
    <w:rsid w:val="00533ED0"/>
  </w:style>
  <w:style w:type="paragraph" w:customStyle="1" w:styleId="49A97FCC5AE942AEB9CF89FF7FCCE853">
    <w:name w:val="49A97FCC5AE942AEB9CF89FF7FCCE853"/>
    <w:rsid w:val="00533ED0"/>
  </w:style>
  <w:style w:type="paragraph" w:customStyle="1" w:styleId="8B750FC7CEAF4B1BA0962EDFBFB3B15C">
    <w:name w:val="8B750FC7CEAF4B1BA0962EDFBFB3B15C"/>
    <w:rsid w:val="00533ED0"/>
  </w:style>
  <w:style w:type="paragraph" w:customStyle="1" w:styleId="57B03507C2244A16A9999BC7B6900EA0">
    <w:name w:val="57B03507C2244A16A9999BC7B6900EA0"/>
    <w:rsid w:val="00533ED0"/>
  </w:style>
  <w:style w:type="paragraph" w:customStyle="1" w:styleId="8196A30F94154B9987C650F51AB79349">
    <w:name w:val="8196A30F94154B9987C650F51AB79349"/>
    <w:rsid w:val="00533ED0"/>
  </w:style>
  <w:style w:type="paragraph" w:customStyle="1" w:styleId="033042543AC24815BF7F36DB6AFD3A23">
    <w:name w:val="033042543AC24815BF7F36DB6AFD3A23"/>
    <w:rsid w:val="00533ED0"/>
  </w:style>
  <w:style w:type="paragraph" w:customStyle="1" w:styleId="3B68A2CD51CC43A588B1A24619A3D2FF">
    <w:name w:val="3B68A2CD51CC43A588B1A24619A3D2FF"/>
    <w:rsid w:val="00533ED0"/>
  </w:style>
  <w:style w:type="paragraph" w:customStyle="1" w:styleId="5AD023BF0AEB484C919A41CEF4DC444F">
    <w:name w:val="5AD023BF0AEB484C919A41CEF4DC444F"/>
    <w:rsid w:val="00533ED0"/>
  </w:style>
  <w:style w:type="paragraph" w:customStyle="1" w:styleId="EA0056E5AE05455B86B0419734C84D06">
    <w:name w:val="EA0056E5AE05455B86B0419734C84D06"/>
    <w:rsid w:val="00533ED0"/>
  </w:style>
  <w:style w:type="paragraph" w:customStyle="1" w:styleId="1C8441E130E343D286CCC60FD8CD6D95">
    <w:name w:val="1C8441E130E343D286CCC60FD8CD6D95"/>
    <w:rsid w:val="00533ED0"/>
  </w:style>
  <w:style w:type="paragraph" w:customStyle="1" w:styleId="C79A84FF3A374AFF8EB763D3C65D0181">
    <w:name w:val="C79A84FF3A374AFF8EB763D3C65D0181"/>
    <w:rsid w:val="00533ED0"/>
  </w:style>
  <w:style w:type="paragraph" w:customStyle="1" w:styleId="3C5527FC2299462281E9656B31300E0F">
    <w:name w:val="3C5527FC2299462281E9656B31300E0F"/>
    <w:rsid w:val="00533ED0"/>
  </w:style>
  <w:style w:type="paragraph" w:customStyle="1" w:styleId="EB9D44AB5CB84530A9202F47A679C70C">
    <w:name w:val="EB9D44AB5CB84530A9202F47A679C70C"/>
    <w:rsid w:val="00533ED0"/>
  </w:style>
  <w:style w:type="paragraph" w:customStyle="1" w:styleId="AF17FD85053E4658B92104EF58B56D73">
    <w:name w:val="AF17FD85053E4658B92104EF58B56D73"/>
    <w:rsid w:val="00533ED0"/>
  </w:style>
  <w:style w:type="paragraph" w:customStyle="1" w:styleId="664E813FDE484FBDA877A802293E5343">
    <w:name w:val="664E813FDE484FBDA877A802293E5343"/>
    <w:rsid w:val="00533ED0"/>
  </w:style>
  <w:style w:type="paragraph" w:customStyle="1" w:styleId="039390CEE07F42C69D3A9F80408CBF0D">
    <w:name w:val="039390CEE07F42C69D3A9F80408CBF0D"/>
    <w:rsid w:val="00533ED0"/>
  </w:style>
  <w:style w:type="paragraph" w:customStyle="1" w:styleId="5171FACAE7BF452DA0877ECB6A77FBAA">
    <w:name w:val="5171FACAE7BF452DA0877ECB6A77FBAA"/>
    <w:rsid w:val="00533ED0"/>
  </w:style>
  <w:style w:type="paragraph" w:customStyle="1" w:styleId="F663095854074545BC0DEAF5102B31521">
    <w:name w:val="F663095854074545BC0DEAF5102B3152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1">
    <w:name w:val="3B6CDD57360249B6AB3843DFA85287F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1">
    <w:name w:val="DE85931DEE3F4DC9B5C92D3447BB22C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1">
    <w:name w:val="9240DBF276AE420F918EB4B78C3B5078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1">
    <w:name w:val="6E617F9F838841C7B79DD575C51C481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1">
    <w:name w:val="8E404C080EAE4EBDB07D5C52102AF37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1">
    <w:name w:val="9161833239994DE4BA2F09033B00194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1">
    <w:name w:val="4EA2CD7C5D7F46879E8D95FD1768FD3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1">
    <w:name w:val="FB01423B264541DBB7215A9A24670004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1">
    <w:name w:val="F47B35C47B0C4178840E82A883C101C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1">
    <w:name w:val="2928076022BD49FF886DE94C5E3FE2A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1">
    <w:name w:val="2D18B4FA47384638B7B6E7CDA971FF0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1">
    <w:name w:val="3666D3DB92884C41B759CD06FCBDA0B9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1">
    <w:name w:val="E152DF2C754A434A8E3E1F11D366975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1">
    <w:name w:val="248C4E62605949A69E1199AAEF74FF1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1">
    <w:name w:val="17ED16C1A10B44579C679D788C31FB7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1">
    <w:name w:val="36938F3B4C3C496099677FF68D9CF37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1">
    <w:name w:val="82C07EBE7F224209B6C7544B8305C1F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1">
    <w:name w:val="2681C13AB0A84A6C9C4BE6CDCDBCB5CB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1">
    <w:name w:val="739A0F7F70144248BCD3FCD31421B8B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1">
    <w:name w:val="64899A44A137448BA1C7CFE801A3AEA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1">
    <w:name w:val="AC78F90D2B9346B09CAF2F5891D6EE1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1">
    <w:name w:val="8B8C5804BF784932AA8067B4B49552A7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1">
    <w:name w:val="6AF9BC235B034D57ADFC782357563E7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1">
    <w:name w:val="4205B34EF9FF4C80AE995CD3D65BB5A2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1">
    <w:name w:val="A438AAC6A3D046F292B3A47B801116A8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1">
    <w:name w:val="8739F3B5F92F4FFCAE6C3D224FF9DA5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1">
    <w:name w:val="7674B453536A4AE6B42299C5E0E6240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1">
    <w:name w:val="E467EB07ED064358AEBCD6F3FA7E9EE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1">
    <w:name w:val="2CF2039A536E4119BB55D21DF25589BE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1">
    <w:name w:val="C59B6B557C514A35A5511D9469AC4F4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1">
    <w:name w:val="D745672776D44EF9A42ACF96E2869A0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1">
    <w:name w:val="49A97FCC5AE942AEB9CF89FF7FCCE85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1">
    <w:name w:val="8B750FC7CEAF4B1BA0962EDFBFB3B15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1">
    <w:name w:val="57B03507C2244A16A9999BC7B6900EA0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1">
    <w:name w:val="8196A30F94154B9987C650F51AB79349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1">
    <w:name w:val="033042543AC24815BF7F36DB6AFD3A2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1">
    <w:name w:val="3B68A2CD51CC43A588B1A24619A3D2F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1">
    <w:name w:val="5AD023BF0AEB484C919A41CEF4DC444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1">
    <w:name w:val="EA0056E5AE05455B86B0419734C84D06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1">
    <w:name w:val="1C8441E130E343D286CCC60FD8CD6D95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1">
    <w:name w:val="C79A84FF3A374AFF8EB763D3C65D0181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1">
    <w:name w:val="3C5527FC2299462281E9656B31300E0F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1">
    <w:name w:val="EB9D44AB5CB84530A9202F47A679C70C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1">
    <w:name w:val="AF17FD85053E4658B92104EF58B56D7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1">
    <w:name w:val="664E813FDE484FBDA877A802293E5343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1">
    <w:name w:val="039390CEE07F42C69D3A9F80408CBF0D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1">
    <w:name w:val="5171FACAE7BF452DA0877ECB6A77FBAA1"/>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63095854074545BC0DEAF5102B31522">
    <w:name w:val="F663095854074545BC0DEAF5102B3152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2">
    <w:name w:val="3B6CDD57360249B6AB3843DFA85287F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2">
    <w:name w:val="DE85931DEE3F4DC9B5C92D3447BB22C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2">
    <w:name w:val="9240DBF276AE420F918EB4B78C3B5078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2">
    <w:name w:val="6E617F9F838841C7B79DD575C51C481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2">
    <w:name w:val="8E404C080EAE4EBDB07D5C52102AF37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2">
    <w:name w:val="9161833239994DE4BA2F09033B00194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2">
    <w:name w:val="4EA2CD7C5D7F46879E8D95FD1768FD3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2">
    <w:name w:val="FB01423B264541DBB7215A9A24670004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2">
    <w:name w:val="F47B35C47B0C4178840E82A883C101C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2">
    <w:name w:val="2928076022BD49FF886DE94C5E3FE2A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2">
    <w:name w:val="2D18B4FA47384638B7B6E7CDA971FF0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2">
    <w:name w:val="3666D3DB92884C41B759CD06FCBDA0B9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2">
    <w:name w:val="E152DF2C754A434A8E3E1F11D366975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2">
    <w:name w:val="248C4E62605949A69E1199AAEF74FF1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2">
    <w:name w:val="17ED16C1A10B44579C679D788C31FB7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2">
    <w:name w:val="36938F3B4C3C496099677FF68D9CF37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2">
    <w:name w:val="82C07EBE7F224209B6C7544B8305C1F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2">
    <w:name w:val="2681C13AB0A84A6C9C4BE6CDCDBCB5CB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2">
    <w:name w:val="739A0F7F70144248BCD3FCD31421B8B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2">
    <w:name w:val="64899A44A137448BA1C7CFE801A3AEA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2">
    <w:name w:val="AC78F90D2B9346B09CAF2F5891D6EE1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2">
    <w:name w:val="8B8C5804BF784932AA8067B4B49552A7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2">
    <w:name w:val="6AF9BC235B034D57ADFC782357563E7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2">
    <w:name w:val="4205B34EF9FF4C80AE995CD3D65BB5A2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2">
    <w:name w:val="A438AAC6A3D046F292B3A47B801116A8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2">
    <w:name w:val="8739F3B5F92F4FFCAE6C3D224FF9DA5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2">
    <w:name w:val="7674B453536A4AE6B42299C5E0E6240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2">
    <w:name w:val="E467EB07ED064358AEBCD6F3FA7E9EE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2">
    <w:name w:val="2CF2039A536E4119BB55D21DF25589BE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2">
    <w:name w:val="C59B6B557C514A35A5511D9469AC4F4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2">
    <w:name w:val="D745672776D44EF9A42ACF96E2869A0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2">
    <w:name w:val="49A97FCC5AE942AEB9CF89FF7FCCE85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2">
    <w:name w:val="8B750FC7CEAF4B1BA0962EDFBFB3B15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2">
    <w:name w:val="57B03507C2244A16A9999BC7B6900EA0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2">
    <w:name w:val="8196A30F94154B9987C650F51AB79349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2">
    <w:name w:val="033042543AC24815BF7F36DB6AFD3A2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2">
    <w:name w:val="3B68A2CD51CC43A588B1A24619A3D2F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2">
    <w:name w:val="5AD023BF0AEB484C919A41CEF4DC444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2">
    <w:name w:val="EA0056E5AE05455B86B0419734C84D06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2">
    <w:name w:val="1C8441E130E343D286CCC60FD8CD6D95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2">
    <w:name w:val="C79A84FF3A374AFF8EB763D3C65D0181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2">
    <w:name w:val="3C5527FC2299462281E9656B31300E0F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2">
    <w:name w:val="EB9D44AB5CB84530A9202F47A679C70C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2">
    <w:name w:val="AF17FD85053E4658B92104EF58B56D7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2">
    <w:name w:val="664E813FDE484FBDA877A802293E5343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2">
    <w:name w:val="039390CEE07F42C69D3A9F80408CBF0D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2">
    <w:name w:val="5171FACAE7BF452DA0877ECB6A77FBAA2"/>
    <w:rsid w:val="00D2584F"/>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663095854074545BC0DEAF5102B31523">
    <w:name w:val="F663095854074545BC0DEAF5102B3152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CDD57360249B6AB3843DFA85287F03">
    <w:name w:val="3B6CDD57360249B6AB3843DFA85287F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E85931DEE3F4DC9B5C92D3447BB22C63">
    <w:name w:val="DE85931DEE3F4DC9B5C92D3447BB22C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240DBF276AE420F918EB4B78C3B50783">
    <w:name w:val="9240DBF276AE420F918EB4B78C3B5078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E617F9F838841C7B79DD575C51C48133">
    <w:name w:val="6E617F9F838841C7B79DD575C51C481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E404C080EAE4EBDB07D5C52102AF37C3">
    <w:name w:val="8E404C080EAE4EBDB07D5C52102AF37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9161833239994DE4BA2F09033B00194C3">
    <w:name w:val="9161833239994DE4BA2F09033B00194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EA2CD7C5D7F46879E8D95FD1768FD363">
    <w:name w:val="4EA2CD7C5D7F46879E8D95FD1768FD3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B01423B264541DBB7215A9A246700043">
    <w:name w:val="FB01423B264541DBB7215A9A24670004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F47B35C47B0C4178840E82A883C101C03">
    <w:name w:val="F47B35C47B0C4178840E82A883C101C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928076022BD49FF886DE94C5E3FE2A03">
    <w:name w:val="2928076022BD49FF886DE94C5E3FE2A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D18B4FA47384638B7B6E7CDA971FF0C3">
    <w:name w:val="2D18B4FA47384638B7B6E7CDA971FF0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66D3DB92884C41B759CD06FCBDA0B93">
    <w:name w:val="3666D3DB92884C41B759CD06FCBDA0B9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152DF2C754A434A8E3E1F11D36697513">
    <w:name w:val="E152DF2C754A434A8E3E1F11D366975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48C4E62605949A69E1199AAEF74FF1A3">
    <w:name w:val="248C4E62605949A69E1199AAEF74FF1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7ED16C1A10B44579C679D788C31FB753">
    <w:name w:val="17ED16C1A10B44579C679D788C31FB7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6938F3B4C3C496099677FF68D9CF37D3">
    <w:name w:val="36938F3B4C3C496099677FF68D9CF37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2C07EBE7F224209B6C7544B8305C1F13">
    <w:name w:val="82C07EBE7F224209B6C7544B8305C1F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681C13AB0A84A6C9C4BE6CDCDBCB5CB3">
    <w:name w:val="2681C13AB0A84A6C9C4BE6CDCDBCB5CB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39A0F7F70144248BCD3FCD31421B8B13">
    <w:name w:val="739A0F7F70144248BCD3FCD31421B8B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4899A44A137448BA1C7CFE801A3AEAA3">
    <w:name w:val="64899A44A137448BA1C7CFE801A3AEA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C78F90D2B9346B09CAF2F5891D6EE1A3">
    <w:name w:val="AC78F90D2B9346B09CAF2F5891D6EE1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8C5804BF784932AA8067B4B49552A73">
    <w:name w:val="8B8C5804BF784932AA8067B4B49552A7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AF9BC235B034D57ADFC782357563E7C3">
    <w:name w:val="6AF9BC235B034D57ADFC782357563E7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205B34EF9FF4C80AE995CD3D65BB5A23">
    <w:name w:val="4205B34EF9FF4C80AE995CD3D65BB5A2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438AAC6A3D046F292B3A47B801116A83">
    <w:name w:val="A438AAC6A3D046F292B3A47B801116A8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739F3B5F92F4FFCAE6C3D224FF9DA5D3">
    <w:name w:val="8739F3B5F92F4FFCAE6C3D224FF9DA5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7674B453536A4AE6B42299C5E0E624033">
    <w:name w:val="7674B453536A4AE6B42299C5E0E6240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467EB07ED064358AEBCD6F3FA7E9EE53">
    <w:name w:val="E467EB07ED064358AEBCD6F3FA7E9EE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2CF2039A536E4119BB55D21DF25589BE3">
    <w:name w:val="2CF2039A536E4119BB55D21DF25589BE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59B6B557C514A35A5511D9469AC4F463">
    <w:name w:val="C59B6B557C514A35A5511D9469AC4F4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D745672776D44EF9A42ACF96E2869A033">
    <w:name w:val="D745672776D44EF9A42ACF96E2869A0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49A97FCC5AE942AEB9CF89FF7FCCE8533">
    <w:name w:val="49A97FCC5AE942AEB9CF89FF7FCCE85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B750FC7CEAF4B1BA0962EDFBFB3B15C3">
    <w:name w:val="8B750FC7CEAF4B1BA0962EDFBFB3B15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7B03507C2244A16A9999BC7B6900EA03">
    <w:name w:val="57B03507C2244A16A9999BC7B6900EA0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8196A30F94154B9987C650F51AB793493">
    <w:name w:val="8196A30F94154B9987C650F51AB79349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3042543AC24815BF7F36DB6AFD3A233">
    <w:name w:val="033042543AC24815BF7F36DB6AFD3A2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B68A2CD51CC43A588B1A24619A3D2FF3">
    <w:name w:val="3B68A2CD51CC43A588B1A24619A3D2F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AD023BF0AEB484C919A41CEF4DC444F3">
    <w:name w:val="5AD023BF0AEB484C919A41CEF4DC444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A0056E5AE05455B86B0419734C84D063">
    <w:name w:val="EA0056E5AE05455B86B0419734C84D06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1C8441E130E343D286CCC60FD8CD6D953">
    <w:name w:val="1C8441E130E343D286CCC60FD8CD6D95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C79A84FF3A374AFF8EB763D3C65D01813">
    <w:name w:val="C79A84FF3A374AFF8EB763D3C65D0181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3C5527FC2299462281E9656B31300E0F3">
    <w:name w:val="3C5527FC2299462281E9656B31300E0F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EB9D44AB5CB84530A9202F47A679C70C3">
    <w:name w:val="EB9D44AB5CB84530A9202F47A679C70C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AF17FD85053E4658B92104EF58B56D733">
    <w:name w:val="AF17FD85053E4658B92104EF58B56D7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664E813FDE484FBDA877A802293E53433">
    <w:name w:val="664E813FDE484FBDA877A802293E5343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039390CEE07F42C69D3A9F80408CBF0D3">
    <w:name w:val="039390CEE07F42C69D3A9F80408CBF0D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 w:type="paragraph" w:customStyle="1" w:styleId="5171FACAE7BF452DA0877ECB6A77FBAA3">
    <w:name w:val="5171FACAE7BF452DA0877ECB6A77FBAA3"/>
    <w:rsid w:val="00B62941"/>
    <w:pPr>
      <w:numPr>
        <w:ilvl w:val="2"/>
        <w:numId w:val="1"/>
      </w:numPr>
      <w:tabs>
        <w:tab w:val="clear" w:pos="360"/>
      </w:tabs>
      <w:spacing w:after="120" w:line="240" w:lineRule="auto"/>
      <w:ind w:left="1134" w:hanging="567"/>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EA0F997-D0C1-4328-87EC-01A7A855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ZSFJU_Smlouva_01.dotx</Template>
  <TotalTime>7</TotalTime>
  <Pages>1</Pages>
  <Words>2521</Words>
  <Characters>14877</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Bc. Radka Slezáková</cp:lastModifiedBy>
  <cp:revision>9</cp:revision>
  <cp:lastPrinted>2014-10-13T12:43:00Z</cp:lastPrinted>
  <dcterms:created xsi:type="dcterms:W3CDTF">2014-10-21T13:12:00Z</dcterms:created>
  <dcterms:modified xsi:type="dcterms:W3CDTF">2014-10-23T08:31:00Z</dcterms:modified>
</cp:coreProperties>
</file>