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Pr="003C1DD9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122867" w:rsidRPr="00661DC3" w:rsidRDefault="00122867" w:rsidP="00122867">
      <w:pPr>
        <w:spacing w:line="280" w:lineRule="atLeast"/>
        <w:jc w:val="center"/>
        <w:rPr>
          <w:rFonts w:ascii="Arial" w:hAnsi="Arial" w:cs="Arial"/>
          <w:b/>
          <w:bCs/>
          <w:color w:val="000000"/>
          <w:sz w:val="22"/>
          <w:szCs w:val="17"/>
        </w:rPr>
      </w:pPr>
      <w:r w:rsidRPr="00661DC3">
        <w:rPr>
          <w:rFonts w:ascii="Arial" w:hAnsi="Arial" w:cs="Arial"/>
          <w:b/>
          <w:bCs/>
          <w:color w:val="000000"/>
          <w:sz w:val="22"/>
          <w:szCs w:val="17"/>
        </w:rPr>
        <w:t>„D</w:t>
      </w:r>
      <w:r>
        <w:rPr>
          <w:rFonts w:ascii="Arial" w:hAnsi="Arial" w:cs="Arial"/>
          <w:b/>
          <w:bCs/>
          <w:color w:val="000000"/>
          <w:sz w:val="22"/>
          <w:szCs w:val="17"/>
        </w:rPr>
        <w:t>odávka technologické sestavy zař</w:t>
      </w:r>
      <w:r w:rsidRPr="00661DC3">
        <w:rPr>
          <w:rFonts w:ascii="Arial" w:hAnsi="Arial" w:cs="Arial"/>
          <w:b/>
          <w:bCs/>
          <w:color w:val="000000"/>
          <w:sz w:val="22"/>
          <w:szCs w:val="17"/>
        </w:rPr>
        <w:t>ízení pro simulaci zpracování masa a výroby různých typů masných výrobků“</w:t>
      </w:r>
    </w:p>
    <w:p w:rsidR="005F683F" w:rsidRPr="00851CEB" w:rsidRDefault="005F683F" w:rsidP="000B48CC">
      <w:pPr>
        <w:jc w:val="center"/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</w:t>
      </w:r>
      <w:proofErr w:type="gramStart"/>
      <w:r w:rsidRPr="003C1DD9">
        <w:rPr>
          <w:rFonts w:ascii="Arial" w:hAnsi="Arial" w:cs="Arial"/>
          <w:sz w:val="20"/>
          <w:szCs w:val="20"/>
        </w:rPr>
        <w:t>…..…</w:t>
      </w:r>
      <w:proofErr w:type="gramEnd"/>
      <w:r w:rsidRPr="003C1DD9">
        <w:rPr>
          <w:rFonts w:ascii="Arial" w:hAnsi="Arial" w:cs="Arial"/>
          <w:sz w:val="20"/>
          <w:szCs w:val="20"/>
        </w:rPr>
        <w:t>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9"/>
      <w:footerReference w:type="default" r:id="rId10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D468F7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122867">
          <w:rPr>
            <w:rFonts w:ascii="Arial" w:hAnsi="Arial" w:cs="Arial"/>
            <w:noProof/>
            <w:sz w:val="18"/>
          </w:rPr>
          <w:t>2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D0A" w:rsidRDefault="00144E21" w:rsidP="00144E21">
    <w:pPr>
      <w:pStyle w:val="Zhlav"/>
    </w:pPr>
    <w:r>
      <w:rPr>
        <w:noProof/>
      </w:rPr>
      <w:drawing>
        <wp:inline distT="0" distB="0" distL="0" distR="0" wp14:anchorId="01E5080B" wp14:editId="4A724A8A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5F"/>
    <w:rsid w:val="000237D4"/>
    <w:rsid w:val="00031F7A"/>
    <w:rsid w:val="0007622B"/>
    <w:rsid w:val="00087875"/>
    <w:rsid w:val="000A16D8"/>
    <w:rsid w:val="000B48CC"/>
    <w:rsid w:val="000C6CCE"/>
    <w:rsid w:val="000D1EF8"/>
    <w:rsid w:val="000D67E0"/>
    <w:rsid w:val="001157D8"/>
    <w:rsid w:val="00122867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46D24"/>
    <w:rsid w:val="00486B98"/>
    <w:rsid w:val="0049018E"/>
    <w:rsid w:val="00494AE6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5F683F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B11C4-A045-4953-AE53-72340AD1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743A4DE6</Template>
  <TotalTime>5</TotalTime>
  <Pages>2</Pages>
  <Words>730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misakova</cp:lastModifiedBy>
  <cp:revision>11</cp:revision>
  <cp:lastPrinted>2013-02-22T07:10:00Z</cp:lastPrinted>
  <dcterms:created xsi:type="dcterms:W3CDTF">2014-03-25T10:53:00Z</dcterms:created>
  <dcterms:modified xsi:type="dcterms:W3CDTF">2014-08-12T08:47:00Z</dcterms:modified>
</cp:coreProperties>
</file>