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543" w:rsidRDefault="005B6543" w:rsidP="00321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center"/>
        <w:rPr>
          <w:rFonts w:cs="Arial"/>
          <w:b/>
          <w:bCs/>
          <w:caps/>
          <w:kern w:val="20"/>
          <w:szCs w:val="20"/>
        </w:rPr>
      </w:pPr>
      <w:r>
        <w:rPr>
          <w:rFonts w:cs="Arial"/>
          <w:b/>
          <w:bCs/>
          <w:caps/>
          <w:kern w:val="20"/>
          <w:szCs w:val="20"/>
        </w:rPr>
        <w:t xml:space="preserve">Průvodce zadávací dokumentací </w:t>
      </w:r>
    </w:p>
    <w:p w:rsidR="00321646" w:rsidRDefault="005B6543" w:rsidP="00321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center"/>
        <w:rPr>
          <w:rFonts w:cs="Arial"/>
          <w:bCs/>
          <w:caps/>
          <w:kern w:val="20"/>
          <w:szCs w:val="20"/>
        </w:rPr>
      </w:pPr>
      <w:r>
        <w:rPr>
          <w:rFonts w:cs="Arial"/>
          <w:b/>
          <w:bCs/>
          <w:caps/>
          <w:kern w:val="20"/>
          <w:szCs w:val="20"/>
        </w:rPr>
        <w:t xml:space="preserve"> </w:t>
      </w:r>
      <w:r w:rsidRPr="005B6543">
        <w:rPr>
          <w:rFonts w:cs="Arial"/>
          <w:bCs/>
          <w:caps/>
          <w:kern w:val="20"/>
          <w:szCs w:val="20"/>
        </w:rPr>
        <w:t>pomůcka pro uchazeče ke zpracování a podání nabídky</w:t>
      </w:r>
    </w:p>
    <w:p w:rsidR="00321646" w:rsidRPr="00D21172" w:rsidRDefault="00321646" w:rsidP="00321646">
      <w:pPr>
        <w:spacing w:line="280" w:lineRule="atLeast"/>
        <w:rPr>
          <w:rFonts w:cs="Arial"/>
          <w:b/>
          <w:bCs/>
          <w:szCs w:val="20"/>
        </w:rPr>
      </w:pPr>
    </w:p>
    <w:p w:rsidR="00EE679A" w:rsidRDefault="005B6543" w:rsidP="005B6543">
      <w:pPr>
        <w:pStyle w:val="Zkladntext3"/>
        <w:jc w:val="left"/>
        <w:rPr>
          <w:b/>
          <w:sz w:val="20"/>
          <w:szCs w:val="20"/>
        </w:rPr>
      </w:pPr>
      <w:r>
        <w:rPr>
          <w:sz w:val="20"/>
          <w:szCs w:val="20"/>
        </w:rPr>
        <w:t xml:space="preserve">Druh zadávacího řízení: </w:t>
      </w:r>
      <w:r w:rsidR="001B4B85">
        <w:rPr>
          <w:b/>
          <w:sz w:val="20"/>
          <w:szCs w:val="20"/>
        </w:rPr>
        <w:t>zakázka malého rozsahu</w:t>
      </w:r>
    </w:p>
    <w:p w:rsidR="00BE67AC" w:rsidRPr="00B17E9D" w:rsidRDefault="00B17E9D" w:rsidP="005B6543">
      <w:pPr>
        <w:ind w:right="-7"/>
        <w:rPr>
          <w:rFonts w:cs="Arial"/>
          <w:b/>
          <w:color w:val="FF0000"/>
          <w:szCs w:val="20"/>
        </w:rPr>
      </w:pPr>
      <w:r w:rsidRPr="00B17E9D">
        <w:rPr>
          <w:rFonts w:cs="Arial"/>
          <w:b/>
          <w:color w:val="FF0000"/>
          <w:szCs w:val="20"/>
        </w:rPr>
        <w:t>Uchazeč je povinen podat nabídku na celý předmět plnění.</w:t>
      </w:r>
    </w:p>
    <w:p w:rsidR="00B17E9D" w:rsidRDefault="00B17E9D" w:rsidP="005B6543">
      <w:pPr>
        <w:ind w:right="-7"/>
        <w:rPr>
          <w:rFonts w:cs="Arial"/>
          <w:b/>
          <w:color w:val="FF0000"/>
          <w:szCs w:val="20"/>
        </w:rPr>
      </w:pPr>
    </w:p>
    <w:p w:rsidR="00BE67AC" w:rsidRPr="0098583C" w:rsidRDefault="00BE67AC" w:rsidP="005B6543">
      <w:pPr>
        <w:ind w:right="-7"/>
        <w:rPr>
          <w:rFonts w:cs="Arial"/>
          <w:b/>
          <w:color w:val="auto"/>
          <w:szCs w:val="20"/>
        </w:rPr>
      </w:pPr>
      <w:r w:rsidRPr="0098583C">
        <w:rPr>
          <w:rFonts w:cs="Arial"/>
          <w:b/>
          <w:color w:val="auto"/>
          <w:szCs w:val="20"/>
        </w:rPr>
        <w:t>K tomu uchazeč vyplní:</w:t>
      </w:r>
    </w:p>
    <w:p w:rsidR="00BE67AC" w:rsidRDefault="00B17E9D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>
        <w:rPr>
          <w:rFonts w:cs="Arial"/>
          <w:szCs w:val="20"/>
        </w:rPr>
        <w:t xml:space="preserve">Identifikační údaje, nabídkovou cenu v bodě </w:t>
      </w:r>
      <w:r w:rsidR="00BE67AC">
        <w:rPr>
          <w:rFonts w:cs="Arial"/>
          <w:szCs w:val="20"/>
        </w:rPr>
        <w:t>4.2 Návrhu kupní smlouvy</w:t>
      </w:r>
      <w:r w:rsidR="00BE67AC" w:rsidRPr="00BE67AC">
        <w:rPr>
          <w:rFonts w:cs="Arial"/>
          <w:szCs w:val="20"/>
        </w:rPr>
        <w:t xml:space="preserve"> </w:t>
      </w:r>
      <w:r w:rsidR="00BE67AC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podpisovou doložku,</w:t>
      </w:r>
    </w:p>
    <w:p w:rsidR="00BE67AC" w:rsidRDefault="008270EF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>
        <w:rPr>
          <w:rFonts w:cs="Arial"/>
          <w:szCs w:val="20"/>
        </w:rPr>
        <w:t>přílohu č. 1 návrhu kupní smlouvy – Rozpis cen</w:t>
      </w:r>
      <w:r w:rsidR="00B17E9D">
        <w:rPr>
          <w:rFonts w:cs="Arial"/>
          <w:szCs w:val="20"/>
        </w:rPr>
        <w:t>,</w:t>
      </w:r>
    </w:p>
    <w:p w:rsidR="008270EF" w:rsidRDefault="008270EF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>
        <w:rPr>
          <w:rFonts w:cs="Arial"/>
          <w:szCs w:val="20"/>
        </w:rPr>
        <w:t xml:space="preserve">přílohu </w:t>
      </w:r>
      <w:proofErr w:type="gramStart"/>
      <w:r>
        <w:rPr>
          <w:rFonts w:cs="Arial"/>
          <w:szCs w:val="20"/>
        </w:rPr>
        <w:t>č. 2 návrhu</w:t>
      </w:r>
      <w:proofErr w:type="gramEnd"/>
      <w:r>
        <w:rPr>
          <w:rFonts w:cs="Arial"/>
          <w:szCs w:val="20"/>
        </w:rPr>
        <w:t xml:space="preserve"> kupní smlouvy – Technick</w:t>
      </w:r>
      <w:r w:rsidR="00B17E9D">
        <w:rPr>
          <w:rFonts w:cs="Arial"/>
          <w:szCs w:val="20"/>
        </w:rPr>
        <w:t>á specifikace,</w:t>
      </w:r>
    </w:p>
    <w:p w:rsidR="0098583C" w:rsidRPr="0098583C" w:rsidRDefault="0098583C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 w:rsidRPr="0098583C">
        <w:rPr>
          <w:rFonts w:cs="Arial"/>
          <w:szCs w:val="20"/>
        </w:rPr>
        <w:t xml:space="preserve">Návrh kupní smlouvy a její přílohy budou podepsány </w:t>
      </w:r>
      <w:r w:rsidRPr="0098583C">
        <w:rPr>
          <w:rFonts w:cs="Arial"/>
          <w:b/>
          <w:szCs w:val="20"/>
        </w:rPr>
        <w:t>osobou oprávněnou</w:t>
      </w:r>
      <w:r w:rsidRPr="0098583C">
        <w:rPr>
          <w:rFonts w:cs="Arial"/>
          <w:szCs w:val="20"/>
        </w:rPr>
        <w:t xml:space="preserve"> jednat jménem či za uchazeče. </w:t>
      </w:r>
      <w:r w:rsidRPr="0098583C">
        <w:rPr>
          <w:rFonts w:cs="Arial"/>
          <w:bCs/>
          <w:szCs w:val="20"/>
        </w:rPr>
        <w:t xml:space="preserve">Pokud jedná jménem či za uchazeče jiná osoba odlišná od osoby oprávněné jednat, musí být součástí návrhu Smlouvy </w:t>
      </w:r>
      <w:r w:rsidRPr="0098583C">
        <w:rPr>
          <w:rFonts w:cs="Arial"/>
          <w:b/>
          <w:bCs/>
          <w:szCs w:val="20"/>
        </w:rPr>
        <w:t>plná moc</w:t>
      </w:r>
      <w:r w:rsidRPr="0098583C">
        <w:rPr>
          <w:rFonts w:cs="Arial"/>
          <w:bCs/>
          <w:szCs w:val="20"/>
        </w:rPr>
        <w:t xml:space="preserve"> opravňující tuto osobu k jednání. </w:t>
      </w:r>
      <w:r w:rsidRPr="0098583C">
        <w:rPr>
          <w:rFonts w:cs="Arial"/>
          <w:b/>
          <w:bCs/>
          <w:szCs w:val="20"/>
        </w:rPr>
        <w:t>Tato plná moc musí být předložena v originále nebo v úředně ověřené kopii</w:t>
      </w:r>
      <w:r w:rsidR="00B17E9D">
        <w:rPr>
          <w:rFonts w:cs="Arial"/>
          <w:b/>
          <w:bCs/>
          <w:szCs w:val="20"/>
        </w:rPr>
        <w:t>.</w:t>
      </w:r>
      <w:bookmarkStart w:id="0" w:name="_GoBack"/>
      <w:bookmarkEnd w:id="0"/>
    </w:p>
    <w:p w:rsidR="00BE67AC" w:rsidRDefault="00BE67AC" w:rsidP="005B6543">
      <w:pPr>
        <w:ind w:right="-7"/>
        <w:rPr>
          <w:rFonts w:cs="Arial"/>
          <w:b/>
          <w:color w:val="FF0000"/>
          <w:szCs w:val="20"/>
        </w:rPr>
      </w:pPr>
    </w:p>
    <w:p w:rsidR="005B6543" w:rsidRDefault="008270EF" w:rsidP="005B6543">
      <w:pPr>
        <w:pStyle w:val="Zkladntext3"/>
        <w:jc w:val="left"/>
        <w:rPr>
          <w:b/>
          <w:sz w:val="20"/>
          <w:szCs w:val="20"/>
        </w:rPr>
      </w:pPr>
      <w:r w:rsidRPr="008270EF">
        <w:rPr>
          <w:b/>
          <w:sz w:val="20"/>
          <w:szCs w:val="20"/>
        </w:rPr>
        <w:t>Prokázání kvalifikace uchazeče:</w:t>
      </w:r>
    </w:p>
    <w:p w:rsidR="001B4B85" w:rsidRDefault="003C035E" w:rsidP="0098583C">
      <w:pPr>
        <w:pStyle w:val="Zkladntext3"/>
        <w:numPr>
          <w:ilvl w:val="0"/>
          <w:numId w:val="7"/>
        </w:numPr>
        <w:rPr>
          <w:sz w:val="20"/>
          <w:szCs w:val="20"/>
        </w:rPr>
      </w:pPr>
      <w:r w:rsidRPr="003C035E">
        <w:rPr>
          <w:sz w:val="20"/>
          <w:szCs w:val="20"/>
        </w:rPr>
        <w:t>Požadavky zadavatele k prokázání kvalifikace jsou uvedeny v</w:t>
      </w:r>
      <w:r>
        <w:rPr>
          <w:sz w:val="20"/>
          <w:szCs w:val="20"/>
        </w:rPr>
        <w:t> čl.</w:t>
      </w:r>
      <w:r w:rsidR="008162F3">
        <w:rPr>
          <w:sz w:val="20"/>
          <w:szCs w:val="20"/>
        </w:rPr>
        <w:t xml:space="preserve"> </w:t>
      </w:r>
      <w:r w:rsidR="001B4B85">
        <w:rPr>
          <w:sz w:val="20"/>
          <w:szCs w:val="20"/>
        </w:rPr>
        <w:t>9</w:t>
      </w:r>
      <w:r w:rsidRPr="003C035E">
        <w:rPr>
          <w:sz w:val="20"/>
          <w:szCs w:val="20"/>
        </w:rPr>
        <w:t xml:space="preserve"> zadávací dokumentace</w:t>
      </w:r>
      <w:r>
        <w:rPr>
          <w:sz w:val="20"/>
          <w:szCs w:val="20"/>
        </w:rPr>
        <w:t xml:space="preserve"> (dále je</w:t>
      </w:r>
      <w:r w:rsidR="00F80780">
        <w:rPr>
          <w:sz w:val="20"/>
          <w:szCs w:val="20"/>
        </w:rPr>
        <w:t>n</w:t>
      </w:r>
      <w:r w:rsidR="001B4B85">
        <w:rPr>
          <w:sz w:val="20"/>
          <w:szCs w:val="20"/>
        </w:rPr>
        <w:t xml:space="preserve"> ZD). K prokázání </w:t>
      </w:r>
      <w:r w:rsidR="001B4B85" w:rsidRPr="001B4B85">
        <w:rPr>
          <w:b/>
          <w:sz w:val="20"/>
          <w:szCs w:val="20"/>
        </w:rPr>
        <w:t>základních kvalifikačních předpokladů a ekonomické a finanční způsobilosti zadavatel požaduje předložit čestné prohlášení</w:t>
      </w:r>
      <w:r w:rsidR="001B4B85">
        <w:rPr>
          <w:sz w:val="20"/>
          <w:szCs w:val="20"/>
        </w:rPr>
        <w:t xml:space="preserve"> (vzor je přílohou ZD). </w:t>
      </w:r>
    </w:p>
    <w:p w:rsidR="001B4B85" w:rsidRDefault="001B4B85" w:rsidP="003C035E">
      <w:pPr>
        <w:pStyle w:val="Zkladntext3"/>
        <w:rPr>
          <w:sz w:val="20"/>
          <w:szCs w:val="20"/>
        </w:rPr>
      </w:pPr>
    </w:p>
    <w:p w:rsidR="008162F3" w:rsidRDefault="001B4B85" w:rsidP="0098583C">
      <w:pPr>
        <w:pStyle w:val="Zkladntext3"/>
        <w:numPr>
          <w:ilvl w:val="0"/>
          <w:numId w:val="7"/>
        </w:numPr>
        <w:rPr>
          <w:sz w:val="20"/>
          <w:szCs w:val="20"/>
        </w:rPr>
      </w:pPr>
      <w:r w:rsidRPr="001B4B85">
        <w:rPr>
          <w:b/>
          <w:sz w:val="20"/>
          <w:szCs w:val="20"/>
        </w:rPr>
        <w:t>K prokázání profesních kvalifikačních předpokladů</w:t>
      </w:r>
      <w:r>
        <w:rPr>
          <w:sz w:val="20"/>
          <w:szCs w:val="20"/>
        </w:rPr>
        <w:t xml:space="preserve"> je dodavatel povinen do nabídky </w:t>
      </w:r>
      <w:r w:rsidRPr="001B4B85">
        <w:rPr>
          <w:b/>
          <w:sz w:val="20"/>
          <w:szCs w:val="20"/>
        </w:rPr>
        <w:t>předložit kopie Výpisu z obchodního rejstříku</w:t>
      </w:r>
      <w:r w:rsidR="00B17E9D">
        <w:rPr>
          <w:sz w:val="20"/>
          <w:szCs w:val="20"/>
        </w:rPr>
        <w:t>,</w:t>
      </w:r>
      <w:r>
        <w:rPr>
          <w:sz w:val="20"/>
          <w:szCs w:val="20"/>
        </w:rPr>
        <w:t xml:space="preserve"> pokud je v něm zapsán (Výpis z obchodního rejstříku nesmí být starší 90 dnů ke dni podání nabídky) a </w:t>
      </w:r>
      <w:r w:rsidRPr="001B4B85">
        <w:rPr>
          <w:b/>
          <w:sz w:val="20"/>
          <w:szCs w:val="20"/>
        </w:rPr>
        <w:t>Doklad o oprávnění k podnikání</w:t>
      </w:r>
      <w:r>
        <w:rPr>
          <w:sz w:val="20"/>
          <w:szCs w:val="20"/>
        </w:rPr>
        <w:t xml:space="preserve"> (živnostenský list nebo Výpis z živnostenského rejstříku). </w:t>
      </w:r>
    </w:p>
    <w:p w:rsidR="0098583C" w:rsidRDefault="0098583C" w:rsidP="0098583C">
      <w:pPr>
        <w:pStyle w:val="Zkladntext3"/>
        <w:rPr>
          <w:sz w:val="20"/>
          <w:szCs w:val="20"/>
        </w:rPr>
      </w:pPr>
    </w:p>
    <w:p w:rsidR="001B4B85" w:rsidRDefault="001B4B85" w:rsidP="0098583C">
      <w:pPr>
        <w:pStyle w:val="Zkladntext3"/>
        <w:numPr>
          <w:ilvl w:val="0"/>
          <w:numId w:val="7"/>
        </w:numPr>
        <w:rPr>
          <w:b/>
          <w:sz w:val="20"/>
          <w:szCs w:val="20"/>
        </w:rPr>
      </w:pPr>
      <w:r>
        <w:rPr>
          <w:sz w:val="20"/>
          <w:szCs w:val="20"/>
        </w:rPr>
        <w:t xml:space="preserve">Zadavatel akceptuje k prokázání </w:t>
      </w:r>
      <w:r w:rsidRPr="00B17E9D">
        <w:rPr>
          <w:sz w:val="20"/>
          <w:szCs w:val="20"/>
        </w:rPr>
        <w:t>kvalifikace také</w:t>
      </w:r>
      <w:r w:rsidRPr="003D44CC">
        <w:rPr>
          <w:b/>
          <w:sz w:val="20"/>
          <w:szCs w:val="20"/>
        </w:rPr>
        <w:t xml:space="preserve"> Výpis ze seznamu kvalifikovaných dodavatelů</w:t>
      </w:r>
      <w:r>
        <w:rPr>
          <w:sz w:val="20"/>
          <w:szCs w:val="20"/>
        </w:rPr>
        <w:t xml:space="preserve">, který </w:t>
      </w:r>
      <w:r w:rsidRPr="003D44CC">
        <w:rPr>
          <w:b/>
          <w:sz w:val="20"/>
          <w:szCs w:val="20"/>
        </w:rPr>
        <w:t>nesmí být starší</w:t>
      </w:r>
      <w:r w:rsidR="003D44CC" w:rsidRPr="003D44CC">
        <w:rPr>
          <w:b/>
          <w:sz w:val="20"/>
          <w:szCs w:val="20"/>
        </w:rPr>
        <w:t xml:space="preserve"> 90 dnů</w:t>
      </w:r>
      <w:r w:rsidR="003D44CC">
        <w:rPr>
          <w:sz w:val="20"/>
          <w:szCs w:val="20"/>
        </w:rPr>
        <w:t xml:space="preserve"> ke dni podání nabídky. Výpis nahrazuje prokázání základních kvalifikačních předpokladů a profesní kvalifikační předpoklady v tom rozsahu, v jakém doklady prokazují splnění kvalifikačních předpokladů, které se pokrývají s požadavky zadavatele. </w:t>
      </w:r>
      <w:r w:rsidR="003D44CC" w:rsidRPr="003D44CC">
        <w:rPr>
          <w:b/>
          <w:sz w:val="20"/>
          <w:szCs w:val="20"/>
        </w:rPr>
        <w:t>V případě použití Výpisu ze seznamu kvalifikovaných dodavatelů nezapomeňte do nabídky předložit čestné prohlášení o ekonomické a finanční způsobilosti splnit veřejnou zakázku.</w:t>
      </w:r>
    </w:p>
    <w:p w:rsidR="003D44CC" w:rsidRDefault="003D44CC" w:rsidP="001B4B85">
      <w:pPr>
        <w:pStyle w:val="Zkladntext3"/>
        <w:rPr>
          <w:b/>
          <w:sz w:val="20"/>
          <w:szCs w:val="20"/>
        </w:rPr>
      </w:pPr>
    </w:p>
    <w:p w:rsidR="0058341E" w:rsidRPr="008270EF" w:rsidRDefault="00BE67AC" w:rsidP="008270EF">
      <w:pPr>
        <w:tabs>
          <w:tab w:val="center" w:pos="4536"/>
        </w:tabs>
        <w:rPr>
          <w:rFonts w:cs="Arial"/>
          <w:b/>
          <w:szCs w:val="20"/>
        </w:rPr>
      </w:pPr>
      <w:r w:rsidRPr="008270EF">
        <w:rPr>
          <w:rFonts w:cs="Arial"/>
          <w:b/>
          <w:szCs w:val="20"/>
        </w:rPr>
        <w:t>Obsah nabídky</w:t>
      </w:r>
      <w:r w:rsidR="008270EF">
        <w:rPr>
          <w:rFonts w:cs="Arial"/>
          <w:b/>
          <w:szCs w:val="20"/>
        </w:rPr>
        <w:t>:</w:t>
      </w:r>
    </w:p>
    <w:p w:rsidR="003D44CC" w:rsidRDefault="008162F3" w:rsidP="003D44CC">
      <w:p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>Podmínky a požadavky pro zpracování nabídky jsou stanoveny v </w:t>
      </w:r>
      <w:proofErr w:type="gramStart"/>
      <w:r>
        <w:rPr>
          <w:rFonts w:cs="Arial"/>
          <w:szCs w:val="20"/>
        </w:rPr>
        <w:t>čl.1</w:t>
      </w:r>
      <w:r w:rsidR="003D44CC">
        <w:rPr>
          <w:rFonts w:cs="Arial"/>
          <w:szCs w:val="20"/>
        </w:rPr>
        <w:t>5</w:t>
      </w:r>
      <w:proofErr w:type="gramEnd"/>
      <w:r>
        <w:rPr>
          <w:rFonts w:cs="Arial"/>
          <w:szCs w:val="20"/>
        </w:rPr>
        <w:t xml:space="preserve"> </w:t>
      </w:r>
      <w:r w:rsidR="00B17E9D">
        <w:rPr>
          <w:rFonts w:cs="Arial"/>
          <w:szCs w:val="20"/>
        </w:rPr>
        <w:t>ZD:</w:t>
      </w:r>
    </w:p>
    <w:p w:rsidR="0098583C" w:rsidRPr="0098583C" w:rsidRDefault="008162F3" w:rsidP="0098583C">
      <w:pPr>
        <w:pStyle w:val="Odstavecseseznamem"/>
        <w:numPr>
          <w:ilvl w:val="0"/>
          <w:numId w:val="5"/>
        </w:numPr>
        <w:tabs>
          <w:tab w:val="center" w:pos="4536"/>
        </w:tabs>
        <w:jc w:val="both"/>
        <w:rPr>
          <w:rFonts w:cs="Arial"/>
          <w:b/>
          <w:bCs/>
          <w:i/>
          <w:szCs w:val="20"/>
        </w:rPr>
      </w:pPr>
      <w:r w:rsidRPr="0098583C">
        <w:rPr>
          <w:rFonts w:cs="Arial"/>
          <w:szCs w:val="20"/>
        </w:rPr>
        <w:t>doplněný a podepsaný</w:t>
      </w:r>
      <w:r w:rsidR="0098583C">
        <w:rPr>
          <w:rFonts w:cs="Arial"/>
          <w:szCs w:val="20"/>
        </w:rPr>
        <w:t xml:space="preserve"> </w:t>
      </w:r>
      <w:r w:rsidRPr="0098583C">
        <w:rPr>
          <w:rFonts w:cs="Arial"/>
          <w:szCs w:val="20"/>
        </w:rPr>
        <w:t>Návrh kupní smlouvy</w:t>
      </w:r>
      <w:r w:rsidR="0098583C">
        <w:rPr>
          <w:rFonts w:cs="Arial"/>
          <w:szCs w:val="20"/>
        </w:rPr>
        <w:t xml:space="preserve"> </w:t>
      </w:r>
    </w:p>
    <w:p w:rsidR="008162F3" w:rsidRDefault="008162F3" w:rsidP="008162F3">
      <w:pPr>
        <w:pStyle w:val="Odstavecseseznamem"/>
        <w:numPr>
          <w:ilvl w:val="0"/>
          <w:numId w:val="5"/>
        </w:num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>doplněn</w:t>
      </w:r>
      <w:r w:rsidR="00161CEA">
        <w:rPr>
          <w:rFonts w:cs="Arial"/>
          <w:szCs w:val="20"/>
        </w:rPr>
        <w:t>á</w:t>
      </w:r>
      <w:r>
        <w:rPr>
          <w:rFonts w:cs="Arial"/>
          <w:szCs w:val="20"/>
        </w:rPr>
        <w:t xml:space="preserve"> a podepsaná příloha č.</w:t>
      </w:r>
      <w:r w:rsidR="00161CE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</w:t>
      </w:r>
      <w:r w:rsidR="00161CEA">
        <w:rPr>
          <w:rFonts w:cs="Arial"/>
          <w:szCs w:val="20"/>
        </w:rPr>
        <w:t xml:space="preserve"> Návrhu kupní smlouvy – Rozpis cen</w:t>
      </w:r>
    </w:p>
    <w:p w:rsidR="00161CEA" w:rsidRDefault="00161CEA" w:rsidP="008162F3">
      <w:pPr>
        <w:pStyle w:val="Odstavecseseznamem"/>
        <w:numPr>
          <w:ilvl w:val="0"/>
          <w:numId w:val="5"/>
        </w:num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doplněná a podepsaná příloha </w:t>
      </w:r>
      <w:proofErr w:type="gramStart"/>
      <w:r>
        <w:rPr>
          <w:rFonts w:cs="Arial"/>
          <w:szCs w:val="20"/>
        </w:rPr>
        <w:t>č. 2 Návrhu</w:t>
      </w:r>
      <w:proofErr w:type="gramEnd"/>
      <w:r>
        <w:rPr>
          <w:rFonts w:cs="Arial"/>
          <w:szCs w:val="20"/>
        </w:rPr>
        <w:t xml:space="preserve"> kupní smlouvy – Technická specifikace</w:t>
      </w:r>
    </w:p>
    <w:p w:rsidR="00161CEA" w:rsidRDefault="00161CEA" w:rsidP="008162F3">
      <w:pPr>
        <w:pStyle w:val="Odstavecseseznamem"/>
        <w:numPr>
          <w:ilvl w:val="0"/>
          <w:numId w:val="5"/>
        </w:num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>dokumenty k prokázání kvalifikace</w:t>
      </w:r>
      <w:r w:rsidR="003D44CC">
        <w:rPr>
          <w:rFonts w:cs="Arial"/>
          <w:szCs w:val="20"/>
        </w:rPr>
        <w:t xml:space="preserve"> (popsané výše).</w:t>
      </w:r>
    </w:p>
    <w:p w:rsidR="00161CEA" w:rsidRDefault="00161CEA" w:rsidP="00161CEA">
      <w:pPr>
        <w:tabs>
          <w:tab w:val="center" w:pos="4536"/>
        </w:tabs>
        <w:rPr>
          <w:rFonts w:cs="Arial"/>
          <w:szCs w:val="20"/>
        </w:rPr>
      </w:pPr>
    </w:p>
    <w:p w:rsidR="00161CEA" w:rsidRDefault="00161CEA" w:rsidP="00161CEA">
      <w:pPr>
        <w:tabs>
          <w:tab w:val="center" w:pos="4536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</w:t>
      </w:r>
      <w:r w:rsidRPr="002048D0">
        <w:rPr>
          <w:rFonts w:cs="Arial"/>
          <w:szCs w:val="20"/>
        </w:rPr>
        <w:t>doporučuje, aby uchazeč nabídku předložil ve dvou vyhotoveních v listinné podobě, z nichž jedno bude označeno jako „ORIGINÁL“ a další jako „KOPIE“, a jednom vyhotovení elektronickém na CD či DVD nosiči přiloženém k listinným vyhotovením</w:t>
      </w:r>
      <w:r>
        <w:rPr>
          <w:rFonts w:cs="Arial"/>
          <w:szCs w:val="20"/>
        </w:rPr>
        <w:t>.</w:t>
      </w:r>
    </w:p>
    <w:p w:rsidR="00CC37CE" w:rsidRDefault="00CC37CE" w:rsidP="00161CEA">
      <w:pPr>
        <w:tabs>
          <w:tab w:val="center" w:pos="4536"/>
        </w:tabs>
        <w:jc w:val="both"/>
        <w:rPr>
          <w:rFonts w:cs="Arial"/>
          <w:b/>
          <w:bCs/>
          <w:szCs w:val="20"/>
        </w:rPr>
      </w:pPr>
    </w:p>
    <w:p w:rsidR="00CC37CE" w:rsidRDefault="00CC37CE" w:rsidP="00161CEA">
      <w:pPr>
        <w:tabs>
          <w:tab w:val="center" w:pos="4536"/>
        </w:tabs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Způsob podání nabídek</w:t>
      </w:r>
    </w:p>
    <w:p w:rsidR="00BC18F0" w:rsidRDefault="00CC37CE" w:rsidP="0098583C">
      <w:pPr>
        <w:pStyle w:val="Zkladntext3"/>
        <w:rPr>
          <w:b/>
          <w:bCs/>
          <w:szCs w:val="20"/>
          <w:lang w:val="en-GB"/>
        </w:rPr>
      </w:pPr>
      <w:r w:rsidRPr="00F80780">
        <w:rPr>
          <w:sz w:val="20"/>
          <w:szCs w:val="20"/>
        </w:rPr>
        <w:t xml:space="preserve">Nabídky mohou být podávány pouze v českém jazyce, písemně a to v listinné podobě. Doručené nabídky musí být v řádně uzavřené obálce, na které musí být uvedena adresa, na niž je možné zaslat oznámení </w:t>
      </w:r>
      <w:r w:rsidR="003D44CC">
        <w:rPr>
          <w:sz w:val="20"/>
          <w:szCs w:val="20"/>
        </w:rPr>
        <w:t>o podání nabídky po uplynutí lhůty pro podání nabídek</w:t>
      </w:r>
      <w:r w:rsidRPr="00F80780">
        <w:rPr>
          <w:sz w:val="20"/>
          <w:szCs w:val="20"/>
        </w:rPr>
        <w:t xml:space="preserve">, nápisem </w:t>
      </w:r>
      <w:r w:rsidRPr="00F80780">
        <w:rPr>
          <w:b/>
          <w:sz w:val="20"/>
          <w:szCs w:val="20"/>
        </w:rPr>
        <w:t>„NABÍDKA – NEOTEVÍRAT“</w:t>
      </w:r>
      <w:r w:rsidR="0098583C">
        <w:rPr>
          <w:sz w:val="20"/>
          <w:szCs w:val="20"/>
        </w:rPr>
        <w:t>,</w:t>
      </w:r>
      <w:r w:rsidR="003D44CC">
        <w:rPr>
          <w:b/>
          <w:sz w:val="20"/>
          <w:szCs w:val="20"/>
        </w:rPr>
        <w:t> </w:t>
      </w:r>
      <w:r w:rsidR="00B17E9D">
        <w:rPr>
          <w:b/>
          <w:sz w:val="20"/>
          <w:szCs w:val="20"/>
        </w:rPr>
        <w:t>a názvem VZ, na kterou podáváte nabídku.</w:t>
      </w:r>
    </w:p>
    <w:sectPr w:rsidR="00BC18F0" w:rsidSect="001B4B85">
      <w:headerReference w:type="default" r:id="rId9"/>
      <w:pgSz w:w="11906" w:h="16838"/>
      <w:pgMar w:top="720" w:right="720" w:bottom="720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4CC" w:rsidRDefault="003D44CC" w:rsidP="00FA0715">
      <w:r>
        <w:separator/>
      </w:r>
    </w:p>
  </w:endnote>
  <w:endnote w:type="continuationSeparator" w:id="0">
    <w:p w:rsidR="003D44CC" w:rsidRDefault="003D44CC" w:rsidP="00FA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4CC" w:rsidRDefault="003D44CC" w:rsidP="00FA0715">
      <w:r>
        <w:separator/>
      </w:r>
    </w:p>
  </w:footnote>
  <w:footnote w:type="continuationSeparator" w:id="0">
    <w:p w:rsidR="003D44CC" w:rsidRDefault="003D44CC" w:rsidP="00FA0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4CC" w:rsidRDefault="003D44CC" w:rsidP="0098583C">
    <w:pPr>
      <w:pStyle w:val="Zhlav"/>
      <w:jc w:val="center"/>
    </w:pPr>
    <w:r>
      <w:rPr>
        <w:noProof/>
        <w:lang w:eastAsia="cs-CZ"/>
      </w:rPr>
      <w:drawing>
        <wp:inline distT="0" distB="0" distL="0" distR="0" wp14:anchorId="3A7BD44B" wp14:editId="3B8C1F48">
          <wp:extent cx="5239910" cy="144194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40469" cy="1442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5D31"/>
    <w:multiLevelType w:val="hybridMultilevel"/>
    <w:tmpl w:val="77BA81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50845"/>
    <w:multiLevelType w:val="hybridMultilevel"/>
    <w:tmpl w:val="DBB66594"/>
    <w:lvl w:ilvl="0" w:tplc="DF684B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A3E66"/>
    <w:multiLevelType w:val="hybridMultilevel"/>
    <w:tmpl w:val="EBC0BBD0"/>
    <w:lvl w:ilvl="0" w:tplc="37C4AF0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8C6D67"/>
    <w:multiLevelType w:val="hybridMultilevel"/>
    <w:tmpl w:val="C18A4E92"/>
    <w:lvl w:ilvl="0" w:tplc="8822F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318749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25EE7D7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0869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269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CE7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077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E68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263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9D3A67"/>
    <w:multiLevelType w:val="hybridMultilevel"/>
    <w:tmpl w:val="098C7BAE"/>
    <w:lvl w:ilvl="0" w:tplc="7D14E51C">
      <w:start w:val="13"/>
      <w:numFmt w:val="bullet"/>
      <w:lvlText w:val="-"/>
      <w:lvlJc w:val="left"/>
      <w:pPr>
        <w:ind w:left="535" w:hanging="360"/>
      </w:pPr>
      <w:rPr>
        <w:rFonts w:ascii="Arial" w:eastAsia="Times New Roman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5">
    <w:nsid w:val="6D5077CC"/>
    <w:multiLevelType w:val="hybridMultilevel"/>
    <w:tmpl w:val="933A9B20"/>
    <w:lvl w:ilvl="0" w:tplc="6876CE3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2C7454"/>
    <w:multiLevelType w:val="hybridMultilevel"/>
    <w:tmpl w:val="C58C1B2C"/>
    <w:lvl w:ilvl="0" w:tplc="BEBE38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888"/>
    <w:rsid w:val="00023FD5"/>
    <w:rsid w:val="00027C4A"/>
    <w:rsid w:val="00081706"/>
    <w:rsid w:val="0009397B"/>
    <w:rsid w:val="000B143F"/>
    <w:rsid w:val="000B2C04"/>
    <w:rsid w:val="000E623F"/>
    <w:rsid w:val="000F7888"/>
    <w:rsid w:val="00117A9C"/>
    <w:rsid w:val="001323C9"/>
    <w:rsid w:val="00161CEA"/>
    <w:rsid w:val="00167EF2"/>
    <w:rsid w:val="001935A0"/>
    <w:rsid w:val="001A33CD"/>
    <w:rsid w:val="001A722D"/>
    <w:rsid w:val="001B4B85"/>
    <w:rsid w:val="001C13BA"/>
    <w:rsid w:val="001F4226"/>
    <w:rsid w:val="00251615"/>
    <w:rsid w:val="002602DD"/>
    <w:rsid w:val="00274703"/>
    <w:rsid w:val="002E2DCF"/>
    <w:rsid w:val="003068C0"/>
    <w:rsid w:val="00321646"/>
    <w:rsid w:val="00364AA5"/>
    <w:rsid w:val="003708EB"/>
    <w:rsid w:val="00377AC3"/>
    <w:rsid w:val="003A647D"/>
    <w:rsid w:val="003C035E"/>
    <w:rsid w:val="003D140D"/>
    <w:rsid w:val="003D2432"/>
    <w:rsid w:val="003D44CC"/>
    <w:rsid w:val="003E07F5"/>
    <w:rsid w:val="003E22AD"/>
    <w:rsid w:val="004A0FC7"/>
    <w:rsid w:val="004A5849"/>
    <w:rsid w:val="004D1132"/>
    <w:rsid w:val="004E6095"/>
    <w:rsid w:val="004F1435"/>
    <w:rsid w:val="004F7A05"/>
    <w:rsid w:val="00525295"/>
    <w:rsid w:val="00530540"/>
    <w:rsid w:val="005520C5"/>
    <w:rsid w:val="0058341E"/>
    <w:rsid w:val="005B0ECB"/>
    <w:rsid w:val="005B6543"/>
    <w:rsid w:val="005C39E6"/>
    <w:rsid w:val="005D4B02"/>
    <w:rsid w:val="005E7839"/>
    <w:rsid w:val="006056BA"/>
    <w:rsid w:val="00621EFC"/>
    <w:rsid w:val="0069243C"/>
    <w:rsid w:val="006A27A5"/>
    <w:rsid w:val="007043CF"/>
    <w:rsid w:val="007167DC"/>
    <w:rsid w:val="007253A3"/>
    <w:rsid w:val="00733E3F"/>
    <w:rsid w:val="007A2F61"/>
    <w:rsid w:val="007B380B"/>
    <w:rsid w:val="007D274F"/>
    <w:rsid w:val="007E1492"/>
    <w:rsid w:val="00810A19"/>
    <w:rsid w:val="008162F3"/>
    <w:rsid w:val="008270EF"/>
    <w:rsid w:val="00872B39"/>
    <w:rsid w:val="008854F5"/>
    <w:rsid w:val="00892DF0"/>
    <w:rsid w:val="00894F79"/>
    <w:rsid w:val="008F7363"/>
    <w:rsid w:val="00943DEA"/>
    <w:rsid w:val="00950568"/>
    <w:rsid w:val="00954343"/>
    <w:rsid w:val="00967311"/>
    <w:rsid w:val="0098583C"/>
    <w:rsid w:val="009A1C75"/>
    <w:rsid w:val="009A710A"/>
    <w:rsid w:val="009D7BDE"/>
    <w:rsid w:val="009E1DD4"/>
    <w:rsid w:val="00A27178"/>
    <w:rsid w:val="00A755D7"/>
    <w:rsid w:val="00AE06E1"/>
    <w:rsid w:val="00B17E9D"/>
    <w:rsid w:val="00B31C69"/>
    <w:rsid w:val="00B36FDF"/>
    <w:rsid w:val="00B430E4"/>
    <w:rsid w:val="00B64A8D"/>
    <w:rsid w:val="00B64D2F"/>
    <w:rsid w:val="00B76E0F"/>
    <w:rsid w:val="00B81310"/>
    <w:rsid w:val="00B91A3E"/>
    <w:rsid w:val="00BC18F0"/>
    <w:rsid w:val="00BD152A"/>
    <w:rsid w:val="00BE67AC"/>
    <w:rsid w:val="00C10981"/>
    <w:rsid w:val="00C14F3B"/>
    <w:rsid w:val="00C51635"/>
    <w:rsid w:val="00C56562"/>
    <w:rsid w:val="00C81B42"/>
    <w:rsid w:val="00CC37CE"/>
    <w:rsid w:val="00CD41B2"/>
    <w:rsid w:val="00D11FB0"/>
    <w:rsid w:val="00D21172"/>
    <w:rsid w:val="00D75BDF"/>
    <w:rsid w:val="00DD7006"/>
    <w:rsid w:val="00E40D05"/>
    <w:rsid w:val="00E53AC1"/>
    <w:rsid w:val="00E62E6D"/>
    <w:rsid w:val="00E72933"/>
    <w:rsid w:val="00EA0617"/>
    <w:rsid w:val="00EA0F68"/>
    <w:rsid w:val="00EA2FF5"/>
    <w:rsid w:val="00ED2C9C"/>
    <w:rsid w:val="00ED4D02"/>
    <w:rsid w:val="00EE679A"/>
    <w:rsid w:val="00F43162"/>
    <w:rsid w:val="00F576E1"/>
    <w:rsid w:val="00F64FAD"/>
    <w:rsid w:val="00F73C15"/>
    <w:rsid w:val="00F80780"/>
    <w:rsid w:val="00F81CEC"/>
    <w:rsid w:val="00F86C01"/>
    <w:rsid w:val="00F87048"/>
    <w:rsid w:val="00FA0715"/>
    <w:rsid w:val="00FA7607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341E"/>
    <w:pPr>
      <w:suppressAutoHyphens/>
      <w:spacing w:line="240" w:lineRule="auto"/>
    </w:pPr>
    <w:rPr>
      <w:rFonts w:ascii="Arial" w:eastAsia="Times New Roman" w:hAnsi="Arial" w:cs="Times New Roman"/>
      <w:color w:val="000000"/>
      <w:kern w:val="1"/>
      <w:sz w:val="20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321646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color w:val="auto"/>
      <w:kern w:val="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uiPriority w:val="99"/>
    <w:rsid w:val="000F7888"/>
    <w:pPr>
      <w:jc w:val="both"/>
    </w:pPr>
    <w:rPr>
      <w:rFonts w:cs="Arial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0F7888"/>
    <w:rPr>
      <w:rFonts w:ascii="Arial" w:eastAsia="Times New Roman" w:hAnsi="Arial" w:cs="Arial"/>
      <w:color w:val="000000"/>
      <w:kern w:val="1"/>
      <w:lang w:eastAsia="ar-SA"/>
    </w:rPr>
  </w:style>
  <w:style w:type="paragraph" w:styleId="Zkladntextodsazen3">
    <w:name w:val="Body Text Indent 3"/>
    <w:basedOn w:val="Normln"/>
    <w:link w:val="Zkladntextodsazen3Char"/>
    <w:rsid w:val="000F7888"/>
    <w:pPr>
      <w:spacing w:before="120"/>
      <w:ind w:firstLine="720"/>
      <w:jc w:val="both"/>
    </w:pPr>
    <w:rPr>
      <w:rFonts w:cs="Arial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0F7888"/>
    <w:rPr>
      <w:rFonts w:ascii="Arial" w:eastAsia="Times New Roman" w:hAnsi="Arial" w:cs="Arial"/>
      <w:color w:val="000000"/>
      <w:kern w:val="1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FA07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0715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071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0715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07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715"/>
    <w:rPr>
      <w:rFonts w:ascii="Tahoma" w:eastAsia="Times New Roman" w:hAnsi="Tahoma" w:cs="Tahoma"/>
      <w:color w:val="000000"/>
      <w:kern w:val="1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32164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1323C9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8341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8341E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extpsmene">
    <w:name w:val="Text písmene"/>
    <w:basedOn w:val="Normln"/>
    <w:uiPriority w:val="99"/>
    <w:rsid w:val="0058341E"/>
    <w:pPr>
      <w:tabs>
        <w:tab w:val="num" w:pos="5760"/>
      </w:tabs>
      <w:ind w:left="5760" w:hanging="360"/>
      <w:jc w:val="both"/>
      <w:outlineLvl w:val="7"/>
    </w:pPr>
    <w:rPr>
      <w:color w:val="auto"/>
      <w:kern w:val="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8341E"/>
    <w:pPr>
      <w:suppressAutoHyphens w:val="0"/>
      <w:ind w:left="708"/>
    </w:pPr>
    <w:rPr>
      <w:color w:val="auto"/>
      <w:kern w:val="0"/>
      <w:lang w:eastAsia="cs-CZ"/>
    </w:rPr>
  </w:style>
  <w:style w:type="table" w:styleId="Mkatabulky">
    <w:name w:val="Table Grid"/>
    <w:basedOn w:val="Normlntabulka"/>
    <w:uiPriority w:val="59"/>
    <w:rsid w:val="005834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99"/>
    <w:locked/>
    <w:rsid w:val="0058341E"/>
    <w:rPr>
      <w:rFonts w:ascii="Arial" w:eastAsia="Times New Roman" w:hAnsi="Arial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341E"/>
    <w:pPr>
      <w:suppressAutoHyphens w:val="0"/>
    </w:pPr>
    <w:rPr>
      <w:color w:val="auto"/>
      <w:kern w:val="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8341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8341E"/>
    <w:rPr>
      <w:vertAlign w:val="superscript"/>
    </w:rPr>
  </w:style>
  <w:style w:type="character" w:customStyle="1" w:styleId="platne1">
    <w:name w:val="platne1"/>
    <w:uiPriority w:val="99"/>
    <w:rsid w:val="00E62E6D"/>
    <w:rPr>
      <w:w w:val="120"/>
    </w:rPr>
  </w:style>
  <w:style w:type="paragraph" w:styleId="Normlnweb">
    <w:name w:val="Normal (Web)"/>
    <w:basedOn w:val="Normln"/>
    <w:uiPriority w:val="99"/>
    <w:unhideWhenUsed/>
    <w:rsid w:val="00B36FDF"/>
    <w:pPr>
      <w:suppressAutoHyphens w:val="0"/>
      <w:spacing w:before="100" w:beforeAutospacing="1" w:after="100" w:afterAutospacing="1"/>
    </w:pPr>
    <w:rPr>
      <w:rFonts w:ascii="Times New Roman" w:hAnsi="Times New Roman"/>
      <w:color w:val="auto"/>
      <w:kern w:val="0"/>
      <w:sz w:val="24"/>
      <w:lang w:eastAsia="cs-CZ"/>
    </w:rPr>
  </w:style>
  <w:style w:type="character" w:customStyle="1" w:styleId="shorttext">
    <w:name w:val="short_text"/>
    <w:basedOn w:val="Standardnpsmoodstavce"/>
    <w:rsid w:val="00E53AC1"/>
  </w:style>
  <w:style w:type="character" w:customStyle="1" w:styleId="hps">
    <w:name w:val="hps"/>
    <w:basedOn w:val="Standardnpsmoodstavce"/>
    <w:rsid w:val="00E53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099CD-217D-4C82-A877-7F855213E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56EE174C</Template>
  <TotalTime>384</TotalTime>
  <Pages>1</Pages>
  <Words>409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Nosek</dc:creator>
  <cp:lastModifiedBy>misakova</cp:lastModifiedBy>
  <cp:revision>46</cp:revision>
  <cp:lastPrinted>2013-06-17T11:55:00Z</cp:lastPrinted>
  <dcterms:created xsi:type="dcterms:W3CDTF">2013-04-09T07:35:00Z</dcterms:created>
  <dcterms:modified xsi:type="dcterms:W3CDTF">2014-08-12T06:06:00Z</dcterms:modified>
</cp:coreProperties>
</file>