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95F" w:rsidRPr="003C1DD9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03AC0" w:rsidRPr="003C1DD9">
        <w:rPr>
          <w:rFonts w:ascii="Arial" w:hAnsi="Arial" w:cs="Arial"/>
          <w:b/>
          <w:bCs/>
          <w:sz w:val="20"/>
          <w:szCs w:val="20"/>
        </w:rPr>
        <w:t>2</w:t>
      </w:r>
      <w:r w:rsidR="009E58E6" w:rsidRPr="003C1DD9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3C1DD9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295F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E50FF9" w:rsidRPr="00CF232A" w:rsidRDefault="00E50FF9" w:rsidP="00E50FF9">
      <w:pPr>
        <w:spacing w:line="280" w:lineRule="atLeast"/>
        <w:jc w:val="center"/>
        <w:rPr>
          <w:rFonts w:ascii="Arial" w:hAnsi="Arial" w:cs="Arial"/>
          <w:b/>
          <w:bCs/>
          <w:color w:val="000000"/>
          <w:sz w:val="22"/>
          <w:szCs w:val="17"/>
        </w:rPr>
      </w:pPr>
      <w:r w:rsidRPr="00CF232A">
        <w:rPr>
          <w:rFonts w:ascii="Arial" w:hAnsi="Arial" w:cs="Arial"/>
          <w:b/>
          <w:bCs/>
          <w:color w:val="000000"/>
          <w:sz w:val="22"/>
          <w:szCs w:val="17"/>
        </w:rPr>
        <w:t>„Dodávka planetového mlýnu na pevné vzorky s příslušenstvím“</w:t>
      </w:r>
    </w:p>
    <w:p w:rsidR="0042414D" w:rsidRDefault="0042414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obchodní firma/název/jméno a příjmení: ………..…………………………………………….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3C1DD9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</w:t>
      </w:r>
      <w:proofErr w:type="gramStart"/>
      <w:r w:rsidRPr="003C1DD9">
        <w:rPr>
          <w:rFonts w:ascii="Arial" w:eastAsiaTheme="minorHAnsi" w:hAnsi="Arial" w:cs="Arial"/>
          <w:sz w:val="20"/>
          <w:szCs w:val="20"/>
          <w:lang w:eastAsia="en-US"/>
        </w:rPr>
        <w:t>nepostačující  nebo</w:t>
      </w:r>
      <w:proofErr w:type="gramEnd"/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91A42" w:rsidRPr="003C1DD9" w:rsidRDefault="00E91A42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>V ………………………………</w:t>
      </w:r>
      <w:proofErr w:type="gramStart"/>
      <w:r w:rsidRPr="003C1DD9">
        <w:rPr>
          <w:rFonts w:ascii="Arial" w:hAnsi="Arial" w:cs="Arial"/>
          <w:sz w:val="20"/>
          <w:szCs w:val="20"/>
        </w:rPr>
        <w:t>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</w:t>
      </w:r>
      <w:proofErr w:type="gramEnd"/>
      <w:r w:rsidRPr="003C1DD9">
        <w:rPr>
          <w:rFonts w:ascii="Arial" w:hAnsi="Arial" w:cs="Arial"/>
          <w:sz w:val="20"/>
          <w:szCs w:val="20"/>
        </w:rPr>
        <w:t>: 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Podpis(y) dodavatele v souladu s výpisem z </w:t>
      </w:r>
      <w:proofErr w:type="gramStart"/>
      <w:r w:rsidRPr="003C1DD9">
        <w:rPr>
          <w:rFonts w:ascii="Arial" w:hAnsi="Arial" w:cs="Arial"/>
          <w:sz w:val="20"/>
          <w:szCs w:val="20"/>
        </w:rPr>
        <w:t>Obchodním</w:t>
      </w:r>
      <w:proofErr w:type="gramEnd"/>
      <w:r w:rsidRPr="003C1DD9">
        <w:rPr>
          <w:rFonts w:ascii="Arial" w:hAnsi="Arial" w:cs="Arial"/>
          <w:sz w:val="20"/>
          <w:szCs w:val="20"/>
        </w:rPr>
        <w:t xml:space="preserve"> rejstříku nebo jiné obdobné evidence či osob/y oprávněné/</w:t>
      </w:r>
      <w:proofErr w:type="spellStart"/>
      <w:r w:rsidRPr="003C1DD9">
        <w:rPr>
          <w:rFonts w:ascii="Arial" w:hAnsi="Arial" w:cs="Arial"/>
          <w:sz w:val="20"/>
          <w:szCs w:val="20"/>
        </w:rPr>
        <w:t>ných</w:t>
      </w:r>
      <w:proofErr w:type="spellEnd"/>
      <w:r w:rsidRPr="003C1DD9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3C1DD9" w:rsidSect="00144E21">
      <w:headerReference w:type="default" r:id="rId9"/>
      <w:footerReference w:type="default" r:id="rId10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D468F7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E50FF9">
          <w:rPr>
            <w:rFonts w:ascii="Arial" w:hAnsi="Arial" w:cs="Arial"/>
            <w:noProof/>
            <w:sz w:val="18"/>
          </w:rPr>
          <w:t>2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D0A" w:rsidRDefault="00144E21" w:rsidP="00144E21">
    <w:pPr>
      <w:pStyle w:val="Zhlav"/>
    </w:pPr>
    <w:r>
      <w:rPr>
        <w:noProof/>
      </w:rPr>
      <w:drawing>
        <wp:inline distT="0" distB="0" distL="0" distR="0" wp14:anchorId="01E5080B" wp14:editId="4A724A8A">
          <wp:extent cx="5761355" cy="15855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95F"/>
    <w:rsid w:val="000237D4"/>
    <w:rsid w:val="00031F7A"/>
    <w:rsid w:val="0007622B"/>
    <w:rsid w:val="00087875"/>
    <w:rsid w:val="000A16D8"/>
    <w:rsid w:val="000B48CC"/>
    <w:rsid w:val="000C6CCE"/>
    <w:rsid w:val="000D1EF8"/>
    <w:rsid w:val="000D67E0"/>
    <w:rsid w:val="001157D8"/>
    <w:rsid w:val="00122867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E1E41"/>
    <w:rsid w:val="002F2045"/>
    <w:rsid w:val="00351811"/>
    <w:rsid w:val="003601DC"/>
    <w:rsid w:val="0039262F"/>
    <w:rsid w:val="003C1DD9"/>
    <w:rsid w:val="003D1F3E"/>
    <w:rsid w:val="003F2B10"/>
    <w:rsid w:val="0042414D"/>
    <w:rsid w:val="00446D24"/>
    <w:rsid w:val="00486B98"/>
    <w:rsid w:val="0049018E"/>
    <w:rsid w:val="00494AE6"/>
    <w:rsid w:val="004D0A4C"/>
    <w:rsid w:val="005150A8"/>
    <w:rsid w:val="00516115"/>
    <w:rsid w:val="00531F7C"/>
    <w:rsid w:val="005525E9"/>
    <w:rsid w:val="00562666"/>
    <w:rsid w:val="00585347"/>
    <w:rsid w:val="005875BF"/>
    <w:rsid w:val="00592AA5"/>
    <w:rsid w:val="005A2B87"/>
    <w:rsid w:val="005B1522"/>
    <w:rsid w:val="005B317D"/>
    <w:rsid w:val="005F18C1"/>
    <w:rsid w:val="005F683F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803B5"/>
    <w:rsid w:val="007B6A4E"/>
    <w:rsid w:val="007D6404"/>
    <w:rsid w:val="00803AC0"/>
    <w:rsid w:val="00851CEB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AF0620"/>
    <w:rsid w:val="00B01CF8"/>
    <w:rsid w:val="00B05C1B"/>
    <w:rsid w:val="00B51D01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96CA2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0FF9"/>
    <w:rsid w:val="00E55B7E"/>
    <w:rsid w:val="00E736A8"/>
    <w:rsid w:val="00E77F93"/>
    <w:rsid w:val="00E91A42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D01DC"/>
    <w:rsid w:val="00FD69DA"/>
    <w:rsid w:val="00FE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0B48CC"/>
    <w:rPr>
      <w:b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72D43-4C29-4156-A3BC-B4BE71E86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8B80AED</Template>
  <TotalTime>5</TotalTime>
  <Pages>2</Pages>
  <Words>723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misakova</cp:lastModifiedBy>
  <cp:revision>13</cp:revision>
  <cp:lastPrinted>2013-02-22T07:10:00Z</cp:lastPrinted>
  <dcterms:created xsi:type="dcterms:W3CDTF">2014-03-25T10:53:00Z</dcterms:created>
  <dcterms:modified xsi:type="dcterms:W3CDTF">2014-08-12T10:52:00Z</dcterms:modified>
</cp:coreProperties>
</file>